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4646AB" w14:textId="77777777" w:rsidR="001268AB" w:rsidRPr="0009692D" w:rsidRDefault="001268AB">
      <w:pPr>
        <w:rPr>
          <w:lang w:val="uk-UA"/>
        </w:rPr>
      </w:pPr>
    </w:p>
    <w:p w14:paraId="7511F897" w14:textId="77777777" w:rsidR="001268AB" w:rsidRPr="0009692D" w:rsidRDefault="001268AB">
      <w:pPr>
        <w:rPr>
          <w:lang w:val="uk-UA"/>
        </w:rPr>
      </w:pPr>
    </w:p>
    <w:p w14:paraId="4D7ABD67" w14:textId="77777777" w:rsidR="001268AB" w:rsidRPr="0009692D" w:rsidRDefault="001268AB">
      <w:pPr>
        <w:rPr>
          <w:lang w:val="uk-UA"/>
        </w:rPr>
      </w:pPr>
    </w:p>
    <w:p w14:paraId="78C0FEB1" w14:textId="77777777" w:rsidR="001268AB" w:rsidRPr="0009692D" w:rsidRDefault="001268AB">
      <w:pPr>
        <w:rPr>
          <w:lang w:val="uk-UA"/>
        </w:rPr>
      </w:pPr>
    </w:p>
    <w:p w14:paraId="1EF7CA2F" w14:textId="77777777" w:rsidR="001268AB" w:rsidRPr="0009692D" w:rsidRDefault="001268AB">
      <w:pPr>
        <w:rPr>
          <w:lang w:val="uk-UA"/>
        </w:rPr>
      </w:pPr>
    </w:p>
    <w:p w14:paraId="2314268C" w14:textId="77777777" w:rsidR="001268AB" w:rsidRPr="0009692D" w:rsidRDefault="001268AB">
      <w:pPr>
        <w:rPr>
          <w:lang w:val="uk-UA"/>
        </w:rPr>
      </w:pPr>
    </w:p>
    <w:p w14:paraId="37101694" w14:textId="77777777" w:rsidR="001268AB" w:rsidRPr="0009692D" w:rsidRDefault="001268AB">
      <w:pPr>
        <w:rPr>
          <w:lang w:val="uk-UA"/>
        </w:rPr>
      </w:pPr>
    </w:p>
    <w:p w14:paraId="7F3EEA54" w14:textId="77777777" w:rsidR="001268AB" w:rsidRPr="0009692D" w:rsidRDefault="001268AB">
      <w:pPr>
        <w:rPr>
          <w:lang w:val="uk-UA"/>
        </w:rPr>
      </w:pPr>
    </w:p>
    <w:p w14:paraId="2BB08C0E" w14:textId="77777777" w:rsidR="001268AB" w:rsidRPr="0009692D" w:rsidRDefault="001268AB">
      <w:pPr>
        <w:rPr>
          <w:lang w:val="uk-UA"/>
        </w:rPr>
      </w:pPr>
    </w:p>
    <w:p w14:paraId="2EF9D286" w14:textId="77777777" w:rsidR="001268AB" w:rsidRPr="0009692D" w:rsidRDefault="001268AB">
      <w:pPr>
        <w:rPr>
          <w:lang w:val="uk-UA"/>
        </w:rPr>
      </w:pPr>
    </w:p>
    <w:p w14:paraId="410E2590" w14:textId="77777777" w:rsidR="001268AB" w:rsidRPr="0009692D" w:rsidRDefault="001268AB">
      <w:pPr>
        <w:rPr>
          <w:lang w:val="uk-UA"/>
        </w:rPr>
      </w:pPr>
    </w:p>
    <w:p w14:paraId="4DD6D4F8" w14:textId="500EEA30" w:rsidR="001268AB" w:rsidRPr="0009692D" w:rsidRDefault="001268AB" w:rsidP="001268AB">
      <w:pPr>
        <w:jc w:val="center"/>
        <w:rPr>
          <w:b/>
          <w:sz w:val="72"/>
          <w:lang w:val="uk-UA"/>
        </w:rPr>
      </w:pPr>
      <w:r w:rsidRPr="0009692D">
        <w:rPr>
          <w:b/>
          <w:sz w:val="72"/>
          <w:lang w:val="uk-UA"/>
        </w:rPr>
        <w:t xml:space="preserve">ВЫПИСКА </w:t>
      </w:r>
    </w:p>
    <w:p w14:paraId="56C3D8B5" w14:textId="5CAF582E" w:rsidR="001268AB" w:rsidRPr="0009692D" w:rsidRDefault="001268AB" w:rsidP="001268AB">
      <w:pPr>
        <w:jc w:val="center"/>
        <w:rPr>
          <w:b/>
          <w:sz w:val="72"/>
          <w:lang w:val="uk-UA"/>
        </w:rPr>
      </w:pPr>
      <w:r w:rsidRPr="0009692D">
        <w:rPr>
          <w:b/>
          <w:sz w:val="72"/>
          <w:lang w:val="uk-UA"/>
        </w:rPr>
        <w:t>из нового приказа по скоростям</w:t>
      </w:r>
    </w:p>
    <w:p w14:paraId="325D77F7" w14:textId="77777777" w:rsidR="001268AB" w:rsidRPr="0009692D" w:rsidRDefault="001268AB">
      <w:pPr>
        <w:rPr>
          <w:lang w:val="uk-UA"/>
        </w:rPr>
      </w:pPr>
    </w:p>
    <w:p w14:paraId="46CFFAE6" w14:textId="77777777" w:rsidR="001268AB" w:rsidRPr="0009692D" w:rsidRDefault="001268AB">
      <w:pPr>
        <w:rPr>
          <w:lang w:val="uk-UA"/>
        </w:rPr>
      </w:pPr>
    </w:p>
    <w:p w14:paraId="33D91DED" w14:textId="77777777" w:rsidR="001268AB" w:rsidRPr="0009692D" w:rsidRDefault="001268AB">
      <w:pPr>
        <w:rPr>
          <w:lang w:val="uk-UA"/>
        </w:rPr>
      </w:pPr>
    </w:p>
    <w:p w14:paraId="2B5DD4CE" w14:textId="77777777" w:rsidR="001268AB" w:rsidRPr="0009692D" w:rsidRDefault="001268AB">
      <w:pPr>
        <w:rPr>
          <w:lang w:val="uk-UA"/>
        </w:rPr>
      </w:pPr>
    </w:p>
    <w:p w14:paraId="49B9B628" w14:textId="77777777" w:rsidR="001268AB" w:rsidRPr="0009692D" w:rsidRDefault="001268AB">
      <w:pPr>
        <w:rPr>
          <w:lang w:val="uk-UA"/>
        </w:rPr>
      </w:pPr>
    </w:p>
    <w:p w14:paraId="08224D4C" w14:textId="0E76AFE3" w:rsidR="001268AB" w:rsidRPr="0009692D" w:rsidRDefault="001268AB">
      <w:pPr>
        <w:rPr>
          <w:lang w:val="uk-UA"/>
        </w:rPr>
      </w:pPr>
      <w:r w:rsidRPr="0009692D">
        <w:rPr>
          <w:lang w:val="uk-UA"/>
        </w:rPr>
        <w:br w:type="page"/>
      </w:r>
    </w:p>
    <w:tbl>
      <w:tblPr>
        <w:tblW w:w="993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3"/>
        <w:gridCol w:w="1990"/>
        <w:gridCol w:w="39"/>
        <w:gridCol w:w="39"/>
        <w:gridCol w:w="4450"/>
        <w:gridCol w:w="520"/>
        <w:gridCol w:w="189"/>
        <w:gridCol w:w="393"/>
        <w:gridCol w:w="316"/>
        <w:gridCol w:w="668"/>
        <w:gridCol w:w="171"/>
        <w:gridCol w:w="543"/>
        <w:gridCol w:w="171"/>
      </w:tblGrid>
      <w:tr w:rsidR="00C916B1" w:rsidRPr="0009692D" w14:paraId="464B7ABD" w14:textId="77777777" w:rsidTr="0009692D">
        <w:trPr>
          <w:trHeight w:val="390"/>
        </w:trPr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FB9B5E" w14:textId="3A08675C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8454D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B89BD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8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b/>
                <w:bCs/>
                <w:sz w:val="24"/>
                <w:szCs w:val="28"/>
                <w:lang w:val="uk-UA" w:eastAsia="ru-RU"/>
              </w:rPr>
              <w:t>П'ятихатки - Чаплине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3E92B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90597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C601C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3F026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</w:tr>
      <w:tr w:rsidR="00C916B1" w:rsidRPr="0009692D" w14:paraId="69AF6FD1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0784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ПЧ</w:t>
            </w:r>
          </w:p>
        </w:tc>
        <w:tc>
          <w:tcPr>
            <w:tcW w:w="20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347E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Найменування  станцій</w:t>
            </w:r>
          </w:p>
        </w:tc>
        <w:tc>
          <w:tcPr>
            <w:tcW w:w="44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A82B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Найменування  колій, стрілок</w:t>
            </w:r>
          </w:p>
        </w:tc>
        <w:tc>
          <w:tcPr>
            <w:tcW w:w="28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6AFB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Встановлена швидкість</w:t>
            </w:r>
          </w:p>
        </w:tc>
      </w:tr>
      <w:tr w:rsidR="00C916B1" w:rsidRPr="0009692D" w14:paraId="2C0B07C8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1A68E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20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F5234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44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16CB6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4311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непарний напрямок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C61A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парний напрямок</w:t>
            </w:r>
          </w:p>
        </w:tc>
      </w:tr>
      <w:tr w:rsidR="00C916B1" w:rsidRPr="0009692D" w14:paraId="68E3B1F6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63B67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20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1BDA7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448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58457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2BAD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пас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5F37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вант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ADD2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пас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2D35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вант</w:t>
            </w:r>
          </w:p>
        </w:tc>
      </w:tr>
      <w:tr w:rsidR="00C916B1" w:rsidRPr="0009692D" w14:paraId="3157BDE2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F0B1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65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9AB07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Яковлівка - П'ятихатки Стикові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3096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DA24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7EF3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100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0CDE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</w:tr>
      <w:tr w:rsidR="00C916B1" w:rsidRPr="0009692D" w14:paraId="432D14F2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C4BF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202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AF36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П'ятихатки - Стикова</w:t>
            </w: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9C5B6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 головна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2AF9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7BB0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60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DEC3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B74C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</w:tr>
      <w:tr w:rsidR="00C916B1" w:rsidRPr="0009692D" w14:paraId="2B1EA765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9696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202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D2D9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AFB41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 головна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5E10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793E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1D92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3F3D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</w:tr>
      <w:tr w:rsidR="00C916B1" w:rsidRPr="0009692D" w14:paraId="09A47EB0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8A65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202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1E02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0E067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по стр.переводах № 28,34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DBE0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F56D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2BF7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8C1E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</w:tr>
      <w:tr w:rsidR="00C916B1" w:rsidRPr="0009692D" w14:paraId="20DB242E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CD47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202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FD1B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D3651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на бокові прийм.-відправні колії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99D4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3EDE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9D45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2D96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</w:tr>
      <w:tr w:rsidR="00C916B1" w:rsidRPr="0009692D" w14:paraId="171CBFCF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7B19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202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475C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7F6B1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по коліях № 3,5,7,4,6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FA72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BC47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C6EB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FE40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</w:tr>
      <w:tr w:rsidR="00C916B1" w:rsidRPr="0009692D" w14:paraId="0FE790AF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7300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B6A5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B82F8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по коліях 20,20А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C252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9564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60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0B6B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60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E762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60</w:t>
            </w:r>
          </w:p>
        </w:tc>
      </w:tr>
      <w:tr w:rsidR="00C916B1" w:rsidRPr="0009692D" w14:paraId="7A2419DC" w14:textId="77777777" w:rsidTr="0009692D">
        <w:trPr>
          <w:gridAfter w:val="1"/>
          <w:wAfter w:w="171" w:type="dxa"/>
          <w:trHeight w:val="31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64D3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DD17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96D76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по стр.переводах  №№ 63,59,40,54,53,90,98 по боковому напрямку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940A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2190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679D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15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CAFE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15</w:t>
            </w:r>
          </w:p>
        </w:tc>
      </w:tr>
      <w:tr w:rsidR="00C916B1" w:rsidRPr="0009692D" w14:paraId="39860F5F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105E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D62C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3A55E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по з'їздах головних колій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BD3A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380F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8432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4EF8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</w:tr>
      <w:tr w:rsidR="00C916B1" w:rsidRPr="0009692D" w14:paraId="39B75903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8769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B73B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Блок Пост-71 км</w:t>
            </w: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26DE0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По прямому напрямку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DE7A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D54E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FDEB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100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FEB6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</w:tr>
      <w:tr w:rsidR="00C916B1" w:rsidRPr="0009692D" w14:paraId="5B7EAA61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EAC9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F26C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F2337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на боковий напрямок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6D21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79A4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62CF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71E9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</w:tr>
      <w:tr w:rsidR="00C916B1" w:rsidRPr="0009692D" w14:paraId="047C27BE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B254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65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B2E18D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П'ятихатки Стикові - П'ятихатки Південний парк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3AB4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D859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B262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2C13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</w:tr>
      <w:tr w:rsidR="00C916B1" w:rsidRPr="0009692D" w14:paraId="259FA012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D4AB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65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F72847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П'ятихатки Стикові - П'ятихатки Північний парк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1216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AE99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F63A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100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DC5F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</w:tr>
      <w:tr w:rsidR="00C916B1" w:rsidRPr="0009692D" w14:paraId="1AEAADB5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C8D2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F2CD6" w14:textId="7D2C81A3" w:rsidR="00C916B1" w:rsidRPr="0009692D" w:rsidRDefault="0009692D" w:rsidP="0009692D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 xml:space="preserve">             </w:t>
            </w:r>
            <w:r w:rsidR="00C916B1"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 xml:space="preserve">П'ятихатки                      </w:t>
            </w: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805B3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По головних коліях Північного парку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9CE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289C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60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C84E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3D4E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60</w:t>
            </w:r>
          </w:p>
        </w:tc>
      </w:tr>
      <w:tr w:rsidR="00C916B1" w:rsidRPr="0009692D" w14:paraId="7A4EAF8D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6B6C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F72D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6A8C9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приймання та відправлення пасажирських поїздів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5DD5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946E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1A0E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7DBF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</w:tr>
      <w:tr w:rsidR="00C916B1" w:rsidRPr="0009692D" w14:paraId="0624BB82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1BB1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35FC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D7FB9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зі ст.Жовті Води 1 на 1 колію Північного парку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9CBC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B568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34C9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E04A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</w:tr>
      <w:tr w:rsidR="00C916B1" w:rsidRPr="0009692D" w14:paraId="15039B05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A18F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D3C3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BB418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по з'їздах головних колій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8B35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4FA6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72D8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AE51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</w:tr>
      <w:tr w:rsidR="00C916B1" w:rsidRPr="0009692D" w14:paraId="0BADF469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EC55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6639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86E48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крім по з'їздах 2-4,33-35,51-53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B776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F990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F9F9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AB7E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</w:tr>
      <w:tr w:rsidR="00C916B1" w:rsidRPr="0009692D" w14:paraId="51C18CE8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60B6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F5AA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5D7BD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на бокові прийм.-відправні колії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25F6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2C1E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6237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C91C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</w:tr>
      <w:tr w:rsidR="00C916B1" w:rsidRPr="0009692D" w14:paraId="4E49D367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785A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F750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9055F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по колях №№ 4,5 Північного парку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0156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309F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2C71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D70B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</w:tr>
      <w:tr w:rsidR="00C916B1" w:rsidRPr="0009692D" w14:paraId="7F2F0973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FF5B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65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C2BC36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П'ятихатки - Железнякове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B1CB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9673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8A8A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B837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</w:tr>
      <w:tr w:rsidR="00C916B1" w:rsidRPr="0009692D" w14:paraId="4C9690C2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A7AD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65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973989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 xml:space="preserve">П'ятихатки - 84 км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715C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B91C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3ECA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120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9FA5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</w:tr>
      <w:tr w:rsidR="00C916B1" w:rsidRPr="0009692D" w14:paraId="0BBCAFE3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C4D8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65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77E35A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85 км - Железняково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9D85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CBFE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A829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100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FCE5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</w:tr>
      <w:tr w:rsidR="00C916B1" w:rsidRPr="0009692D" w14:paraId="7E0A831D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452B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65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D6C3C7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89 км пк 7 - 8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155B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28F6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70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3FE4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F4C9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</w:tr>
      <w:tr w:rsidR="0009692D" w:rsidRPr="0009692D" w14:paraId="269DFA69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4E133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202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F84BE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Железнякове</w:t>
            </w:r>
          </w:p>
          <w:p w14:paraId="58D426B8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  <w:p w14:paraId="5DDE3570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  <w:p w14:paraId="30B4E64D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  <w:p w14:paraId="7750507E" w14:textId="26F3DEEE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CF26C" w14:textId="77777777" w:rsidR="0009692D" w:rsidRPr="0009692D" w:rsidRDefault="0009692D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 головна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D14CA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37761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79096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2CE37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-</w:t>
            </w:r>
          </w:p>
        </w:tc>
      </w:tr>
      <w:tr w:rsidR="0009692D" w:rsidRPr="0009692D" w14:paraId="144BA3CF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C4D3D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202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BCE64" w14:textId="2DA0CF5A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992C3" w14:textId="77777777" w:rsidR="0009692D" w:rsidRPr="0009692D" w:rsidRDefault="0009692D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 головна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04B22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F40C7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4DB92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100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8629A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</w:tr>
      <w:tr w:rsidR="0009692D" w:rsidRPr="0009692D" w14:paraId="490B9109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80B66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202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A21AB" w14:textId="63E1A433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A8040" w14:textId="77777777" w:rsidR="0009692D" w:rsidRPr="0009692D" w:rsidRDefault="0009692D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По пр.-відпр. коліях №№ 3, 4, 5, 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6FD00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4DC77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A979F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7992A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</w:tr>
      <w:tr w:rsidR="0009692D" w:rsidRPr="0009692D" w14:paraId="47DA96FA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02114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  <w:p w14:paraId="5BC7E9A0" w14:textId="55F1E4A4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202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A736C" w14:textId="101E8EAE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44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AB6F8" w14:textId="77777777" w:rsidR="0009692D" w:rsidRPr="0009692D" w:rsidRDefault="0009692D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По стр. пер. по боковому напрямку на колії № 3, 4, 5, 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A45E5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8617E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10FFD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F486F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</w:tr>
      <w:tr w:rsidR="0009692D" w:rsidRPr="0009692D" w14:paraId="01CE565F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EC7B1" w14:textId="6204013B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202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FA718" w14:textId="4A3A1DB4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4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A1CBD" w14:textId="77777777" w:rsidR="0009692D" w:rsidRPr="0009692D" w:rsidRDefault="0009692D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По з'їздах між головними коліями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D2A0B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2C85A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D1529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1B875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</w:tr>
      <w:tr w:rsidR="00C916B1" w:rsidRPr="0009692D" w14:paraId="6D03100F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4235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65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CE6F2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Железняково - Вільногірськ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4CC0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4C50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82B5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100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445B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</w:tr>
      <w:tr w:rsidR="00C916B1" w:rsidRPr="0009692D" w14:paraId="1F938406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C117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6484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Вільногірськ</w:t>
            </w: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0EF3E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 головна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6F0C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F87D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B078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C26A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-</w:t>
            </w:r>
          </w:p>
        </w:tc>
      </w:tr>
      <w:tr w:rsidR="00C916B1" w:rsidRPr="0009692D" w14:paraId="6FFF631B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CAC3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802F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59151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 головна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4D25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69F5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B7B8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100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E1F3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</w:tr>
      <w:tr w:rsidR="00C916B1" w:rsidRPr="0009692D" w14:paraId="0C377307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9E78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36B3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5535B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По пр.-відпр. коліях № 4, 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BA83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238B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7081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F4AD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</w:tr>
      <w:tr w:rsidR="00C916B1" w:rsidRPr="0009692D" w14:paraId="7F05A89B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4814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F467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E6738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По пр.-відпр. коліях  № 3, 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AA71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8C55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880D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37BE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</w:tr>
      <w:tr w:rsidR="00C916B1" w:rsidRPr="0009692D" w14:paraId="69ABCD74" w14:textId="77777777" w:rsidTr="0009692D">
        <w:trPr>
          <w:gridAfter w:val="1"/>
          <w:wAfter w:w="171" w:type="dxa"/>
          <w:trHeight w:val="330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23D7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DD5E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4C60F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По стр. пер. по боковому напрямку на колії № 4, 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EE29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6F2E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2398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6ACB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</w:tr>
      <w:tr w:rsidR="00C916B1" w:rsidRPr="0009692D" w14:paraId="6C654351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5BC2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0C67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9AA9A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По з'їздах між головними коліями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2AFB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BA3D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88CE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1423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</w:tr>
      <w:tr w:rsidR="00C916B1" w:rsidRPr="0009692D" w14:paraId="7788D49E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45B7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65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C57A0A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Вільногірськ - Верхівцево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77FA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87E4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189D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120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1D65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</w:tr>
      <w:tr w:rsidR="00C916B1" w:rsidRPr="0009692D" w14:paraId="58303724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1ABC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65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36FCC7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крім по кривих 114 км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C4D3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9FDA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5F4D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90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EED3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60</w:t>
            </w:r>
          </w:p>
        </w:tc>
      </w:tr>
      <w:tr w:rsidR="00C916B1" w:rsidRPr="0009692D" w14:paraId="3642B84A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0553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65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910EF9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 xml:space="preserve">                       115 км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8159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0FEF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35ED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B499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60</w:t>
            </w:r>
          </w:p>
        </w:tc>
      </w:tr>
      <w:tr w:rsidR="0009692D" w:rsidRPr="0009692D" w14:paraId="56FA4E0A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E1C69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  <w:p w14:paraId="6764D2B1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  <w:p w14:paraId="21F3B562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  <w:p w14:paraId="1D82255A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  <w:p w14:paraId="24DFC2BE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  <w:p w14:paraId="373EACB8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  <w:p w14:paraId="7A74E36F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  <w:p w14:paraId="73FBE33F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  <w:p w14:paraId="2149E53E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  <w:p w14:paraId="2AEC5105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  <w:p w14:paraId="46ECE9F5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  <w:p w14:paraId="09D83E3D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  <w:p w14:paraId="47D862A8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  <w:p w14:paraId="38A4BC96" w14:textId="534D9F39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2029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B1E62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Верхівцево</w:t>
            </w:r>
          </w:p>
          <w:p w14:paraId="0DF96D7F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  <w:p w14:paraId="34EA5716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  <w:p w14:paraId="1D1BB871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  <w:p w14:paraId="4B7F8B89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  <w:p w14:paraId="7718E15B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  <w:p w14:paraId="108A510E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  <w:p w14:paraId="72AB5A87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  <w:p w14:paraId="32BCE8E7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  <w:p w14:paraId="143FA323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  <w:p w14:paraId="6862388C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  <w:p w14:paraId="41C40689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  <w:p w14:paraId="183B7E31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  <w:p w14:paraId="3D64D373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  <w:p w14:paraId="6010BEB6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  <w:p w14:paraId="4241DCEF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  <w:p w14:paraId="20F3BDC6" w14:textId="77777777" w:rsidR="0009692D" w:rsidRPr="0009692D" w:rsidRDefault="0009692D" w:rsidP="0009692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Верхівцево</w:t>
            </w:r>
          </w:p>
          <w:p w14:paraId="22E387D5" w14:textId="73C58B1F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EB8D8" w14:textId="77777777" w:rsidR="0009692D" w:rsidRPr="0009692D" w:rsidRDefault="0009692D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lastRenderedPageBreak/>
              <w:t>по 4 головній колії від СП №1 до СП № 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5EE5E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652F5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60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94D6E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C594A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-</w:t>
            </w:r>
          </w:p>
        </w:tc>
      </w:tr>
      <w:tr w:rsidR="0009692D" w:rsidRPr="0009692D" w14:paraId="00DD5956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0AD86" w14:textId="08CE78C5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202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DC9FD" w14:textId="2FB5F601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AE6B9" w14:textId="77777777" w:rsidR="0009692D" w:rsidRPr="0009692D" w:rsidRDefault="0009692D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по 2 головній колії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20BB2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75FE3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67876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60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7F70C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60</w:t>
            </w:r>
          </w:p>
        </w:tc>
      </w:tr>
      <w:tr w:rsidR="0009692D" w:rsidRPr="0009692D" w14:paraId="0558B95C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8E0C7" w14:textId="08A0E01F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202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41666" w14:textId="29B87C3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C1FC4" w14:textId="77777777" w:rsidR="0009692D" w:rsidRPr="0009692D" w:rsidRDefault="0009692D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по 3 головній колії ( транзитний 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BA4CE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E3D63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60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5F4E7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1182A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-</w:t>
            </w:r>
          </w:p>
        </w:tc>
      </w:tr>
      <w:tr w:rsidR="0009692D" w:rsidRPr="0009692D" w14:paraId="335A2579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BB771" w14:textId="438A4B8F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202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94CA9" w14:textId="38A1062A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EA45F" w14:textId="77777777" w:rsidR="0009692D" w:rsidRPr="0009692D" w:rsidRDefault="0009692D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Пас. парк по пр.-відпр. колії №1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49418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256C7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7E616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2B301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</w:tr>
      <w:tr w:rsidR="0009692D" w:rsidRPr="0009692D" w14:paraId="6F6BD273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C7351" w14:textId="2BC7BD2C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202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0B489" w14:textId="7ADBD680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A9189" w14:textId="77777777" w:rsidR="0009692D" w:rsidRPr="0009692D" w:rsidRDefault="0009692D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Пас. парк по пр.-відпр. коліях № 5, 6, 7, 8, 9, 10, 11, 12, 13, 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DFD3A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86659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B3ABA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8B59B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</w:tr>
      <w:tr w:rsidR="0009692D" w:rsidRPr="0009692D" w14:paraId="3A03110F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56923" w14:textId="3F52E570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202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F11CC" w14:textId="6A71698F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A8DC9" w14:textId="77777777" w:rsidR="0009692D" w:rsidRPr="0009692D" w:rsidRDefault="0009692D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Парк відпр. по пр.-відпр. коліях № 1, 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E2738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368F6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E6222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7981A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</w:tr>
      <w:tr w:rsidR="0009692D" w:rsidRPr="0009692D" w14:paraId="3019C29A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250C8" w14:textId="3D9C349A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202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1C473" w14:textId="46140419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A47AB" w14:textId="77777777" w:rsidR="0009692D" w:rsidRPr="0009692D" w:rsidRDefault="0009692D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Парк відпр. по пр.-відпр. коліях № 3, 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C476E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D3EC6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DF67E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5FAF8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</w:tr>
      <w:tr w:rsidR="0009692D" w:rsidRPr="0009692D" w14:paraId="3E463FC4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B64DC" w14:textId="7400F6E0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20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940BC" w14:textId="13DAC11E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4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54CF5" w14:textId="77777777" w:rsidR="0009692D" w:rsidRPr="0009692D" w:rsidRDefault="0009692D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Парк відпр. по пр.-відпр. коліях № 4, 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6129E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51967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15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C74BC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15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734ED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15</w:t>
            </w:r>
          </w:p>
        </w:tc>
      </w:tr>
      <w:tr w:rsidR="0009692D" w:rsidRPr="0009692D" w14:paraId="20678B99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9099D" w14:textId="71F82409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20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2837B" w14:textId="0C5D71A4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4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AEF69" w14:textId="77777777" w:rsidR="0009692D" w:rsidRPr="0009692D" w:rsidRDefault="0009692D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Парк прибуття по пр.-відпр. коліях № 1, 2, 3, 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F4E03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08BC7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F1E18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25F88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</w:tr>
      <w:tr w:rsidR="0009692D" w:rsidRPr="0009692D" w14:paraId="4766C2B7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31FFC" w14:textId="57EB5B20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20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ED140" w14:textId="703E58BE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4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E61C4" w14:textId="77777777" w:rsidR="0009692D" w:rsidRPr="0009692D" w:rsidRDefault="0009692D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Парк прибуття по пр.-відпр. колії №  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943B1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6AC94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763FD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3998F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</w:tr>
      <w:tr w:rsidR="0009692D" w:rsidRPr="0009692D" w14:paraId="39FA8DB1" w14:textId="77777777" w:rsidTr="0009692D">
        <w:trPr>
          <w:gridAfter w:val="1"/>
          <w:wAfter w:w="171" w:type="dxa"/>
          <w:trHeight w:val="270"/>
        </w:trPr>
        <w:tc>
          <w:tcPr>
            <w:tcW w:w="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8B00F" w14:textId="63B447E9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20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71787" w14:textId="169DC5F3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4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E54FC" w14:textId="77777777" w:rsidR="0009692D" w:rsidRPr="0009692D" w:rsidRDefault="0009692D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По стр. № 2, 4, 14, 20 по прямому напрямку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F1134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3C091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F8239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38ED0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-</w:t>
            </w:r>
          </w:p>
        </w:tc>
      </w:tr>
      <w:tr w:rsidR="0009692D" w:rsidRPr="0009692D" w14:paraId="65C81238" w14:textId="77777777" w:rsidTr="0009692D">
        <w:trPr>
          <w:gridAfter w:val="1"/>
          <w:wAfter w:w="171" w:type="dxa"/>
          <w:trHeight w:val="315"/>
        </w:trPr>
        <w:tc>
          <w:tcPr>
            <w:tcW w:w="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A87C1" w14:textId="7F471E9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20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6E9C2" w14:textId="2C7D008E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4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26781" w14:textId="77777777" w:rsidR="0009692D" w:rsidRPr="0009692D" w:rsidRDefault="0009692D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По стр. № 72,74,76,78,90,92,122,124,81,71,73  по боковому напрямку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9AA43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5AEF3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55540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46232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</w:tr>
      <w:tr w:rsidR="0009692D" w:rsidRPr="0009692D" w14:paraId="525DCC1E" w14:textId="77777777" w:rsidTr="0009692D">
        <w:trPr>
          <w:gridAfter w:val="1"/>
          <w:wAfter w:w="171" w:type="dxa"/>
          <w:trHeight w:val="330"/>
        </w:trPr>
        <w:tc>
          <w:tcPr>
            <w:tcW w:w="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FEA6D" w14:textId="6103E1A3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20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129A5" w14:textId="400F3CEE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774D0" w14:textId="77777777" w:rsidR="0009692D" w:rsidRPr="0009692D" w:rsidRDefault="0009692D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По стр. пер. по боковому напрямку на колії пасажирського парку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9092F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21DB3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A3CC2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9CB6D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</w:tr>
      <w:tr w:rsidR="0009692D" w:rsidRPr="0009692D" w14:paraId="236F67FB" w14:textId="77777777" w:rsidTr="0009692D">
        <w:trPr>
          <w:gridAfter w:val="1"/>
          <w:wAfter w:w="171" w:type="dxa"/>
          <w:trHeight w:val="300"/>
        </w:trPr>
        <w:tc>
          <w:tcPr>
            <w:tcW w:w="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C8B96" w14:textId="7CB9623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20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400E4" w14:textId="1C512BB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2E6FF" w14:textId="77777777" w:rsidR="0009692D" w:rsidRPr="0009692D" w:rsidRDefault="0009692D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По з'їздах між головними коліями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49901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EA970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6DAA4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EC52E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</w:tr>
      <w:tr w:rsidR="00C916B1" w:rsidRPr="0009692D" w14:paraId="08292C10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4BBD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65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D5D3CE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Верхівцево - Верхньодніпровськ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B7D5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48E4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4316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120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8524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</w:tr>
      <w:tr w:rsidR="00C916B1" w:rsidRPr="0009692D" w14:paraId="409D44AF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C1E9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DF98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Верхньодніпровськ</w:t>
            </w: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A306C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 головна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04F3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AC7D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26AE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C4FC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-</w:t>
            </w:r>
          </w:p>
        </w:tc>
      </w:tr>
      <w:tr w:rsidR="00C916B1" w:rsidRPr="0009692D" w14:paraId="26D0D52F" w14:textId="77777777" w:rsidTr="0009692D">
        <w:trPr>
          <w:gridAfter w:val="1"/>
          <w:wAfter w:w="171" w:type="dxa"/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0BAA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6552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E0FB1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 головна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CAE3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3BD8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A0A6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100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EEE8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</w:tr>
      <w:tr w:rsidR="00C916B1" w:rsidRPr="0009692D" w14:paraId="0A37D832" w14:textId="77777777" w:rsidTr="0009692D">
        <w:trPr>
          <w:gridAfter w:val="1"/>
          <w:wAfter w:w="171" w:type="dxa"/>
          <w:trHeight w:val="330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F2B6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0617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7C64F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По пр.-відпр. коліях № 3, 4,  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F817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697F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16BA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B959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</w:tr>
      <w:tr w:rsidR="00C916B1" w:rsidRPr="0009692D" w14:paraId="19728967" w14:textId="77777777" w:rsidTr="0009692D">
        <w:trPr>
          <w:gridAfter w:val="1"/>
          <w:wAfter w:w="171" w:type="dxa"/>
          <w:trHeight w:val="28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DAB1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867C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2AE90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8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6"/>
                <w:szCs w:val="18"/>
                <w:lang w:val="uk-UA" w:eastAsia="ru-RU"/>
              </w:rPr>
              <w:t>По стр. пер. по боковому напрямку на колії № 3, 4, 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F9FA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CC59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5690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C1C3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</w:tr>
      <w:tr w:rsidR="00C916B1" w:rsidRPr="0009692D" w14:paraId="48771647" w14:textId="77777777" w:rsidTr="0009692D">
        <w:trPr>
          <w:gridAfter w:val="1"/>
          <w:wAfter w:w="171" w:type="dxa"/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DE2B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FB6C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42639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По з'їздах між головними коліями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B0D1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1B73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DC79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FB2B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</w:tr>
      <w:tr w:rsidR="00C916B1" w:rsidRPr="0009692D" w14:paraId="5DC08BE6" w14:textId="77777777" w:rsidTr="0009692D">
        <w:trPr>
          <w:gridAfter w:val="1"/>
          <w:wAfter w:w="171" w:type="dxa"/>
          <w:trHeight w:val="31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E83C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65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33196E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Верхньодніпровськ - Воскобійня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34F2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05BD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11F2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100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5DEC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</w:tr>
      <w:tr w:rsidR="00833F8B" w:rsidRPr="0009692D" w14:paraId="3B86094D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3F050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202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CBAF9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Воскобійня</w:t>
            </w:r>
          </w:p>
          <w:p w14:paraId="303DCE81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  <w:p w14:paraId="7DE70D44" w14:textId="71498828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4F299" w14:textId="77777777" w:rsidR="00833F8B" w:rsidRPr="0009692D" w:rsidRDefault="00833F8B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По 3 та 6 головних коліях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BAC08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35737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5CE8A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100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1841B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</w:tr>
      <w:tr w:rsidR="00833F8B" w:rsidRPr="0009692D" w14:paraId="6A0E2188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FB4CD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202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7F08A" w14:textId="3B1A1823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3D6B1" w14:textId="77777777" w:rsidR="00833F8B" w:rsidRPr="0009692D" w:rsidRDefault="00833F8B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По 4  головній колії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0282F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24B6C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4387E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7ED79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</w:tr>
      <w:tr w:rsidR="00833F8B" w:rsidRPr="0009692D" w14:paraId="6A1E3F46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7DA8E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  <w:p w14:paraId="04F833A9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  <w:p w14:paraId="40E2851B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  <w:p w14:paraId="3B2951DF" w14:textId="4D1924D0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202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6AE54" w14:textId="6CED54F3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AAFF2" w14:textId="77777777" w:rsidR="00833F8B" w:rsidRPr="0009692D" w:rsidRDefault="00833F8B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По  5 головній колії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CB22D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C4B53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2AD55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06B39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</w:tr>
      <w:tr w:rsidR="00833F8B" w:rsidRPr="0009692D" w14:paraId="370E34FF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E4AE8" w14:textId="2CB13415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202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C5E08" w14:textId="016D28B6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011C8" w14:textId="77777777" w:rsidR="00833F8B" w:rsidRPr="0009692D" w:rsidRDefault="00833F8B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По пр.-відпр. колії № 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6D3F6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E67F3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6981D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66B46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</w:tr>
      <w:tr w:rsidR="00833F8B" w:rsidRPr="0009692D" w14:paraId="2696DB42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3E8F0" w14:textId="25D36F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202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C11E9" w14:textId="3B0AFDFF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7DF80" w14:textId="77777777" w:rsidR="00833F8B" w:rsidRPr="0009692D" w:rsidRDefault="00833F8B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По пр.-відпр. колії № 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612C2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A6D79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6A25C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F705F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</w:tr>
      <w:tr w:rsidR="00833F8B" w:rsidRPr="0009692D" w14:paraId="572A884D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63870" w14:textId="6BBA4E2A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202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FE2C6" w14:textId="31C1CFB9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BA7B7" w14:textId="77777777" w:rsidR="00833F8B" w:rsidRPr="0009692D" w:rsidRDefault="00833F8B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По стр. пер. по боковому напрямку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DCC87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C47F5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17804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60E96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</w:tr>
      <w:tr w:rsidR="00833F8B" w:rsidRPr="0009692D" w14:paraId="606FBB4A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BDCD3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202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33EE0" w14:textId="154C1F54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0085D" w14:textId="77777777" w:rsidR="00833F8B" w:rsidRPr="0009692D" w:rsidRDefault="00833F8B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По з'їздах між головними коліями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DD4B1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55C59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49832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FBC83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</w:tr>
      <w:tr w:rsidR="00C916B1" w:rsidRPr="0009692D" w14:paraId="050177C8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0ED9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651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5755F4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Воскобійня - Дніпродзержинськ-пас.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94FE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B17B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A071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100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E28D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</w:tr>
      <w:tr w:rsidR="00C916B1" w:rsidRPr="0009692D" w14:paraId="48AD3710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CE58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65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DF77BE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крім 143 км пк 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170D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3BB0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70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A04B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36A9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</w:tr>
      <w:tr w:rsidR="00C916B1" w:rsidRPr="0009692D" w14:paraId="229D24F5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6459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8977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Дніпродзержинськ-пас.</w:t>
            </w: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74909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По головних коліях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9967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E35E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70DF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100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F091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</w:tr>
      <w:tr w:rsidR="00C916B1" w:rsidRPr="0009692D" w14:paraId="4230DE08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F7DE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D076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15B53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По пр.-відпр. колії №3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955D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F1F6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392E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7400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</w:tr>
      <w:tr w:rsidR="00C916B1" w:rsidRPr="0009692D" w14:paraId="2633BA89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2B24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EDBD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44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46C80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По стр. пер. по боковому напрямку на колію № 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3101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E096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C226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02BF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</w:tr>
      <w:tr w:rsidR="00C916B1" w:rsidRPr="0009692D" w14:paraId="62CDC670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7F3C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65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F3915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Дніпродзержинськ - Баглій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DD22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37E0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7A3F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100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9520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</w:tr>
      <w:tr w:rsidR="00C916B1" w:rsidRPr="0009692D" w14:paraId="26EFEDF3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2B15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202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A641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Баглій</w:t>
            </w:r>
          </w:p>
        </w:tc>
        <w:tc>
          <w:tcPr>
            <w:tcW w:w="44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DDDFA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по 2 гол колії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9BF0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319A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D1EC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100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16D0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</w:tr>
      <w:tr w:rsidR="00C916B1" w:rsidRPr="0009692D" w14:paraId="5B9C9552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83F7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202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6CCC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448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B02B9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по 1 гол колії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46CE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2401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0B2D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9430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</w:tr>
      <w:tr w:rsidR="00C916B1" w:rsidRPr="0009692D" w14:paraId="45B5AED8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9436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202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CA83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448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EAE08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по з'їздах 14-16, 26-28, 64-66, 45-41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7578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4A73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08B8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6898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</w:tr>
      <w:tr w:rsidR="00C916B1" w:rsidRPr="0009692D" w14:paraId="5B35B82A" w14:textId="77777777" w:rsidTr="0009692D">
        <w:trPr>
          <w:gridAfter w:val="1"/>
          <w:wAfter w:w="171" w:type="dxa"/>
          <w:trHeight w:val="270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168E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2A7A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448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7B3C6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при прийманні і відправленні всіх поїздів зі ст.  Дніпродзержинськ на 4 колію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88C8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493A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046E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BF2F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</w:tr>
      <w:tr w:rsidR="00C916B1" w:rsidRPr="0009692D" w14:paraId="0DBCE9AA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6FE9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1F72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448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40050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на бокові приймально-відправні колії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CF92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ED27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DDB4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212E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</w:tr>
      <w:tr w:rsidR="00C916B1" w:rsidRPr="0009692D" w14:paraId="6C6ACD53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CD0E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65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C65BCC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Баглій - Сухачівка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C77F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2931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2F10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100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5F23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</w:tr>
      <w:tr w:rsidR="00C916B1" w:rsidRPr="0009692D" w14:paraId="0E009CB6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3C7B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173F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Сухачівка</w:t>
            </w:r>
          </w:p>
        </w:tc>
        <w:tc>
          <w:tcPr>
            <w:tcW w:w="44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9FB29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по 1 гол колії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50B1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852B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A280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D429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</w:tr>
      <w:tr w:rsidR="00C916B1" w:rsidRPr="0009692D" w14:paraId="5B835D55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89D5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9581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448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6493E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по 2 гол колії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4C14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71D3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8230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100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4231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</w:tr>
      <w:tr w:rsidR="00C916B1" w:rsidRPr="0009692D" w14:paraId="36FCFD3B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06B4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F939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448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E3F80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по 3 гол колії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7197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9EAB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60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D3BB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60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8331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60</w:t>
            </w:r>
          </w:p>
        </w:tc>
      </w:tr>
      <w:tr w:rsidR="00C916B1" w:rsidRPr="0009692D" w14:paraId="2179C558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B8E4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E55C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448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E2D55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по 6 гол колії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DCE8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8D0C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F5ED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6C03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</w:tr>
      <w:tr w:rsidR="00C916B1" w:rsidRPr="0009692D" w14:paraId="672BBEE7" w14:textId="77777777" w:rsidTr="0009692D">
        <w:trPr>
          <w:gridAfter w:val="1"/>
          <w:wAfter w:w="171" w:type="dxa"/>
          <w:trHeight w:val="28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48B1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8240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448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B0F5C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При прийманні і відправленні всіх поїздів зі ст. Карнаухівка на 6 колію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92F2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22F1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4D22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0063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</w:tr>
      <w:tr w:rsidR="00C916B1" w:rsidRPr="0009692D" w14:paraId="2E272A84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789F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4D81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448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1F05F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У східній горловині приймання на 5, 6 колії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F517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4293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E738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2093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</w:tr>
      <w:tr w:rsidR="00C916B1" w:rsidRPr="0009692D" w14:paraId="2E970F2D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6C6A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F86B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448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05ECA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по з'їзду 13 - 15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167B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3B1F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F213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9A4E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</w:tr>
      <w:tr w:rsidR="00C916B1" w:rsidRPr="0009692D" w14:paraId="5B8E66C3" w14:textId="77777777" w:rsidTr="0009692D">
        <w:trPr>
          <w:gridAfter w:val="1"/>
          <w:wAfter w:w="171" w:type="dxa"/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DF71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DA4C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448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6EB03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відправлення і приймання всіх поїздів з 3 гол колії через стр пер № 30, 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2BCF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71DC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E25E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1A54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</w:tr>
      <w:tr w:rsidR="00C916B1" w:rsidRPr="0009692D" w14:paraId="3C4F7EFE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93C1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3958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448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D0F79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відправлення з 10 колії через стр переводи № 1,3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784A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9B40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BEF1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140C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</w:tr>
      <w:tr w:rsidR="00C916B1" w:rsidRPr="0009692D" w14:paraId="2FFB598D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7A88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9C74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448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E75B0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по з'їзду 35 - 37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5AFB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1C91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CE64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BFB7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</w:tr>
      <w:tr w:rsidR="00C916B1" w:rsidRPr="0009692D" w14:paraId="7E78F090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7551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7DED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448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BF01C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на бокові приймально-відправні колії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7497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B797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0568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5242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</w:tr>
      <w:tr w:rsidR="00C916B1" w:rsidRPr="0009692D" w14:paraId="5C717A81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1C2F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0707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Пост 175 км</w:t>
            </w:r>
          </w:p>
        </w:tc>
        <w:tc>
          <w:tcPr>
            <w:tcW w:w="448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85C8E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по прямому напрямку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37D2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59C5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B4E4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100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60A9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</w:tr>
      <w:tr w:rsidR="00C916B1" w:rsidRPr="0009692D" w14:paraId="2F99DB41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5886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F5DB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448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C18F1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по боковому напрямку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5A40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174A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5370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C29B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</w:tr>
      <w:tr w:rsidR="00C916B1" w:rsidRPr="0009692D" w14:paraId="44A51094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D0AC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65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145189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Сухачівка - Діївка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8C04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6010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2F03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100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74DE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</w:tr>
      <w:tr w:rsidR="00C916B1" w:rsidRPr="0009692D" w14:paraId="5BF314FC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9E04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65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9EA371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175 км - Сухачівка для непарних поїздів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10C1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A2A6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A371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100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F6C1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</w:tr>
      <w:tr w:rsidR="00C916B1" w:rsidRPr="0009692D" w14:paraId="47EB0205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8E4D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65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EF9EB1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крім по кривих   180 пк 3-6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7A19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E63D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9D87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3575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</w:tr>
      <w:tr w:rsidR="00833F8B" w:rsidRPr="0009692D" w14:paraId="640EBF1B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949F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85662" w14:textId="29F42B08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4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6E7E3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по головних коліях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AB3B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DAC4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6109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7DFB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</w:tr>
      <w:tr w:rsidR="00833F8B" w:rsidRPr="0009692D" w14:paraId="39E8D81B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6553D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2029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FA3CE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  <w:p w14:paraId="5F7C07CD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  <w:p w14:paraId="344427F4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  <w:p w14:paraId="35BD855F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  <w:p w14:paraId="42B25D29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Діївка</w:t>
            </w:r>
          </w:p>
          <w:p w14:paraId="4FACCAF4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  <w:p w14:paraId="32F2E369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  <w:p w14:paraId="2B0AF4C9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  <w:p w14:paraId="74A39217" w14:textId="77777777" w:rsidR="0009692D" w:rsidRPr="0009692D" w:rsidRDefault="0009692D" w:rsidP="0009692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lastRenderedPageBreak/>
              <w:t>Діївка</w:t>
            </w:r>
          </w:p>
          <w:p w14:paraId="67C0C43F" w14:textId="5E5D7AFD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4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35A2D7" w14:textId="77777777" w:rsidR="00833F8B" w:rsidRPr="0009692D" w:rsidRDefault="00833F8B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lastRenderedPageBreak/>
              <w:t>181 пк 6 (стр пер 23)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4F8E8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DBE37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706F8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70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31A68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70</w:t>
            </w:r>
          </w:p>
        </w:tc>
      </w:tr>
      <w:tr w:rsidR="00833F8B" w:rsidRPr="0009692D" w14:paraId="79B0A876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A0ABA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  <w:p w14:paraId="08CA55DE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  <w:p w14:paraId="554CE663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  <w:p w14:paraId="022F3B69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  <w:p w14:paraId="34B752DC" w14:textId="6906DDA5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202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28D99" w14:textId="5FA926BA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44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F11F5" w14:textId="77777777" w:rsidR="00833F8B" w:rsidRPr="0009692D" w:rsidRDefault="00833F8B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 xml:space="preserve">по 3 головній колії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0A2B8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F47F5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8570C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0476C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</w:tr>
      <w:tr w:rsidR="00833F8B" w:rsidRPr="0009692D" w14:paraId="4D98BE09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BB9D8" w14:textId="6142B0EB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202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55A6D" w14:textId="5C7050A2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4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AE1F7" w14:textId="77777777" w:rsidR="00833F8B" w:rsidRPr="0009692D" w:rsidRDefault="00833F8B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східна горловина 2 гол колії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B7674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C230C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95435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70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04EB8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70</w:t>
            </w:r>
          </w:p>
        </w:tc>
      </w:tr>
      <w:tr w:rsidR="00833F8B" w:rsidRPr="0009692D" w14:paraId="40CA2DE3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F4D43" w14:textId="365219CE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202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3F60F" w14:textId="19B5FC20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4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35486" w14:textId="77777777" w:rsidR="00833F8B" w:rsidRPr="0009692D" w:rsidRDefault="00833F8B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З'їзд 7-9, 49-51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E5F90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4F636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63E39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DEAEC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</w:tr>
      <w:tr w:rsidR="00833F8B" w:rsidRPr="0009692D" w14:paraId="4998499D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F2240" w14:textId="51C616E3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202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1C15A" w14:textId="520DB2DB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44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353D6" w14:textId="77777777" w:rsidR="00833F8B" w:rsidRPr="0009692D" w:rsidRDefault="00833F8B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відправлення, приймання з 4,6 колій через стр перевід № 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43726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470C4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6DF60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44D5B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</w:tr>
      <w:tr w:rsidR="00833F8B" w:rsidRPr="0009692D" w14:paraId="71F96742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CF6A8" w14:textId="0F05A6ED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202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F7715" w14:textId="2324660F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4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81168" w14:textId="77777777" w:rsidR="00833F8B" w:rsidRPr="0009692D" w:rsidRDefault="00833F8B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З'їзд 4-2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0A622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26103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070E8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82C53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</w:tr>
      <w:tr w:rsidR="00833F8B" w:rsidRPr="0009692D" w14:paraId="0D6F147C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B399A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lastRenderedPageBreak/>
              <w:t> </w:t>
            </w:r>
          </w:p>
        </w:tc>
        <w:tc>
          <w:tcPr>
            <w:tcW w:w="2029" w:type="dxa"/>
            <w:gridSpan w:val="2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D8EB4" w14:textId="4CC8F57D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448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86D5B" w14:textId="77777777" w:rsidR="00833F8B" w:rsidRPr="0009692D" w:rsidRDefault="00833F8B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по тупикових коліях №№ 7,8,10,11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7E6FD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57B30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15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39CE7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15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73A29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15</w:t>
            </w:r>
          </w:p>
        </w:tc>
      </w:tr>
      <w:tr w:rsidR="00833F8B" w:rsidRPr="0009692D" w14:paraId="36EA0F75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18780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lastRenderedPageBreak/>
              <w:t> </w:t>
            </w:r>
          </w:p>
        </w:tc>
        <w:tc>
          <w:tcPr>
            <w:tcW w:w="202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82B05" w14:textId="52C7F021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448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7197D" w14:textId="77777777" w:rsidR="00833F8B" w:rsidRPr="0009692D" w:rsidRDefault="00833F8B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приймання і відправлення по колії № 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98C81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FFE45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A4288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72E5A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</w:tr>
      <w:tr w:rsidR="00833F8B" w:rsidRPr="0009692D" w14:paraId="1A9840B4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FD066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202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AAB2E" w14:textId="5F89F5B9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4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5BA30" w14:textId="77777777" w:rsidR="00833F8B" w:rsidRPr="0009692D" w:rsidRDefault="00833F8B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на бокові приймально-відправні колії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478F0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05D30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3D7A7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4D3A5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</w:tr>
      <w:tr w:rsidR="00C916B1" w:rsidRPr="0009692D" w14:paraId="186714BD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6F21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65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B30944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Діївка - Горяїнове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7618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53A2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3E5C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100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291F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</w:tr>
      <w:tr w:rsidR="00C916B1" w:rsidRPr="0009692D" w14:paraId="57062F95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3663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65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C5E1E4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крім по кривих  181 км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7B65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B825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365A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90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F4D5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</w:tr>
      <w:tr w:rsidR="00C916B1" w:rsidRPr="0009692D" w14:paraId="28441B29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C5D7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65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798AA0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 xml:space="preserve">                        182 км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7D60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B4D7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8D16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58B0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</w:tr>
      <w:tr w:rsidR="00C916B1" w:rsidRPr="0009692D" w14:paraId="246513EC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2B89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65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00DB70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 xml:space="preserve">                        182 пк 1-4  км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F3C5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9C71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7AB2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CC88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</w:tr>
      <w:tr w:rsidR="00C916B1" w:rsidRPr="0009692D" w14:paraId="1E4BE3D3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9FF6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7F4D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Горяїнове</w:t>
            </w:r>
          </w:p>
        </w:tc>
        <w:tc>
          <w:tcPr>
            <w:tcW w:w="44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A02C7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по головних коліях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9583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9501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70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1E7E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90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A848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</w:tr>
      <w:tr w:rsidR="00C916B1" w:rsidRPr="0009692D" w14:paraId="53A2F7D0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FDDE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004D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448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66880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по 3 головній колії: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3B96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CD2D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1C9A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1674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</w:tr>
      <w:tr w:rsidR="00C916B1" w:rsidRPr="0009692D" w14:paraId="77BA0849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9C02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E617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448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E6B12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в непарній горловині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E850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14DC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60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0CF8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60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5ABB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60</w:t>
            </w:r>
          </w:p>
        </w:tc>
      </w:tr>
      <w:tr w:rsidR="00C916B1" w:rsidRPr="0009692D" w14:paraId="46FBCF6D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CD32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E4C8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448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A8F16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в парній горловині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03A1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1BBA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7F49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E39C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</w:tr>
      <w:tr w:rsidR="00C916B1" w:rsidRPr="0009692D" w14:paraId="2512E136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168A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8C9A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448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BDBBD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З'їзд 6-8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9A89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68FC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607E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AF20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</w:tr>
      <w:tr w:rsidR="00C916B1" w:rsidRPr="0009692D" w14:paraId="01143764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6AE1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130D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448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AD649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З'їзд 4-2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B7AE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59A6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014C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A60E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</w:tr>
      <w:tr w:rsidR="00C916B1" w:rsidRPr="0009692D" w14:paraId="0223C94A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DB71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5DD4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448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7A03A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на бокові приймально-відправні колії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A8EF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B4E8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1799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2BE8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</w:tr>
      <w:tr w:rsidR="00C916B1" w:rsidRPr="0009692D" w14:paraId="698F4D46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DCEC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65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21CF22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Горяїнове - Дніпропетровськ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40FF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61F1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2DE4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100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6942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</w:tr>
      <w:tr w:rsidR="00833F8B" w:rsidRPr="0009692D" w14:paraId="21BEE6AF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468D9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202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A1FF9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Дніпропетровськ</w:t>
            </w:r>
          </w:p>
          <w:p w14:paraId="45F0CE29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  <w:p w14:paraId="0D870E53" w14:textId="421CB6C4" w:rsidR="007C3DDF" w:rsidRPr="0009692D" w:rsidRDefault="007C3DDF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44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D3031" w14:textId="77777777" w:rsidR="00833F8B" w:rsidRPr="0009692D" w:rsidRDefault="00833F8B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13 головна колія (непарна)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E7774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98B0F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60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8AA45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90198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60</w:t>
            </w:r>
          </w:p>
        </w:tc>
      </w:tr>
      <w:tr w:rsidR="00833F8B" w:rsidRPr="0009692D" w14:paraId="408422F0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47F79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202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B0BC4" w14:textId="0A14DFCB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448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F2AA1" w14:textId="77777777" w:rsidR="00833F8B" w:rsidRPr="0009692D" w:rsidRDefault="00833F8B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в західній горловині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346D2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0A216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60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6D786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6E5A2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60</w:t>
            </w:r>
          </w:p>
        </w:tc>
      </w:tr>
      <w:tr w:rsidR="00833F8B" w:rsidRPr="0009692D" w14:paraId="332ACA51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D15AD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202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55913" w14:textId="0CC790C8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448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715D5" w14:textId="77777777" w:rsidR="00833F8B" w:rsidRPr="0009692D" w:rsidRDefault="00833F8B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187 км пк 9 - 188 км пк 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D3D62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8AA80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1B86E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60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D3C31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</w:tr>
      <w:tr w:rsidR="00833F8B" w:rsidRPr="0009692D" w14:paraId="3B87C50E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046D7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202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A6F8A" w14:textId="7E42378D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448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5B4E8" w14:textId="77777777" w:rsidR="00833F8B" w:rsidRPr="0009692D" w:rsidRDefault="00833F8B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у східній горловині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A15D3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42EEC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50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8E375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AE389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</w:tr>
      <w:tr w:rsidR="00833F8B" w:rsidRPr="0009692D" w14:paraId="58C3554D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F6C19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202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2D5E6" w14:textId="078E93A0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448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491BA" w14:textId="77777777" w:rsidR="00833F8B" w:rsidRPr="0009692D" w:rsidRDefault="00833F8B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по 4 головній колії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756C0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7D6D8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A072B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1C945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</w:tr>
      <w:tr w:rsidR="00833F8B" w:rsidRPr="0009692D" w14:paraId="30682C3B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CC353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  <w:p w14:paraId="28DE0B30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  <w:p w14:paraId="69600794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  <w:p w14:paraId="240F9C1F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  <w:p w14:paraId="58AC40EA" w14:textId="05E5258F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202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337F5" w14:textId="503DB41C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448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6A1E0" w14:textId="77777777" w:rsidR="00833F8B" w:rsidRPr="0009692D" w:rsidRDefault="00833F8B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в західній горловині (187 пк 9 - 189 пк 6)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CC91E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C6D52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AD282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60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A9879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60</w:t>
            </w:r>
          </w:p>
        </w:tc>
      </w:tr>
      <w:tr w:rsidR="00833F8B" w:rsidRPr="0009692D" w14:paraId="52D33808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597D8" w14:textId="5A5535C6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202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F0D16" w14:textId="64961994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448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5FA1B" w14:textId="77777777" w:rsidR="00833F8B" w:rsidRPr="0009692D" w:rsidRDefault="00833F8B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у східній горловині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8B3F9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D5351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207A4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50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C07C6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50</w:t>
            </w:r>
          </w:p>
        </w:tc>
      </w:tr>
      <w:tr w:rsidR="00833F8B" w:rsidRPr="0009692D" w14:paraId="73A1934D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9638D" w14:textId="1252E13A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202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CC721" w14:textId="47E8D983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4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00B97" w14:textId="77777777" w:rsidR="00833F8B" w:rsidRPr="0009692D" w:rsidRDefault="00833F8B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відправлення з 2,3 колій на 4 гол колію через стр пер № 43,39,35/37,11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96816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AF1BB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84F54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80C6D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</w:tr>
      <w:tr w:rsidR="00833F8B" w:rsidRPr="0009692D" w14:paraId="776BD6BB" w14:textId="77777777" w:rsidTr="0009692D">
        <w:trPr>
          <w:gridAfter w:val="1"/>
          <w:wAfter w:w="171" w:type="dxa"/>
          <w:trHeight w:val="765"/>
        </w:trPr>
        <w:tc>
          <w:tcPr>
            <w:tcW w:w="4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CEBC8" w14:textId="5B3E69BD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202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E2668" w14:textId="2C25135A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44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439F3" w14:textId="77777777" w:rsidR="00833F8B" w:rsidRPr="0009692D" w:rsidRDefault="00833F8B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в західній горловині прийманні і відправлення вантажних поїздів на 9 приймально-відправну колію від стр пер № 2 через стр перев №  158, 20а, 52, 72, 54 до стр пер 102 включно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FF4C5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E0D11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84DC5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C5D80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</w:tr>
      <w:tr w:rsidR="00833F8B" w:rsidRPr="0009692D" w14:paraId="7102D933" w14:textId="77777777" w:rsidTr="0009692D">
        <w:trPr>
          <w:gridAfter w:val="1"/>
          <w:wAfter w:w="171" w:type="dxa"/>
          <w:trHeight w:val="765"/>
        </w:trPr>
        <w:tc>
          <w:tcPr>
            <w:tcW w:w="44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9BEF6" w14:textId="16CCD1D8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202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FED76" w14:textId="763884A9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448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598B6" w14:textId="77777777" w:rsidR="00833F8B" w:rsidRPr="0009692D" w:rsidRDefault="00833F8B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в західниій горловині приймання всіх вантажних поїздів з парної головної колії на 9 приймально-відправну колію від стр пер № 70 через стр пер 72,54,102 до стр пер № 76 включно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07DF2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C8242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DF38C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505F9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</w:tr>
      <w:tr w:rsidR="00833F8B" w:rsidRPr="0009692D" w14:paraId="4457415D" w14:textId="77777777" w:rsidTr="0009692D">
        <w:trPr>
          <w:gridAfter w:val="1"/>
          <w:wAfter w:w="171" w:type="dxa"/>
          <w:trHeight w:val="510"/>
        </w:trPr>
        <w:tc>
          <w:tcPr>
            <w:tcW w:w="4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8506E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  <w:p w14:paraId="7A128EDC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  <w:p w14:paraId="34FF745A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  <w:p w14:paraId="471F5FDC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  <w:p w14:paraId="19AD597C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  <w:p w14:paraId="2A4EA65E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  <w:p w14:paraId="15537F21" w14:textId="26512018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202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0C35F" w14:textId="085DA8E2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448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3D7B3" w14:textId="77777777" w:rsidR="00833F8B" w:rsidRPr="0009692D" w:rsidRDefault="00833F8B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в західній горловині приймання всіх парних поїздів з парної головної колії від стр пер 114 на 1,2,3,5,6,7 приймально-відправні колії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6ACBD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DD024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6A3C3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52989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</w:tr>
      <w:tr w:rsidR="00833F8B" w:rsidRPr="0009692D" w14:paraId="40D1F001" w14:textId="77777777" w:rsidTr="0009692D">
        <w:trPr>
          <w:gridAfter w:val="1"/>
          <w:wAfter w:w="171" w:type="dxa"/>
          <w:trHeight w:val="585"/>
        </w:trPr>
        <w:tc>
          <w:tcPr>
            <w:tcW w:w="4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36965" w14:textId="0FF32ED5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202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F3504" w14:textId="4A53BFEA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448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18E73" w14:textId="77777777" w:rsidR="00833F8B" w:rsidRPr="0009692D" w:rsidRDefault="00833F8B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в західній горловині  приймання і відправлення всіх поїздів від стр пер № 2 через стр пер №№ 158,20а,52,54,72,102,104,116,134,138  на 5,6,7 колії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2D43A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4A398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4AEB3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ED082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</w:tr>
      <w:tr w:rsidR="00833F8B" w:rsidRPr="0009692D" w14:paraId="33DE87EE" w14:textId="77777777" w:rsidTr="0009692D">
        <w:trPr>
          <w:gridAfter w:val="1"/>
          <w:wAfter w:w="171" w:type="dxa"/>
          <w:trHeight w:val="270"/>
        </w:trPr>
        <w:tc>
          <w:tcPr>
            <w:tcW w:w="4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13C0A" w14:textId="7C9415AC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202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93821" w14:textId="6B02500F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4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B246C" w14:textId="77777777" w:rsidR="00833F8B" w:rsidRPr="0009692D" w:rsidRDefault="00833F8B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з'їзд 20 - 20а, стр пер 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14CA8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6819A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6D01B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A6982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</w:tr>
      <w:tr w:rsidR="00833F8B" w:rsidRPr="0009692D" w14:paraId="75641801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177EB" w14:textId="2F91CB88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202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276FE" w14:textId="577DD954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44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BDB97" w14:textId="77777777" w:rsidR="00833F8B" w:rsidRPr="0009692D" w:rsidRDefault="00833F8B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з'їзд 118 - 120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43096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8A05E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D00A0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DE918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</w:tr>
      <w:tr w:rsidR="00833F8B" w:rsidRPr="0009692D" w14:paraId="49C2A025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9D9D9" w14:textId="46840B08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202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71A7E" w14:textId="5A62DD22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448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04A9D" w14:textId="77777777" w:rsidR="00833F8B" w:rsidRPr="0009692D" w:rsidRDefault="00833F8B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стр пер № 2 на бік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B1FA9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A59D5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50624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94AAD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</w:tr>
      <w:tr w:rsidR="00833F8B" w:rsidRPr="0009692D" w14:paraId="2B9D0629" w14:textId="77777777" w:rsidTr="0009692D">
        <w:trPr>
          <w:gridAfter w:val="1"/>
          <w:wAfter w:w="171" w:type="dxa"/>
          <w:trHeight w:val="510"/>
        </w:trPr>
        <w:tc>
          <w:tcPr>
            <w:tcW w:w="4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6885A" w14:textId="2B5E95FF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202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9C787" w14:textId="3F6186F6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4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84FEC" w14:textId="77777777" w:rsidR="00833F8B" w:rsidRPr="0009692D" w:rsidRDefault="00833F8B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в західній горловині відправлення і приймання вантажних поїздів з 17,18,19,20 приймально-відправних колій на 3 головну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EEE52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9949C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6EFD4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B529D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</w:tr>
      <w:tr w:rsidR="00833F8B" w:rsidRPr="0009692D" w14:paraId="775DB2EA" w14:textId="77777777" w:rsidTr="0009692D">
        <w:trPr>
          <w:gridAfter w:val="1"/>
          <w:wAfter w:w="171" w:type="dxa"/>
          <w:trHeight w:val="510"/>
        </w:trPr>
        <w:tc>
          <w:tcPr>
            <w:tcW w:w="4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2246B" w14:textId="2DB32C75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202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BE852" w14:textId="1281C03B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4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C8EA0" w14:textId="77777777" w:rsidR="00833F8B" w:rsidRPr="0009692D" w:rsidRDefault="00833F8B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у східній горловині відправлення вантажних парних поїздів з 15 по 20 колій на міст № 5 через стр пер № 61/63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834C5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D163A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A7ACE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604AA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15</w:t>
            </w:r>
          </w:p>
        </w:tc>
      </w:tr>
      <w:tr w:rsidR="0009692D" w:rsidRPr="0009692D" w14:paraId="3DA123E8" w14:textId="77777777" w:rsidTr="0009692D">
        <w:trPr>
          <w:gridAfter w:val="1"/>
          <w:wAfter w:w="171" w:type="dxa"/>
          <w:trHeight w:val="510"/>
        </w:trPr>
        <w:tc>
          <w:tcPr>
            <w:tcW w:w="4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F8523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  <w:p w14:paraId="60A5ADF2" w14:textId="2E834B22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202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F0F54" w14:textId="0DB3F5F8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448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BF15F" w14:textId="77777777" w:rsidR="0009692D" w:rsidRPr="0009692D" w:rsidRDefault="0009692D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у східній горловині приймання і відправлення всіх вантажних поїздів з і на 14 колію міст № 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7738D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897E1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75A4B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FDAFF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</w:tr>
      <w:tr w:rsidR="0009692D" w:rsidRPr="0009692D" w14:paraId="436C73E3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B48C1" w14:textId="6722067B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202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30D47" w14:textId="77803D13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4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10541" w14:textId="77777777" w:rsidR="0009692D" w:rsidRPr="0009692D" w:rsidRDefault="0009692D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на інших бокових приймально-відправних коліях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36BC0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98D21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7DF70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3AB39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</w:tr>
      <w:tr w:rsidR="00833F8B" w:rsidRPr="0009692D" w14:paraId="301C03BA" w14:textId="77777777" w:rsidTr="0009692D">
        <w:trPr>
          <w:gridAfter w:val="1"/>
          <w:wAfter w:w="171" w:type="dxa"/>
          <w:trHeight w:val="510"/>
        </w:trPr>
        <w:tc>
          <w:tcPr>
            <w:tcW w:w="4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00AC6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  <w:p w14:paraId="074A1963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  <w:p w14:paraId="40BC9B12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  <w:p w14:paraId="32A69E90" w14:textId="1E95CC8B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202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12E74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пост Амур</w:t>
            </w:r>
          </w:p>
          <w:p w14:paraId="6EAFEBAF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  <w:p w14:paraId="6DF186B7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  <w:p w14:paraId="3D1DBEA6" w14:textId="65CA1B21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44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7B2F5" w14:textId="77777777" w:rsidR="00833F8B" w:rsidRPr="0009692D" w:rsidRDefault="00833F8B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непарна колія: від 191 км пк 6 до 192 км включно</w:t>
            </w: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br/>
              <w:t>191 км пк 4-5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933E0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100</w:t>
            </w: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br/>
              <w:t>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7EE2B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br/>
              <w:t>60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8C0A2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2FEF6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</w:tr>
      <w:tr w:rsidR="00833F8B" w:rsidRPr="0009692D" w14:paraId="0DE17394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7C0AD" w14:textId="7A7D11C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202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778FA" w14:textId="1AC60A98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448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8D746" w14:textId="77777777" w:rsidR="00833F8B" w:rsidRPr="0009692D" w:rsidRDefault="00833F8B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парна колія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78B12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F0815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5DF9A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100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FE5D8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</w:tr>
      <w:tr w:rsidR="00833F8B" w:rsidRPr="0009692D" w14:paraId="7F1D0B4C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B9BA8" w14:textId="7ADD62CA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202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F39EC" w14:textId="267CA529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4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DEDEB" w14:textId="77777777" w:rsidR="00833F8B" w:rsidRPr="0009692D" w:rsidRDefault="00833F8B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 xml:space="preserve">колія 3 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D52BE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C4553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C5632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39C3A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</w:tr>
      <w:tr w:rsidR="00833F8B" w:rsidRPr="0009692D" w14:paraId="708D769F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76596" w14:textId="6C1F52DD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2029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0F274" w14:textId="4CF213D4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448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20024" w14:textId="77777777" w:rsidR="00833F8B" w:rsidRPr="0009692D" w:rsidRDefault="00833F8B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з'їзди 1а-5а, 3а - 5а, 4а - 6а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C412A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CCB29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ADB1B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47445" w14:textId="77777777" w:rsidR="00833F8B" w:rsidRPr="0009692D" w:rsidRDefault="00833F8B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</w:tr>
      <w:tr w:rsidR="00C916B1" w:rsidRPr="0009692D" w14:paraId="750F8B56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C9FD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C81C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448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B6937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з'їзд 2а - 6а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0261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31D2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202E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58E4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</w:tr>
      <w:tr w:rsidR="00C916B1" w:rsidRPr="0009692D" w14:paraId="23F90EB8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14AC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65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7E2A07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Дніпропетровськ - Нижньодніпровськ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F2CE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9818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A6D4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100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E61C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</w:tr>
      <w:tr w:rsidR="00C916B1" w:rsidRPr="0009692D" w14:paraId="1A36D82E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6680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0F34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Нижньодніпровськ</w:t>
            </w:r>
          </w:p>
        </w:tc>
        <w:tc>
          <w:tcPr>
            <w:tcW w:w="44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21A32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непарна колія:  у східній горловині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3F8D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DE93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60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86A6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6A43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</w:tr>
      <w:tr w:rsidR="00C916B1" w:rsidRPr="0009692D" w14:paraId="68C83F97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01C6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E5E0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448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A1EBE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193, 194 км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A1D9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DF70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ACB5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7B5D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</w:tr>
      <w:tr w:rsidR="00C916B1" w:rsidRPr="0009692D" w14:paraId="5B11E265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C642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A7C3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448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C1A3A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стр пер № 10 (193 км пк 7) парна колія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7118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7C4C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3E4C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70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B5BE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70</w:t>
            </w:r>
          </w:p>
        </w:tc>
      </w:tr>
      <w:tr w:rsidR="00C916B1" w:rsidRPr="0009692D" w14:paraId="55C43864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7142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C353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4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26928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парна колія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8E5D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65FC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5BDC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100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F06C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</w:tr>
      <w:tr w:rsidR="0009692D" w:rsidRPr="0009692D" w14:paraId="4A96E1A0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A343C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lastRenderedPageBreak/>
              <w:t> </w:t>
            </w:r>
          </w:p>
          <w:p w14:paraId="0D329B6C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  <w:p w14:paraId="6981257F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  <w:p w14:paraId="63B43954" w14:textId="1A8859DF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2029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555C1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  <w:p w14:paraId="22A79A11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  <w:p w14:paraId="12CE468F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Нижньодніпровськ</w:t>
            </w:r>
          </w:p>
          <w:p w14:paraId="14084607" w14:textId="0E75A143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448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32D59" w14:textId="77777777" w:rsidR="0009692D" w:rsidRPr="0009692D" w:rsidRDefault="0009692D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по ІІІ гол колії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F68A8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EA6C9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15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137DF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15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95176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15</w:t>
            </w:r>
          </w:p>
        </w:tc>
      </w:tr>
      <w:tr w:rsidR="0009692D" w:rsidRPr="0009692D" w14:paraId="0BFB5150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A9516" w14:textId="24DE9801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202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63E4A" w14:textId="5F8F4E22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4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079CB" w14:textId="77777777" w:rsidR="0009692D" w:rsidRPr="0009692D" w:rsidRDefault="0009692D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по ІХ, ІХа головних коліях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D4393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64EA4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3ED87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C28F0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</w:tr>
      <w:tr w:rsidR="0009692D" w:rsidRPr="0009692D" w14:paraId="0FEB0C06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B2089" w14:textId="48BBC5DA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202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C03A1" w14:textId="37157929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44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42BDA" w14:textId="77777777" w:rsidR="0009692D" w:rsidRPr="0009692D" w:rsidRDefault="0009692D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стр пер № 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3277C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E78FE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483E9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5611A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</w:tr>
      <w:tr w:rsidR="0009692D" w:rsidRPr="0009692D" w14:paraId="4B88369E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8F308" w14:textId="1E3AD830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2029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0643A" w14:textId="1FFD1E36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448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1FB9B" w14:textId="77777777" w:rsidR="0009692D" w:rsidRPr="0009692D" w:rsidRDefault="0009692D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приймання вантажних поїздів зі ст Нижньодніпровськ Пристань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E50F0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3C2AF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06F98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5E0A7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</w:tr>
      <w:tr w:rsidR="00C916B1" w:rsidRPr="0009692D" w14:paraId="007488DF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41DF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E936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448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8B360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приймання всіх поїздів через стр пер 12 на 8 колію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63A2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0A5B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1E08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15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06C3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15</w:t>
            </w:r>
          </w:p>
        </w:tc>
      </w:tr>
      <w:tr w:rsidR="00C916B1" w:rsidRPr="0009692D" w14:paraId="3C5E345D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3957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A213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4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933A7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на бокові приймально-відправні колії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F68B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225C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F9F2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A6C6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</w:tr>
      <w:tr w:rsidR="00C916B1" w:rsidRPr="0009692D" w14:paraId="16D5131D" w14:textId="77777777" w:rsidTr="0009692D">
        <w:trPr>
          <w:gridAfter w:val="1"/>
          <w:wAfter w:w="171" w:type="dxa"/>
          <w:trHeight w:val="28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0BB86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6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E922D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Нижньодніпровськ - Нижньодніпровськ --Вузол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A8FC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9BCE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1937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100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2D4A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</w:tr>
      <w:tr w:rsidR="00C916B1" w:rsidRPr="0009692D" w14:paraId="36A2C42D" w14:textId="77777777" w:rsidTr="0009692D">
        <w:trPr>
          <w:gridAfter w:val="1"/>
          <w:wAfter w:w="171" w:type="dxa"/>
          <w:trHeight w:val="270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4B108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6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C618CE" w14:textId="77777777" w:rsidR="00C916B1" w:rsidRPr="0009692D" w:rsidRDefault="00C916B1" w:rsidP="00C916B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крім по кривих:    197 км ПК 9-10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28A2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AC28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80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660A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7DBA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</w:tr>
      <w:tr w:rsidR="00C916B1" w:rsidRPr="0009692D" w14:paraId="5BDDBC2D" w14:textId="77777777" w:rsidTr="0009692D">
        <w:trPr>
          <w:gridAfter w:val="1"/>
          <w:wAfter w:w="171" w:type="dxa"/>
          <w:trHeight w:val="270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4CCDC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6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7E7C65" w14:textId="77777777" w:rsidR="00C916B1" w:rsidRPr="0009692D" w:rsidRDefault="00C916B1" w:rsidP="00C916B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 xml:space="preserve">                           198 км ПК 6 - 9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6FE4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54CC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80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FFCA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BBA7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</w:tr>
      <w:tr w:rsidR="00C916B1" w:rsidRPr="0009692D" w14:paraId="561232BE" w14:textId="77777777" w:rsidTr="0009692D">
        <w:trPr>
          <w:gridAfter w:val="1"/>
          <w:wAfter w:w="171" w:type="dxa"/>
          <w:trHeight w:val="270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88ECB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6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E885D" w14:textId="77777777" w:rsidR="00C916B1" w:rsidRPr="0009692D" w:rsidRDefault="00C916B1" w:rsidP="00C916B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 xml:space="preserve">                           198 км ПК 10 - 199 км ПК 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24E1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AE7B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60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8B1D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AAAA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</w:tr>
      <w:tr w:rsidR="00C916B1" w:rsidRPr="0009692D" w14:paraId="5DB43D3F" w14:textId="77777777" w:rsidTr="0009692D">
        <w:trPr>
          <w:gridAfter w:val="1"/>
          <w:wAfter w:w="171" w:type="dxa"/>
          <w:trHeight w:val="270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318DF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6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1F5E78" w14:textId="77777777" w:rsidR="00C916B1" w:rsidRPr="0009692D" w:rsidRDefault="00C916B1" w:rsidP="00C916B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 xml:space="preserve">                           197 км ПК 2 -10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80E7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FC23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ADA2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85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EDA2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80</w:t>
            </w:r>
          </w:p>
        </w:tc>
      </w:tr>
      <w:tr w:rsidR="00C916B1" w:rsidRPr="0009692D" w14:paraId="15FBFEFD" w14:textId="77777777" w:rsidTr="0009692D">
        <w:trPr>
          <w:gridAfter w:val="1"/>
          <w:wAfter w:w="171" w:type="dxa"/>
          <w:trHeight w:val="270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9E785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6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7CB039" w14:textId="77777777" w:rsidR="00C916B1" w:rsidRPr="0009692D" w:rsidRDefault="00C916B1" w:rsidP="00C916B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 xml:space="preserve">                           198 км  ПК 1 - 3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1612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83AC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4C86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50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9E46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50</w:t>
            </w:r>
          </w:p>
        </w:tc>
      </w:tr>
      <w:tr w:rsidR="00C916B1" w:rsidRPr="0009692D" w14:paraId="3989E442" w14:textId="77777777" w:rsidTr="0009692D">
        <w:trPr>
          <w:gridAfter w:val="1"/>
          <w:wAfter w:w="171" w:type="dxa"/>
          <w:trHeight w:val="270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71F2E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6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8023DE" w14:textId="77777777" w:rsidR="00C916B1" w:rsidRPr="0009692D" w:rsidRDefault="00C916B1" w:rsidP="00C916B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 xml:space="preserve">                           199 км ПК 1 - 2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CCC0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CBE6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056C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80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E957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80</w:t>
            </w:r>
          </w:p>
        </w:tc>
      </w:tr>
      <w:tr w:rsidR="00C916B1" w:rsidRPr="0009692D" w14:paraId="7FB376CF" w14:textId="77777777" w:rsidTr="0009692D">
        <w:trPr>
          <w:gridAfter w:val="1"/>
          <w:wAfter w:w="171" w:type="dxa"/>
          <w:trHeight w:val="270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06778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6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23DDFD" w14:textId="77777777" w:rsidR="00C916B1" w:rsidRPr="0009692D" w:rsidRDefault="00C916B1" w:rsidP="00C916B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 xml:space="preserve">                           200 км ПК 4 - 9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8276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D456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B90B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70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B038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70</w:t>
            </w:r>
          </w:p>
        </w:tc>
      </w:tr>
      <w:tr w:rsidR="0009692D" w:rsidRPr="0009692D" w14:paraId="2EA983F9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1CD73" w14:textId="23CF1470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202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36C01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  <w:p w14:paraId="6033620A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  <w:p w14:paraId="2E450741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  <w:p w14:paraId="2934187D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  <w:p w14:paraId="4E9C3F03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  <w:p w14:paraId="5B2A3A7E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  <w:p w14:paraId="7E12DCE5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  <w:p w14:paraId="34B13753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  <w:p w14:paraId="0DA447D8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  <w:p w14:paraId="7264D107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  <w:p w14:paraId="4BB807B6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  <w:p w14:paraId="6E0CC16F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  <w:p w14:paraId="114F37A3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  <w:p w14:paraId="271611E0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  <w:p w14:paraId="14B897EB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  <w:p w14:paraId="08A8C82C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  <w:p w14:paraId="4E14037F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  <w:p w14:paraId="70D6EBDC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  <w:p w14:paraId="00235721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  <w:p w14:paraId="66D2385F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  <w:p w14:paraId="29C974DF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  <w:p w14:paraId="30956781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  <w:p w14:paraId="6EB08731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  <w:p w14:paraId="053F6003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  <w:p w14:paraId="02FF5798" w14:textId="77777777" w:rsidR="006310B4" w:rsidRPr="0009692D" w:rsidRDefault="006310B4" w:rsidP="006310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Нижньодніпровськ-Вузол</w:t>
            </w:r>
          </w:p>
          <w:p w14:paraId="6B52F448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  <w:p w14:paraId="687259E7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  <w:p w14:paraId="05EFD467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  <w:p w14:paraId="5CB432F5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  <w:p w14:paraId="0813BC0C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  <w:p w14:paraId="7821C011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  <w:p w14:paraId="41D256B8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  <w:p w14:paraId="3D55A523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  <w:p w14:paraId="19AD16D2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  <w:p w14:paraId="2051275F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  <w:p w14:paraId="64601A03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  <w:p w14:paraId="55D2CF43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  <w:p w14:paraId="136625F1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  <w:p w14:paraId="50CA57E8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  <w:p w14:paraId="70867904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  <w:p w14:paraId="71DD8F07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  <w:p w14:paraId="5BC4F40E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  <w:p w14:paraId="2DD3A84F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  <w:p w14:paraId="2BECB5C4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  <w:p w14:paraId="3305FC97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  <w:p w14:paraId="07B80546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  <w:p w14:paraId="39AF0ECB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  <w:p w14:paraId="0BD75CB6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  <w:p w14:paraId="600C7939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  <w:p w14:paraId="59936802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  <w:p w14:paraId="0709E893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  <w:p w14:paraId="222C0CB2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  <w:p w14:paraId="0EEFD279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  <w:p w14:paraId="216A1C37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  <w:p w14:paraId="7EC91C8E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  <w:p w14:paraId="045964BB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  <w:p w14:paraId="44E90372" w14:textId="77777777" w:rsidR="0009692D" w:rsidRPr="0009692D" w:rsidRDefault="0009692D" w:rsidP="0009692D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  <w:p w14:paraId="7D9B3273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  <w:p w14:paraId="45EB5772" w14:textId="77777777" w:rsidR="0009692D" w:rsidRPr="0009692D" w:rsidRDefault="0009692D" w:rsidP="0009692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Нижньодніпровськ-Вузол</w:t>
            </w:r>
          </w:p>
          <w:p w14:paraId="4B937E22" w14:textId="7A65A3E0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AB185" w14:textId="77777777" w:rsidR="0009692D" w:rsidRPr="0009692D" w:rsidRDefault="0009692D" w:rsidP="00C916B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lastRenderedPageBreak/>
              <w:t>Південна сторона:по І голов.колії: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92CFB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F8827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71A61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BEFC0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 </w:t>
            </w:r>
          </w:p>
        </w:tc>
      </w:tr>
      <w:tr w:rsidR="0009692D" w:rsidRPr="0009692D" w14:paraId="44AB02C7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8BE99" w14:textId="6806B4DC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202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4D6EF" w14:textId="44DA310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6897C" w14:textId="77777777" w:rsidR="0009692D" w:rsidRPr="0009692D" w:rsidRDefault="0009692D" w:rsidP="00C916B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від вхідного сигналу ЧД до стр.№ 4 (197ПК4-197ПК10)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51ADC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44854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7B9A0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85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8F34F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80</w:t>
            </w:r>
          </w:p>
        </w:tc>
      </w:tr>
      <w:tr w:rsidR="0009692D" w:rsidRPr="0009692D" w14:paraId="3B860C2E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6677A" w14:textId="668283B9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202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CB5B1" w14:textId="00287782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3499B" w14:textId="77777777" w:rsidR="0009692D" w:rsidRPr="0009692D" w:rsidRDefault="0009692D" w:rsidP="00C916B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від стр.№ 4 до стр.№ 26 197пк10 -198км пк 3 R -300,330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B6DFE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762F8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C98B0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60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A748D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60</w:t>
            </w:r>
          </w:p>
        </w:tc>
      </w:tr>
      <w:tr w:rsidR="0009692D" w:rsidRPr="0009692D" w14:paraId="48B7986F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E1B14" w14:textId="665E52F6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202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183FE" w14:textId="3C658F1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163D0" w14:textId="77777777" w:rsidR="0009692D" w:rsidRPr="0009692D" w:rsidRDefault="0009692D" w:rsidP="00C916B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від стр.№ 26 до сигналу Ч ІІ 201км пк 6 R-500,450 h-30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F19C7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C9A64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BE9E3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80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87118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60</w:t>
            </w:r>
          </w:p>
        </w:tc>
      </w:tr>
      <w:tr w:rsidR="0009692D" w:rsidRPr="0009692D" w14:paraId="3F43AA3D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FB7AF" w14:textId="74AC56A2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202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69ADA" w14:textId="5086B91E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F74B6" w14:textId="77777777" w:rsidR="0009692D" w:rsidRPr="0009692D" w:rsidRDefault="0009692D" w:rsidP="00C916B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По з'їзду 36-38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D49F4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AD554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6E07E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80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F079A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80</w:t>
            </w:r>
          </w:p>
        </w:tc>
      </w:tr>
      <w:tr w:rsidR="0009692D" w:rsidRPr="0009692D" w14:paraId="14D47254" w14:textId="77777777" w:rsidTr="0009692D">
        <w:trPr>
          <w:gridAfter w:val="1"/>
          <w:wAfter w:w="171" w:type="dxa"/>
          <w:trHeight w:val="285"/>
        </w:trPr>
        <w:tc>
          <w:tcPr>
            <w:tcW w:w="4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6B36A" w14:textId="3ED879DE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202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DA766" w14:textId="700251A8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BCF3E" w14:textId="77777777" w:rsidR="0009692D" w:rsidRPr="0009692D" w:rsidRDefault="0009692D" w:rsidP="00C916B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від сигналу Ч ІІ до сигналу Н 4 202км пк 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A5989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9B8B5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FCCB9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70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DAE4B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70</w:t>
            </w:r>
          </w:p>
        </w:tc>
      </w:tr>
      <w:tr w:rsidR="0009692D" w:rsidRPr="0009692D" w14:paraId="723AC826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2B664" w14:textId="2B184BCE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202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BE4CE" w14:textId="5E5B8F9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5A1CF" w14:textId="77777777" w:rsidR="0009692D" w:rsidRPr="0009692D" w:rsidRDefault="0009692D" w:rsidP="00C916B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крім по стр. переводах № 336,344,294 п. “Є” (по  прям. напрямку)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D3620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23EBF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DE60D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100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F5132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80</w:t>
            </w:r>
          </w:p>
        </w:tc>
      </w:tr>
      <w:tr w:rsidR="0009692D" w:rsidRPr="0009692D" w14:paraId="6B5463E2" w14:textId="77777777" w:rsidTr="0009692D">
        <w:trPr>
          <w:gridAfter w:val="1"/>
          <w:wAfter w:w="171" w:type="dxa"/>
          <w:trHeight w:val="285"/>
        </w:trPr>
        <w:tc>
          <w:tcPr>
            <w:tcW w:w="4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D439A" w14:textId="268B8E3D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202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75712" w14:textId="2B5E8633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40522" w14:textId="77777777" w:rsidR="0009692D" w:rsidRPr="0009692D" w:rsidRDefault="0009692D" w:rsidP="00C916B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По боковому напр. стр. переводів № 336,344,294 п. “Є”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5E103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62401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01420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100B2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40</w:t>
            </w:r>
          </w:p>
        </w:tc>
      </w:tr>
      <w:tr w:rsidR="0009692D" w:rsidRPr="0009692D" w14:paraId="1B75370D" w14:textId="77777777" w:rsidTr="0009692D">
        <w:trPr>
          <w:gridAfter w:val="1"/>
          <w:wAfter w:w="171" w:type="dxa"/>
          <w:trHeight w:val="540"/>
        </w:trPr>
        <w:tc>
          <w:tcPr>
            <w:tcW w:w="4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8D049" w14:textId="6C74B1F3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202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B4BAC" w14:textId="49C8ACC2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2E670" w14:textId="77777777" w:rsidR="0009692D" w:rsidRPr="0009692D" w:rsidRDefault="0009692D" w:rsidP="00C916B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 xml:space="preserve">Перевід з І гол. колії на ІІ гол. та зі сторони ІІ гол. колії на І гол. через з’їзди </w:t>
            </w: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br/>
              <w:t>74-76, 68-70 (сигнали Ч І М, Ч ІІ М)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F5889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477BB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2136E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03C47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40</w:t>
            </w:r>
          </w:p>
        </w:tc>
      </w:tr>
      <w:tr w:rsidR="0009692D" w:rsidRPr="0009692D" w14:paraId="0EA8685B" w14:textId="77777777" w:rsidTr="0009692D">
        <w:trPr>
          <w:gridAfter w:val="1"/>
          <w:wAfter w:w="171" w:type="dxa"/>
          <w:trHeight w:val="510"/>
        </w:trPr>
        <w:tc>
          <w:tcPr>
            <w:tcW w:w="4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DBD98" w14:textId="3AE48D90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202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F622F" w14:textId="27726ACD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6898E" w14:textId="77777777" w:rsidR="0009692D" w:rsidRPr="0009692D" w:rsidRDefault="0009692D" w:rsidP="00C916B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Перевід з І гол. колії на ІІ гол. та зі сторони ІІ гол. колії на І гол. по з’їду 154-156 (сигнал Ч І МЕ)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7D652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5B113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702F7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98822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40</w:t>
            </w:r>
          </w:p>
        </w:tc>
      </w:tr>
      <w:tr w:rsidR="0009692D" w:rsidRPr="0009692D" w14:paraId="097002D9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82307" w14:textId="691CDC1A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202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4B7AE" w14:textId="50FE4F8A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77D08" w14:textId="77777777" w:rsidR="0009692D" w:rsidRPr="0009692D" w:rsidRDefault="0009692D" w:rsidP="00C916B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По бокових пр.- відпр. коліях парків „З” та „Є”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4682F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DA978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B24A1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90BA1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25</w:t>
            </w:r>
          </w:p>
        </w:tc>
      </w:tr>
      <w:tr w:rsidR="0009692D" w:rsidRPr="0009692D" w14:paraId="5E3ECC6C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9ECEA" w14:textId="449F9669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202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29BAF" w14:textId="773EED86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B57C5" w14:textId="77777777" w:rsidR="0009692D" w:rsidRPr="0009692D" w:rsidRDefault="0009692D" w:rsidP="00C916B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Приймання та відправлення в парк “З” та “Є”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3208B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457A1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27AE1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0D6D6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25</w:t>
            </w:r>
          </w:p>
        </w:tc>
      </w:tr>
      <w:tr w:rsidR="0009692D" w:rsidRPr="0009692D" w14:paraId="53138B1F" w14:textId="77777777" w:rsidTr="0009692D">
        <w:trPr>
          <w:gridAfter w:val="1"/>
          <w:wAfter w:w="171" w:type="dxa"/>
          <w:trHeight w:val="315"/>
        </w:trPr>
        <w:tc>
          <w:tcPr>
            <w:tcW w:w="4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52EAA" w14:textId="038E65B4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202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C0B05" w14:textId="28371F4D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FA1CC" w14:textId="77777777" w:rsidR="0009692D" w:rsidRPr="0009692D" w:rsidRDefault="0009692D" w:rsidP="00C916B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Крім по коліях 4,5,6,7,8,9,10 парку «Є»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EE6ED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DE771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4AF9F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22ADF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60</w:t>
            </w:r>
          </w:p>
        </w:tc>
      </w:tr>
      <w:tr w:rsidR="0009692D" w:rsidRPr="0009692D" w14:paraId="5D4B7A37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D037F" w14:textId="2C71DE6A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202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BF3CE" w14:textId="5AC1FFEE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4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5096A" w14:textId="77777777" w:rsidR="0009692D" w:rsidRPr="0009692D" w:rsidRDefault="0009692D" w:rsidP="00C916B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 xml:space="preserve">крім прийм. та відправлення  з 3  колії парку “Є” та по колії № 3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710B6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8CA7E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D1C57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50F5F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15</w:t>
            </w:r>
          </w:p>
        </w:tc>
      </w:tr>
      <w:tr w:rsidR="0009692D" w:rsidRPr="0009692D" w14:paraId="46B91311" w14:textId="77777777" w:rsidTr="0009692D">
        <w:trPr>
          <w:gridAfter w:val="1"/>
          <w:wAfter w:w="171" w:type="dxa"/>
          <w:trHeight w:val="345"/>
        </w:trPr>
        <w:tc>
          <w:tcPr>
            <w:tcW w:w="4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C6D7E" w14:textId="30E918DF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202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148A1" w14:textId="4B71B20B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BF165" w14:textId="77777777" w:rsidR="0009692D" w:rsidRPr="0009692D" w:rsidRDefault="0009692D" w:rsidP="00C916B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По стр. пер. № 286 парку  “Є”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8B6A3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36A4C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15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1D2B5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15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D2F37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15</w:t>
            </w:r>
          </w:p>
        </w:tc>
      </w:tr>
      <w:tr w:rsidR="0009692D" w:rsidRPr="0009692D" w14:paraId="5131F4FD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D54F5" w14:textId="36136E93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202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1166B" w14:textId="756BEF2B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5D16C" w14:textId="77777777" w:rsidR="0009692D" w:rsidRPr="0009692D" w:rsidRDefault="0009692D" w:rsidP="00C916B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Витяжка з колій парку „Д” в парк „Є”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0122D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5F83B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0A588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B31CA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15</w:t>
            </w:r>
          </w:p>
        </w:tc>
      </w:tr>
      <w:tr w:rsidR="0009692D" w:rsidRPr="0009692D" w14:paraId="4A78EAEA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06940" w14:textId="0D81077D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202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27FD6" w14:textId="38181F32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F0870" w14:textId="77777777" w:rsidR="0009692D" w:rsidRPr="0009692D" w:rsidRDefault="0009692D" w:rsidP="00C916B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по коліях парку "Д"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38669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815D4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A3BE4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84416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15</w:t>
            </w:r>
          </w:p>
        </w:tc>
      </w:tr>
      <w:tr w:rsidR="0009692D" w:rsidRPr="0009692D" w14:paraId="4651A994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8F4A4" w14:textId="643CEDB0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202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E050D" w14:textId="681C7CA6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4BCE2" w14:textId="77777777" w:rsidR="0009692D" w:rsidRPr="0009692D" w:rsidRDefault="0009692D" w:rsidP="00C916B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крім: по колії № 20 парку „Д”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EF901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3591B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E2E0F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9D9B5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25</w:t>
            </w:r>
          </w:p>
        </w:tc>
      </w:tr>
      <w:tr w:rsidR="0009692D" w:rsidRPr="0009692D" w14:paraId="6562820A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36EC7" w14:textId="2B877C6D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202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DA43B" w14:textId="1C8576D6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24067" w14:textId="77777777" w:rsidR="0009692D" w:rsidRPr="0009692D" w:rsidRDefault="0009692D" w:rsidP="00C916B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 xml:space="preserve">        по коліях №№ 3,5 парку „Д”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D8883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ABBF1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8E8C9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757DD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40</w:t>
            </w:r>
          </w:p>
        </w:tc>
      </w:tr>
      <w:tr w:rsidR="0009692D" w:rsidRPr="0009692D" w14:paraId="308FA1A5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3A1C9" w14:textId="7AC3B5F9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202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261ED" w14:textId="574C8270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3ACFF" w14:textId="77777777" w:rsidR="0009692D" w:rsidRPr="0009692D" w:rsidRDefault="0009692D" w:rsidP="00C916B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Розпуск з парної гірки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07BB2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612F6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24327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71C90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15</w:t>
            </w:r>
          </w:p>
        </w:tc>
      </w:tr>
      <w:tr w:rsidR="0009692D" w:rsidRPr="0009692D" w14:paraId="42540FA8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90EFC" w14:textId="5A4FC0FC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202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09D6E" w14:textId="406A3D1D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4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47488" w14:textId="77777777" w:rsidR="0009692D" w:rsidRPr="0009692D" w:rsidRDefault="0009692D" w:rsidP="00C916B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Витяжка на парну гірку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74AA4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74920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D1869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E2812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15</w:t>
            </w:r>
          </w:p>
        </w:tc>
      </w:tr>
      <w:tr w:rsidR="0009692D" w:rsidRPr="0009692D" w14:paraId="729AB7AE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9870F" w14:textId="40AB7B82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202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F1AEB" w14:textId="69F2610C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8ACB8" w14:textId="77777777" w:rsidR="0009692D" w:rsidRPr="0009692D" w:rsidRDefault="0009692D" w:rsidP="00C916B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Північна сторона: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6F8B8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07792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7F5E0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08A6A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 </w:t>
            </w:r>
          </w:p>
        </w:tc>
      </w:tr>
      <w:tr w:rsidR="0009692D" w:rsidRPr="0009692D" w14:paraId="24C3087F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590BD" w14:textId="0DADFCA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202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E71B7" w14:textId="22AA63D6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D1ECB" w14:textId="77777777" w:rsidR="0009692D" w:rsidRPr="0009692D" w:rsidRDefault="0009692D" w:rsidP="00C916B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По І гол. колії від сигн НС до  стр пер 160   202 км пк 8 - 199 км пк 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33D1F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CA3E7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80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8C65D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E918F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</w:tr>
      <w:tr w:rsidR="0009692D" w:rsidRPr="0009692D" w14:paraId="3196852A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9B931" w14:textId="66C23EA6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202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26A77" w14:textId="2A172B20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B0CA7" w14:textId="77777777" w:rsidR="0009692D" w:rsidRPr="0009692D" w:rsidRDefault="0009692D" w:rsidP="00C916B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від стр пер 160  до стр пер 158  199 км пк 2 - 198 км пк 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15010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9629C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60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8CA9F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20855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</w:tr>
      <w:tr w:rsidR="0009692D" w:rsidRPr="0009692D" w14:paraId="662F2BA9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F5F64" w14:textId="07A7B3DB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202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B75F1" w14:textId="6AC6998B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866B6" w14:textId="77777777" w:rsidR="0009692D" w:rsidRPr="0009692D" w:rsidRDefault="0009692D" w:rsidP="00C916B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то стр пер 158 до знаку „Границя станції”  198 км пк 9 - 197 км пк 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90485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F4931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80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7C5B4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84941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</w:tr>
      <w:tr w:rsidR="0009692D" w:rsidRPr="0009692D" w14:paraId="0E6D393D" w14:textId="77777777" w:rsidTr="0009692D">
        <w:trPr>
          <w:gridAfter w:val="1"/>
          <w:wAfter w:w="171" w:type="dxa"/>
          <w:trHeight w:val="300"/>
        </w:trPr>
        <w:tc>
          <w:tcPr>
            <w:tcW w:w="4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AE5B6" w14:textId="2CFF50B6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202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B3F7F" w14:textId="525EB121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FD6D0" w14:textId="77777777" w:rsidR="0009692D" w:rsidRPr="0009692D" w:rsidRDefault="0009692D" w:rsidP="00C916B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По  приймально – відправних  коліях парку „І”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09DB6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F3924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0005B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A7A94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</w:tr>
      <w:tr w:rsidR="0009692D" w:rsidRPr="0009692D" w14:paraId="138A1E3F" w14:textId="77777777" w:rsidTr="0009692D">
        <w:trPr>
          <w:gridAfter w:val="1"/>
          <w:wAfter w:w="171" w:type="dxa"/>
          <w:trHeight w:val="300"/>
        </w:trPr>
        <w:tc>
          <w:tcPr>
            <w:tcW w:w="4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998DA" w14:textId="7273C772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202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9A5CF" w14:textId="07FE9586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ABC09" w14:textId="77777777" w:rsidR="0009692D" w:rsidRPr="0009692D" w:rsidRDefault="0009692D" w:rsidP="00C916B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крім по коліях 2,4,5,6 парку "І"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C63D6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ED5EC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175A8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B8D57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</w:tr>
      <w:tr w:rsidR="0009692D" w:rsidRPr="0009692D" w14:paraId="3A414337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70FFC" w14:textId="3E3AB1A2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202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CF9C1" w14:textId="3F236DF5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65EB2" w14:textId="77777777" w:rsidR="0009692D" w:rsidRPr="0009692D" w:rsidRDefault="0009692D" w:rsidP="00C916B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Приймання та відправлення  з колій № 1-31 п. ”Б”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B96A0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E484C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15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87315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3E6FD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</w:tr>
      <w:tr w:rsidR="0009692D" w:rsidRPr="0009692D" w14:paraId="327A23AC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C5D82" w14:textId="43FABABA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202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C3DD5" w14:textId="156971D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D0D16" w14:textId="77777777" w:rsidR="0009692D" w:rsidRPr="0009692D" w:rsidRDefault="0009692D" w:rsidP="00C916B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По коліях № 1-31 парку "Б"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BF6D0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839AB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15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92021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23EA6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</w:tr>
      <w:tr w:rsidR="0009692D" w:rsidRPr="0009692D" w14:paraId="71043884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74E43" w14:textId="3AA62BDB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202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20C7A" w14:textId="6699173E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55746" w14:textId="77777777" w:rsidR="0009692D" w:rsidRPr="0009692D" w:rsidRDefault="0009692D" w:rsidP="00C916B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По  колії № 32  та коліях № 1, 5 парку ”Б” від стр. 98 до стр. 330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1DFB0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F32CF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D212B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E2CA9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25</w:t>
            </w:r>
          </w:p>
        </w:tc>
      </w:tr>
      <w:tr w:rsidR="0009692D" w:rsidRPr="0009692D" w14:paraId="0BC1A0F7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91A16" w14:textId="2A490174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202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A9AD3" w14:textId="31C8279F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292E1" w14:textId="77777777" w:rsidR="0009692D" w:rsidRPr="0009692D" w:rsidRDefault="0009692D" w:rsidP="00C916B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 xml:space="preserve">По  коліях № 1, 5 парку ”Б”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98FE4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1E29E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F7122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405DD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25</w:t>
            </w:r>
          </w:p>
        </w:tc>
      </w:tr>
      <w:tr w:rsidR="0009692D" w:rsidRPr="0009692D" w14:paraId="1E3C1DEA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8E79E" w14:textId="52D7C66F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202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A619A" w14:textId="1617860A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F3C8B" w14:textId="77777777" w:rsidR="0009692D" w:rsidRPr="0009692D" w:rsidRDefault="0009692D" w:rsidP="00C916B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крім:  по стр. пер. 98, 330, коліяї № 6, 28 парку "Є"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2740C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A91C7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15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75996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47E40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15</w:t>
            </w:r>
          </w:p>
        </w:tc>
      </w:tr>
      <w:tr w:rsidR="0009692D" w:rsidRPr="0009692D" w14:paraId="179EE5FE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46A7C" w14:textId="408C213F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202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5CDAB" w14:textId="06F416BA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002ED" w14:textId="77777777" w:rsidR="0009692D" w:rsidRPr="0009692D" w:rsidRDefault="0009692D" w:rsidP="00C916B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Приймання та відправлення  поїздів в парк “Г”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CF47E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C8107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EE21B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4E341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</w:tr>
      <w:tr w:rsidR="0009692D" w:rsidRPr="0009692D" w14:paraId="2EF050C1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A0FA6" w14:textId="5FECADBE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202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72CFF" w14:textId="70DB6EC5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4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5F65E" w14:textId="77777777" w:rsidR="0009692D" w:rsidRPr="0009692D" w:rsidRDefault="0009692D" w:rsidP="00C916B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по коліях №  8, 7 кор. парку „Г”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97C24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C64FF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15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B3E0B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7D056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</w:tr>
      <w:tr w:rsidR="0009692D" w:rsidRPr="0009692D" w14:paraId="3549F2BA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6C9F6" w14:textId="10C951CE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202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ED802" w14:textId="75962EFC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4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17EF3" w14:textId="77777777" w:rsidR="0009692D" w:rsidRPr="0009692D" w:rsidRDefault="0009692D" w:rsidP="00C916B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по коліях № 1 - 7, 46, 47 парку „Г” (від стр.№301)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FE8ED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78BDC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D66DD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0145D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 </w:t>
            </w:r>
          </w:p>
        </w:tc>
      </w:tr>
      <w:tr w:rsidR="0009692D" w:rsidRPr="0009692D" w14:paraId="76E371CF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19339" w14:textId="46B1F99D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202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9E0BF" w14:textId="1AFF042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00715" w14:textId="77777777" w:rsidR="0009692D" w:rsidRPr="0009692D" w:rsidRDefault="0009692D" w:rsidP="00C916B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Приймання та відправлення поїздів з парку „Л”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C88AC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3F25E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5EFB7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A2B14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</w:tr>
      <w:tr w:rsidR="0009692D" w:rsidRPr="0009692D" w14:paraId="1E812EB3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20059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202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40A69" w14:textId="053B43AD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01AD7" w14:textId="77777777" w:rsidR="0009692D" w:rsidRPr="0009692D" w:rsidRDefault="0009692D" w:rsidP="00C916B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По  приймально – відправних  коліях парку „Л”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26286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AA644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954A6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124E5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 </w:t>
            </w:r>
          </w:p>
        </w:tc>
      </w:tr>
      <w:tr w:rsidR="0009692D" w:rsidRPr="0009692D" w14:paraId="5DBC7778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943C5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202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9C5FD" w14:textId="361682A2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D6A8D" w14:textId="77777777" w:rsidR="0009692D" w:rsidRPr="0009692D" w:rsidRDefault="0009692D" w:rsidP="00C916B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крім по коліям 2,4,5,6,8 парку «Л»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D95F1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DF5A0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4C202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39A20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 </w:t>
            </w:r>
          </w:p>
        </w:tc>
      </w:tr>
      <w:tr w:rsidR="0009692D" w:rsidRPr="0009692D" w14:paraId="6FDE2297" w14:textId="77777777" w:rsidTr="0009692D">
        <w:trPr>
          <w:gridAfter w:val="1"/>
          <w:wAfter w:w="171" w:type="dxa"/>
          <w:trHeight w:val="510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01920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202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0B4FF" w14:textId="3901A01A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C6257" w14:textId="77777777" w:rsidR="0009692D" w:rsidRPr="0009692D" w:rsidRDefault="0009692D" w:rsidP="00C916B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 xml:space="preserve">Перестановка складів з парку “Л в парк “Г” по стр. пер. і коліям: ходовому 35а, надвигу непарної гірки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59D4A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FF920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15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500EA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0E500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15</w:t>
            </w:r>
          </w:p>
        </w:tc>
      </w:tr>
      <w:tr w:rsidR="0009692D" w:rsidRPr="0009692D" w14:paraId="22F2FA72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1E2C8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202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5EA18" w14:textId="378B06CD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299F3" w14:textId="77777777" w:rsidR="0009692D" w:rsidRPr="0009692D" w:rsidRDefault="0009692D" w:rsidP="00C916B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Розпуск з непарної гірки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8C33C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6CB56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15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3635B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76DFB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 </w:t>
            </w:r>
          </w:p>
        </w:tc>
      </w:tr>
      <w:tr w:rsidR="0009692D" w:rsidRPr="0009692D" w14:paraId="6200626C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EAD19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202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36F13" w14:textId="1B705AE4" w:rsidR="0009692D" w:rsidRPr="0009692D" w:rsidRDefault="0009692D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90152" w14:textId="77777777" w:rsidR="0009692D" w:rsidRPr="0009692D" w:rsidRDefault="0009692D" w:rsidP="00C916B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Витяжка на непарну гірку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48354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EED81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15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A4C59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FCE0B" w14:textId="77777777" w:rsidR="0009692D" w:rsidRPr="0009692D" w:rsidRDefault="0009692D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 </w:t>
            </w:r>
          </w:p>
        </w:tc>
      </w:tr>
      <w:tr w:rsidR="00C916B1" w:rsidRPr="0009692D" w14:paraId="600426EE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CAEB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65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566D88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Нижньодніпровськ - Вузол - Ігрень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4BAD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0D26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47C7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100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843F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</w:tr>
      <w:tr w:rsidR="00C916B1" w:rsidRPr="0009692D" w14:paraId="3C71E4A6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66E4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65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D05569" w14:textId="77777777" w:rsidR="00C916B1" w:rsidRPr="0009692D" w:rsidRDefault="00C916B1" w:rsidP="00C916B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крім по кривих: 201 км ПК 5 - 6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94D8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0DAB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452A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75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3FA9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70</w:t>
            </w:r>
          </w:p>
        </w:tc>
      </w:tr>
      <w:tr w:rsidR="00C916B1" w:rsidRPr="0009692D" w14:paraId="47B51D6E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D940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65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0608E6" w14:textId="77777777" w:rsidR="00C916B1" w:rsidRPr="0009692D" w:rsidRDefault="00C916B1" w:rsidP="00C916B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 xml:space="preserve">                        201 км ПК 9 - 202 км ПК 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0265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C8A3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F1DF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90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CAF1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75</w:t>
            </w:r>
          </w:p>
        </w:tc>
      </w:tr>
      <w:tr w:rsidR="00C916B1" w:rsidRPr="0009692D" w14:paraId="40FBBFC5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6E14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65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6D0BE0" w14:textId="77777777" w:rsidR="00C916B1" w:rsidRPr="0009692D" w:rsidRDefault="00C916B1" w:rsidP="00C916B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 xml:space="preserve">                        204 км ПК 2 - 9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D7B3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D147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631F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90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8387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80</w:t>
            </w:r>
          </w:p>
        </w:tc>
      </w:tr>
      <w:tr w:rsidR="00C916B1" w:rsidRPr="0009692D" w14:paraId="52A65F55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8B06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65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95007E" w14:textId="77777777" w:rsidR="00C916B1" w:rsidRPr="0009692D" w:rsidRDefault="00C916B1" w:rsidP="00C916B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 xml:space="preserve">                        204 км ПК 3 - 4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0B2C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716F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80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8F50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D95B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</w:tr>
      <w:tr w:rsidR="00C916B1" w:rsidRPr="0009692D" w14:paraId="51E605AD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41A6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202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5585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Ігрень</w:t>
            </w: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B4F5C" w14:textId="77777777" w:rsidR="00C916B1" w:rsidRPr="0009692D" w:rsidRDefault="00C916B1" w:rsidP="00C916B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По І гол. колії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04E0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DE83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80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33E8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1CCA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</w:tr>
      <w:tr w:rsidR="00C916B1" w:rsidRPr="0009692D" w14:paraId="265303E7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4AF5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202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863B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74B84" w14:textId="77777777" w:rsidR="00C916B1" w:rsidRPr="0009692D" w:rsidRDefault="00C916B1" w:rsidP="00C916B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По ІІ гол. колії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8BD9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F0A2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4C31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100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D5C8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80</w:t>
            </w:r>
          </w:p>
        </w:tc>
      </w:tr>
      <w:tr w:rsidR="00C916B1" w:rsidRPr="0009692D" w14:paraId="6C991BA6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9877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202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FA6B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ABDCD" w14:textId="77777777" w:rsidR="00C916B1" w:rsidRPr="0009692D" w:rsidRDefault="00C916B1" w:rsidP="00C916B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По стрілочних переводах №10,11,14,7,3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031B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04E4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83CA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CCA4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</w:tr>
      <w:tr w:rsidR="00C916B1" w:rsidRPr="0009692D" w14:paraId="49F1DD86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693E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2029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60F9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FFC0E" w14:textId="77777777" w:rsidR="00C916B1" w:rsidRPr="0009692D" w:rsidRDefault="00C916B1" w:rsidP="00C916B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 xml:space="preserve">По прямому напрямку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5586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D9E3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C922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100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FD60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80</w:t>
            </w:r>
          </w:p>
        </w:tc>
      </w:tr>
      <w:tr w:rsidR="00C916B1" w:rsidRPr="0009692D" w14:paraId="1B527A9F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C2C8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202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42DF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Ігрень</w:t>
            </w: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5875F" w14:textId="77777777" w:rsidR="00C916B1" w:rsidRPr="0009692D" w:rsidRDefault="00C916B1" w:rsidP="00C916B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 xml:space="preserve">По боковому напрямку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72B6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87A0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E9BE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F2D8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40</w:t>
            </w:r>
          </w:p>
        </w:tc>
      </w:tr>
      <w:tr w:rsidR="00C916B1" w:rsidRPr="0009692D" w14:paraId="02BD989C" w14:textId="77777777" w:rsidTr="0009692D">
        <w:trPr>
          <w:gridAfter w:val="1"/>
          <w:wAfter w:w="171" w:type="dxa"/>
          <w:trHeight w:val="28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6F2C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202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D15B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7ABC9" w14:textId="77777777" w:rsidR="00C916B1" w:rsidRPr="0009692D" w:rsidRDefault="00C916B1" w:rsidP="00C916B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 xml:space="preserve">По приймально- відправних коліях №4 та №3 від стр.пер №30 до стр. пер.№19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5F35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6439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60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B43D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60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7002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60</w:t>
            </w:r>
          </w:p>
        </w:tc>
      </w:tr>
      <w:tr w:rsidR="00C916B1" w:rsidRPr="0009692D" w14:paraId="65D9567E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4543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202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0918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B27E8" w14:textId="77777777" w:rsidR="00C916B1" w:rsidRPr="0009692D" w:rsidRDefault="00C916B1" w:rsidP="00C916B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на  бокові приймально –відпр. колії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6B68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59C0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EC45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EAEE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40</w:t>
            </w:r>
          </w:p>
        </w:tc>
      </w:tr>
      <w:tr w:rsidR="00C916B1" w:rsidRPr="0009692D" w14:paraId="50A2E911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819F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202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995D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622E9" w14:textId="77777777" w:rsidR="00C916B1" w:rsidRPr="0009692D" w:rsidRDefault="00C916B1" w:rsidP="00C916B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крім по стр. пер 20,28,34,13,9 на бік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61B4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0B24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43EF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F3B4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25</w:t>
            </w:r>
          </w:p>
        </w:tc>
      </w:tr>
      <w:tr w:rsidR="00C916B1" w:rsidRPr="0009692D" w14:paraId="44677331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400D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07BB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6E5E2" w14:textId="77777777" w:rsidR="00C916B1" w:rsidRPr="0009692D" w:rsidRDefault="00C916B1" w:rsidP="00C916B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 xml:space="preserve">по коліях № 3 від стр. №19 до стр №5 та по колії №5        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DF71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D7EC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58C6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946A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25</w:t>
            </w:r>
          </w:p>
        </w:tc>
      </w:tr>
      <w:tr w:rsidR="00C916B1" w:rsidRPr="0009692D" w14:paraId="70EC69EF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AFD6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974F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952A4" w14:textId="77777777" w:rsidR="00C916B1" w:rsidRPr="0009692D" w:rsidRDefault="00C916B1" w:rsidP="00C916B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по з'їздах   1-3, 6-8, 10-12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443C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9203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54ED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E9A2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40</w:t>
            </w:r>
          </w:p>
        </w:tc>
      </w:tr>
      <w:tr w:rsidR="00833F8B" w:rsidRPr="0009692D" w14:paraId="00D5F7F6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A46CB" w14:textId="2BB19FBE" w:rsidR="00C916B1" w:rsidRPr="0009692D" w:rsidRDefault="007B16F6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lang w:val="uk-UA"/>
              </w:rPr>
              <w:br w:type="page"/>
            </w:r>
          </w:p>
        </w:tc>
        <w:tc>
          <w:tcPr>
            <w:tcW w:w="65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ABE73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Ігрень - Іларіонове: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9206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D45C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B5B1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2027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 </w:t>
            </w:r>
          </w:p>
        </w:tc>
      </w:tr>
      <w:tr w:rsidR="00833F8B" w:rsidRPr="0009692D" w14:paraId="12BAC97C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6529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65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B2381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206 км пк 5 - 211 км пк 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DD72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2E54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80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1C76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100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B9D9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80</w:t>
            </w:r>
          </w:p>
        </w:tc>
      </w:tr>
      <w:tr w:rsidR="00833F8B" w:rsidRPr="0009692D" w14:paraId="5C08E6A9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0630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65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3DA3D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212 км пк 1 - 215 км пк 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80FB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120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F596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80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5F5F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120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B243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80</w:t>
            </w:r>
          </w:p>
        </w:tc>
      </w:tr>
      <w:tr w:rsidR="00833F8B" w:rsidRPr="0009692D" w14:paraId="24B21B9C" w14:textId="77777777" w:rsidTr="0009692D">
        <w:trPr>
          <w:gridAfter w:val="1"/>
          <w:wAfter w:w="171" w:type="dxa"/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5C05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65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3035AD" w14:textId="77777777" w:rsidR="00C916B1" w:rsidRPr="0009692D" w:rsidRDefault="00C916B1" w:rsidP="00C916B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крім по кривих 208 км ПК 9 - 209 км ПК 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7FB8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A119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80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083C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C213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</w:tr>
      <w:tr w:rsidR="00833F8B" w:rsidRPr="0009692D" w14:paraId="7079CA8B" w14:textId="77777777" w:rsidTr="0009692D">
        <w:trPr>
          <w:gridAfter w:val="1"/>
          <w:wAfter w:w="171" w:type="dxa"/>
          <w:trHeight w:val="28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9FC2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65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AC0F48" w14:textId="77777777" w:rsidR="00C916B1" w:rsidRPr="0009692D" w:rsidRDefault="00C916B1" w:rsidP="00C916B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 xml:space="preserve">                       210 км ПК 4 - 9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31B3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6FF1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80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407F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90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271F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80</w:t>
            </w:r>
          </w:p>
        </w:tc>
      </w:tr>
      <w:tr w:rsidR="00833F8B" w:rsidRPr="0009692D" w14:paraId="26D472CA" w14:textId="77777777" w:rsidTr="0009692D">
        <w:trPr>
          <w:gridAfter w:val="1"/>
          <w:wAfter w:w="171" w:type="dxa"/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C25D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65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247FF2" w14:textId="77777777" w:rsidR="00C916B1" w:rsidRPr="0009692D" w:rsidRDefault="00C916B1" w:rsidP="00C916B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 xml:space="preserve">                      208 км ПК 9 - 209 км ПК 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D54C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97B4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A523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90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0ED8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80</w:t>
            </w:r>
          </w:p>
        </w:tc>
      </w:tr>
      <w:tr w:rsidR="00833F8B" w:rsidRPr="0009692D" w14:paraId="6847E260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46BB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4945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ст. Іларіонове</w:t>
            </w:r>
          </w:p>
        </w:tc>
        <w:tc>
          <w:tcPr>
            <w:tcW w:w="4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B66B4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головні колії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001D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2CDD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60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FE1A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100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001F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</w:tr>
      <w:tr w:rsidR="00833F8B" w:rsidRPr="0009692D" w14:paraId="7C884246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47CE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97A3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4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1B1CC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по з'їздах головних колій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EAC9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FC94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9EAB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DFEE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</w:tr>
      <w:tr w:rsidR="00833F8B" w:rsidRPr="0009692D" w14:paraId="36B9F8EC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3624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E188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4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FF1F8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по бокових приймально-відправних коліях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2ABC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4043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1E06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9F0D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</w:tr>
      <w:tr w:rsidR="00833F8B" w:rsidRPr="0009692D" w14:paraId="47A22AB3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F36C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65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3516E1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Іларіонове - Синельникове 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BA47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1EE8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7B34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100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6E5F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</w:tr>
      <w:tr w:rsidR="00833F8B" w:rsidRPr="0009692D" w14:paraId="70D6D9CA" w14:textId="77777777" w:rsidTr="0009692D">
        <w:trPr>
          <w:gridAfter w:val="1"/>
          <w:wAfter w:w="171" w:type="dxa"/>
          <w:trHeight w:val="31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CDE4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65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F948E7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крім 217 км пк 6 - 219 км пк 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E955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4191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4B76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C5E3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</w:tr>
      <w:tr w:rsidR="00833F8B" w:rsidRPr="0009692D" w14:paraId="7640B3C4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DFF9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65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F3ECCB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 xml:space="preserve">крім 232 км пк 5-10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021F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3716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11A4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A350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</w:tr>
      <w:tr w:rsidR="00833F8B" w:rsidRPr="0009692D" w14:paraId="05BD75C6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D53D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5959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ст. Синельникове 2</w:t>
            </w:r>
          </w:p>
        </w:tc>
        <w:tc>
          <w:tcPr>
            <w:tcW w:w="4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90784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І головна колія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2336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A2E0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60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4FDA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3457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</w:tr>
      <w:tr w:rsidR="00833F8B" w:rsidRPr="0009692D" w14:paraId="0EAE62DA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BEA9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3B5D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4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4C7A9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по бокових приймально-відправних коліях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C794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5A5A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10A7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AD79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</w:tr>
      <w:tr w:rsidR="00833F8B" w:rsidRPr="0009692D" w14:paraId="49F7DBD3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2FD3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A084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4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C0340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колія № 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5935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1D8A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06D8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15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6DA7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15</w:t>
            </w:r>
          </w:p>
        </w:tc>
      </w:tr>
      <w:tr w:rsidR="00833F8B" w:rsidRPr="0009692D" w14:paraId="5CB1AAE5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90A4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B99A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4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2C2C2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колії № 6, 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6689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63F3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4183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0E94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</w:tr>
      <w:tr w:rsidR="00833F8B" w:rsidRPr="0009692D" w14:paraId="1BBACB61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6013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85AC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4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FD4BE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стр пер №  2, 4 по боковому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1634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B587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E933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3979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</w:tr>
      <w:tr w:rsidR="00833F8B" w:rsidRPr="0009692D" w14:paraId="1D771ADC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90E1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DAD7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4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4A1C4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 xml:space="preserve">стр пер № 9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EDFD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E8D9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A495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D9CD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</w:tr>
      <w:tr w:rsidR="00833F8B" w:rsidRPr="0009692D" w14:paraId="4FD59BD4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E1E4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D222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4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4E6CB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Колія І-а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700C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5455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1978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F2B8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</w:tr>
      <w:tr w:rsidR="00833F8B" w:rsidRPr="0009692D" w14:paraId="4E4D7074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8004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FDC6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4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7BDEE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ІІ головна колія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E0AC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F904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E47B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60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2D8A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60</w:t>
            </w:r>
          </w:p>
        </w:tc>
      </w:tr>
      <w:tr w:rsidR="00833F8B" w:rsidRPr="0009692D" w14:paraId="0F581A4F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FF56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6FD9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4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A422C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ІІ-а, стр. 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9690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FF41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4AE9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A973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</w:tr>
      <w:tr w:rsidR="00833F8B" w:rsidRPr="0009692D" w14:paraId="5F9A13CB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60FF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EF9E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4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4F856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ІІІ головний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8060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B63D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275F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4616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</w:tr>
      <w:tr w:rsidR="00833F8B" w:rsidRPr="0009692D" w14:paraId="23A46A6F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64F5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65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F0C28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Синельникове-2 - Пост 239 км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239E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4A89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56A5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100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EA88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</w:tr>
      <w:tr w:rsidR="00833F8B" w:rsidRPr="0009692D" w14:paraId="633D3D23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3F5E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65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E3128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крім  238 км пк 8 - 239 км пк 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09DE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58C1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D2A8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60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619E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60</w:t>
            </w:r>
          </w:p>
        </w:tc>
      </w:tr>
      <w:tr w:rsidR="00833F8B" w:rsidRPr="0009692D" w14:paraId="567BAC4E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F4FB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65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1FDD1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 xml:space="preserve">        239 км пк 10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308B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1A9B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7F65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352C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60</w:t>
            </w:r>
          </w:p>
        </w:tc>
      </w:tr>
      <w:tr w:rsidR="00833F8B" w:rsidRPr="0009692D" w14:paraId="0BCABB9A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E0A8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65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67685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 xml:space="preserve">        238 км пк 8 - 239 км пк 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D9CD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7AE3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60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43FD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1E13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</w:tr>
      <w:tr w:rsidR="00833F8B" w:rsidRPr="0009692D" w14:paraId="65C429E0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BBFA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206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3BA8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Пост 239 км</w:t>
            </w:r>
          </w:p>
        </w:tc>
        <w:tc>
          <w:tcPr>
            <w:tcW w:w="4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6A07C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головна колія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782A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CE13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8E7E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100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64CF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</w:tr>
      <w:tr w:rsidR="00833F8B" w:rsidRPr="0009692D" w14:paraId="2A71FD6E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7576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206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1133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4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BD88F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по з'їздах головних колій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FD82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3B00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4B30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47C5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</w:tr>
      <w:tr w:rsidR="00833F8B" w:rsidRPr="0009692D" w14:paraId="0B48670B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41BC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20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BAC8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4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709F8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по бокових приймально-відправних коліях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62EC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D97A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EE7B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B098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</w:tr>
      <w:tr w:rsidR="00833F8B" w:rsidRPr="0009692D" w14:paraId="433D0F2B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5C7E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65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F361AE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Пост 239 км - Вишневецьке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72BD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A034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D177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100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9BAB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</w:tr>
      <w:tr w:rsidR="00833F8B" w:rsidRPr="0009692D" w14:paraId="2506C0EE" w14:textId="77777777" w:rsidTr="0099005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BB4D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20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6971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ст. Вишневецьке</w:t>
            </w:r>
          </w:p>
        </w:tc>
        <w:tc>
          <w:tcPr>
            <w:tcW w:w="4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F4385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головні колії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E09F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097C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C7C3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100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66E0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</w:tr>
      <w:tr w:rsidR="00833F8B" w:rsidRPr="0009692D" w14:paraId="57DA183D" w14:textId="77777777" w:rsidTr="0099005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4368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lastRenderedPageBreak/>
              <w:t> </w:t>
            </w:r>
          </w:p>
        </w:tc>
        <w:tc>
          <w:tcPr>
            <w:tcW w:w="206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C277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4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1EA73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по з'їздах головних колій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C13D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3208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40F6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F778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</w:tr>
      <w:tr w:rsidR="00833F8B" w:rsidRPr="0009692D" w14:paraId="40E97072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0C8F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206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A45F5" w14:textId="335BDBB2" w:rsidR="00C916B1" w:rsidRPr="0009692D" w:rsidRDefault="00DD59FF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Вишневецьке</w:t>
            </w:r>
            <w:r w:rsidR="00C916B1"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4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A9182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по бокових приймально-відправних коліях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D095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BEB4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ED89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8F19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</w:tr>
      <w:tr w:rsidR="00833F8B" w:rsidRPr="0009692D" w14:paraId="2547B4BC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B948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20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E44C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4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16D8B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колія № 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452E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C2BF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0C08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80F8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</w:tr>
      <w:tr w:rsidR="00833F8B" w:rsidRPr="0009692D" w14:paraId="2B448FB7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D673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65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9D776F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Вишневецьке - Роздори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B979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46E6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B3AE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100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EBA0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</w:tr>
      <w:tr w:rsidR="00833F8B" w:rsidRPr="0009692D" w14:paraId="0A94FF29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A372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206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2743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ст. Роздори</w:t>
            </w:r>
          </w:p>
        </w:tc>
        <w:tc>
          <w:tcPr>
            <w:tcW w:w="4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1196E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головні колії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962B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C9A1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60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114A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100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1A3C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</w:tr>
      <w:tr w:rsidR="00833F8B" w:rsidRPr="0009692D" w14:paraId="536EBF4A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D70A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206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7AFA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4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B6718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255 пк 1-10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F0F7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0F29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6704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90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E383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</w:tr>
      <w:tr w:rsidR="00833F8B" w:rsidRPr="0009692D" w14:paraId="048B4BAF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D4DA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206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8DC5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4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A5CFC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по з'їздах головних колій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E05C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0F2D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127D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2B8E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</w:tr>
      <w:tr w:rsidR="00833F8B" w:rsidRPr="0009692D" w14:paraId="1189D0E0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3380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206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9ABB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4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CEABD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по бокових приймально-відправних коліях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6200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7EF2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DBA8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A8CD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</w:tr>
      <w:tr w:rsidR="00833F8B" w:rsidRPr="0009692D" w14:paraId="394992F8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EE0C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20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18C4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4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062BA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колія № 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863F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FF83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2F92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D217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</w:tr>
      <w:tr w:rsidR="00833F8B" w:rsidRPr="0009692D" w14:paraId="7A918FA4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80B8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65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FF5FA3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 xml:space="preserve">Роздори - Письменна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4B40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B32C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7EC0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100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6024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</w:tr>
      <w:tr w:rsidR="00833F8B" w:rsidRPr="0009692D" w14:paraId="716FAE3E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0757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65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E77633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крім 268 пк 2 - 270 пк 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E7B2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7BED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0397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120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A10B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</w:tr>
      <w:tr w:rsidR="00833F8B" w:rsidRPr="0009692D" w14:paraId="457CA335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C6D1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206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2133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ст. Письменна</w:t>
            </w:r>
          </w:p>
        </w:tc>
        <w:tc>
          <w:tcPr>
            <w:tcW w:w="4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7716D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головні колії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763F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4222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EF70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100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79E9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</w:tr>
      <w:tr w:rsidR="00833F8B" w:rsidRPr="0009692D" w14:paraId="2B853C75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E0EA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206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60EA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4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D6759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 xml:space="preserve">стр пер № 2,4 по бок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2A82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9024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96D8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AD68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</w:tr>
      <w:tr w:rsidR="00833F8B" w:rsidRPr="0009692D" w14:paraId="2460DDC6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D238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206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9CA4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4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157B7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по з'їзду 2-4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EC62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3676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2D9F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FF89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</w:tr>
      <w:tr w:rsidR="00833F8B" w:rsidRPr="0009692D" w14:paraId="340AA7F2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8C6C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206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D9B1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4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31440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по з'їзду 1-3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CA7C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C5C0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4166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BF8F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</w:tr>
      <w:tr w:rsidR="00833F8B" w:rsidRPr="0009692D" w14:paraId="5DF26EB1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9B9B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206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59FC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4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F8563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по бокових приймально-відправних коліях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CF69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DC21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C037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E940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</w:tr>
      <w:tr w:rsidR="00833F8B" w:rsidRPr="0009692D" w14:paraId="39C5280D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D707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65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1F675C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 xml:space="preserve">Письменна - Улянівка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CF2C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A017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7689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120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4E07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</w:tr>
      <w:tr w:rsidR="00833F8B" w:rsidRPr="0009692D" w14:paraId="055FC5AE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E525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65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C8ADDD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крім 277 км пк 3 - 284 км пк 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2D93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3FC5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40B3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100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E272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</w:tr>
      <w:tr w:rsidR="00833F8B" w:rsidRPr="0009692D" w14:paraId="74EBBE42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F498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65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249C0C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крім 277пк 3 - 284 пк 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3450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B56F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3F12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78AF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</w:tr>
      <w:tr w:rsidR="00833F8B" w:rsidRPr="0009692D" w14:paraId="0465F1D1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EEC9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206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6B45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ст. Улянівка</w:t>
            </w:r>
          </w:p>
        </w:tc>
        <w:tc>
          <w:tcPr>
            <w:tcW w:w="4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07D5C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головні колії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62F0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6FC1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1719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100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098E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</w:tr>
      <w:tr w:rsidR="00833F8B" w:rsidRPr="0009692D" w14:paraId="1DBBDDD4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A9EF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206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2355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4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60860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по з'їздах головних колій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C31A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A9BC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70AB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2FE2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</w:tr>
      <w:tr w:rsidR="00833F8B" w:rsidRPr="0009692D" w14:paraId="2339E310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9DD7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2068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1003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4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1C806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по бокових приймально-відправних коліях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34EB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EC53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01AC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F472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25</w:t>
            </w:r>
          </w:p>
        </w:tc>
      </w:tr>
      <w:tr w:rsidR="00833F8B" w:rsidRPr="0009692D" w14:paraId="37A3C59A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8974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2068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F8C8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4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EF0E2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колія № 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BDFD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7683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60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4E9E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60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E356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60</w:t>
            </w:r>
          </w:p>
        </w:tc>
      </w:tr>
      <w:tr w:rsidR="00833F8B" w:rsidRPr="0009692D" w14:paraId="487811E8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0713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2068" w:type="dxa"/>
            <w:gridSpan w:val="3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46E1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4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09F7A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колія № 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308D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66A1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082F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D27A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</w:tr>
      <w:tr w:rsidR="00833F8B" w:rsidRPr="0009692D" w14:paraId="7AEC9161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3C70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20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61D0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4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52B39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по стр пер № 4, 2, 5, 7 по боковому напрямку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8300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856C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644B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72FA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</w:tr>
      <w:tr w:rsidR="00833F8B" w:rsidRPr="0009692D" w14:paraId="64DAC4F4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2236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65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653FA5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Улянівка - Чаплине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7883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26A3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0D86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120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BCCC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</w:tr>
      <w:tr w:rsidR="00833F8B" w:rsidRPr="0009692D" w14:paraId="40EC992E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2B15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65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1B05C4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крім 297 пк 7 - 301 пк 6; 307 пк 1 - 308 пк 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906E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A5F1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F2F1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100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EDD4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</w:tr>
      <w:tr w:rsidR="00833F8B" w:rsidRPr="0009692D" w14:paraId="1CA390B1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D5B1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65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5D6CD6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крім 308 пк 3 - 301 пк 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5068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8A9D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8381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C401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</w:tr>
      <w:tr w:rsidR="00833F8B" w:rsidRPr="0009692D" w14:paraId="705ADB9B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2A41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206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D5B9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ст. Чаплине</w:t>
            </w:r>
          </w:p>
        </w:tc>
        <w:tc>
          <w:tcPr>
            <w:tcW w:w="4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ED4BE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головні колії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45BA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D25A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60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B626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60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AA2F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60</w:t>
            </w:r>
          </w:p>
        </w:tc>
      </w:tr>
      <w:tr w:rsidR="00833F8B" w:rsidRPr="0009692D" w14:paraId="635DEC27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7CF8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206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06DF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4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872DA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по з'їздах головних колій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AFD4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3255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D772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1754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</w:tr>
      <w:tr w:rsidR="00833F8B" w:rsidRPr="0009692D" w14:paraId="3507236D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9849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20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F4D7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 </w:t>
            </w:r>
          </w:p>
        </w:tc>
        <w:tc>
          <w:tcPr>
            <w:tcW w:w="4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BE789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по бокових приймально-відправних коліях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E3EA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7266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8EFB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054E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40</w:t>
            </w:r>
          </w:p>
        </w:tc>
      </w:tr>
      <w:tr w:rsidR="00833F8B" w:rsidRPr="0009692D" w14:paraId="79D2E509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6D4E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6</w:t>
            </w:r>
          </w:p>
        </w:tc>
        <w:tc>
          <w:tcPr>
            <w:tcW w:w="65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2869F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Чаплине - границя Дон.залізниці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3606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5EC5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8A3C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100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0629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80</w:t>
            </w:r>
          </w:p>
        </w:tc>
      </w:tr>
      <w:tr w:rsidR="00833F8B" w:rsidRPr="0009692D" w14:paraId="6C7EB8B9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9949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9</w:t>
            </w:r>
          </w:p>
        </w:tc>
        <w:tc>
          <w:tcPr>
            <w:tcW w:w="65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62452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Сухачівка - Діївка  3 гол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C31D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1971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70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F3DB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EFA2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</w:tr>
      <w:tr w:rsidR="00833F8B" w:rsidRPr="0009692D" w14:paraId="3292CE7B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1916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9</w:t>
            </w:r>
          </w:p>
        </w:tc>
        <w:tc>
          <w:tcPr>
            <w:tcW w:w="65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43AE5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Діївка - Горяїнове  3  гол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41D2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0848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18"/>
                <w:szCs w:val="20"/>
                <w:lang w:val="uk-UA" w:eastAsia="ru-RU"/>
              </w:rPr>
              <w:t>70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9949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7869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20"/>
                <w:lang w:val="uk-UA" w:eastAsia="ru-RU"/>
              </w:rPr>
              <w:t>-</w:t>
            </w:r>
          </w:p>
        </w:tc>
      </w:tr>
      <w:tr w:rsidR="00833F8B" w:rsidRPr="0009692D" w14:paraId="018B3733" w14:textId="77777777" w:rsidTr="0009692D">
        <w:trPr>
          <w:gridAfter w:val="1"/>
          <w:wAfter w:w="171" w:type="dxa"/>
          <w:trHeight w:val="360"/>
        </w:trPr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8220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EE64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45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4E2F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val="uk-UA" w:eastAsia="ru-RU"/>
              </w:rPr>
            </w:pPr>
          </w:p>
          <w:p w14:paraId="12A33DC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val="uk-UA" w:eastAsia="ru-RU"/>
              </w:rPr>
              <w:t xml:space="preserve"> Лозовая - Запорожье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4AE7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4E7A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82A9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6C7C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</w:tr>
      <w:tr w:rsidR="00833F8B" w:rsidRPr="0009692D" w14:paraId="53285AA3" w14:textId="77777777" w:rsidTr="0009692D">
        <w:trPr>
          <w:gridAfter w:val="1"/>
          <w:wAfter w:w="171" w:type="dxa"/>
          <w:trHeight w:val="105"/>
        </w:trPr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1567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E591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45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C881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DD82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A75C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47DA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531E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</w:tr>
      <w:tr w:rsidR="00C916B1" w:rsidRPr="0009692D" w14:paraId="7EA2655C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9F26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ПЧ</w:t>
            </w:r>
          </w:p>
        </w:tc>
        <w:tc>
          <w:tcPr>
            <w:tcW w:w="1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48B4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Найменування  станцій</w:t>
            </w:r>
          </w:p>
        </w:tc>
        <w:tc>
          <w:tcPr>
            <w:tcW w:w="452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F9E9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Найменування  колій, стрілок</w:t>
            </w:r>
          </w:p>
        </w:tc>
        <w:tc>
          <w:tcPr>
            <w:tcW w:w="28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426D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Встановлена швидкість</w:t>
            </w:r>
          </w:p>
        </w:tc>
      </w:tr>
      <w:tr w:rsidR="00C916B1" w:rsidRPr="0009692D" w14:paraId="4ED4A476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76C3D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1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036B4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45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F695C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9E3A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непарний напрямок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094A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парний напрямок</w:t>
            </w:r>
          </w:p>
        </w:tc>
      </w:tr>
      <w:tr w:rsidR="00833F8B" w:rsidRPr="0009692D" w14:paraId="1ABF4791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271F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1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7AB73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45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936C9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7BF5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пас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381C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вант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5C89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пас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C3B6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вант</w:t>
            </w:r>
          </w:p>
        </w:tc>
      </w:tr>
      <w:tr w:rsidR="007C3DDF" w:rsidRPr="0009692D" w14:paraId="6C6ED379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9502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65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F4D723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Б.П.939 км - Самойлівка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E33E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AFF9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CEED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100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2BE6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</w:tr>
      <w:tr w:rsidR="007C3DDF" w:rsidRPr="0009692D" w14:paraId="0518D43E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3BE4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65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4982E77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крім по кривих: 947 пк 4 - 9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B88B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977B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72F5D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90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4DCF5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70</w:t>
            </w:r>
          </w:p>
        </w:tc>
      </w:tr>
      <w:tr w:rsidR="007C3DDF" w:rsidRPr="0009692D" w14:paraId="60F130FA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2FD8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65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3614136F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 xml:space="preserve">                        947 пк 3 - 5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3A4D6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B9796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70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4768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5209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</w:tr>
      <w:tr w:rsidR="00833F8B" w:rsidRPr="0009692D" w14:paraId="3A889397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0D00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92A8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Самійлівка</w:t>
            </w:r>
          </w:p>
        </w:tc>
        <w:tc>
          <w:tcPr>
            <w:tcW w:w="4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26228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головних коліях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C409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7CE0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8E08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100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A750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</w:tr>
      <w:tr w:rsidR="00833F8B" w:rsidRPr="0009692D" w14:paraId="4D8665FA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2DFF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71E5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5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42A825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з'їздах між  головними  коліями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97F6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9D59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47BD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ED8F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</w:tr>
      <w:tr w:rsidR="00833F8B" w:rsidRPr="0009692D" w14:paraId="5392BB31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3176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51C8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593DB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На бокові приймально - відправні колії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626B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7A1D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8251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3027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</w:tr>
      <w:tr w:rsidR="007C3DDF" w:rsidRPr="0009692D" w14:paraId="29816D59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41B7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65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3EAE2C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Самойлівка - Варварівка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CB72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C60C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AE42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100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E947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</w:tr>
      <w:tr w:rsidR="00833F8B" w:rsidRPr="0009692D" w14:paraId="5DE2D701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CAEF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05BE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Варварівка</w:t>
            </w:r>
          </w:p>
        </w:tc>
        <w:tc>
          <w:tcPr>
            <w:tcW w:w="4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336B0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головних коліях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5E27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ECC7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7097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100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3B77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60</w:t>
            </w:r>
          </w:p>
        </w:tc>
      </w:tr>
      <w:tr w:rsidR="00833F8B" w:rsidRPr="0009692D" w14:paraId="4402A781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F1BB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78AA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5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4F31F0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з'їздах між  головними  коліями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B950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153B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6287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C486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</w:tr>
      <w:tr w:rsidR="00833F8B" w:rsidRPr="0009692D" w14:paraId="52DF417B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0E51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18C6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43E95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На бокові приймально - відправні колії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1BAE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D56B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56A6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0A24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</w:tr>
      <w:tr w:rsidR="007C3DDF" w:rsidRPr="0009692D" w14:paraId="3F8C126B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FFFE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65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68E9D5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Варварівка - Ароматна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F4A9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DAE9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FC87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100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B154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</w:tr>
      <w:tr w:rsidR="00833F8B" w:rsidRPr="0009692D" w14:paraId="54289839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B739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EC7E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Ароматна</w:t>
            </w:r>
          </w:p>
        </w:tc>
        <w:tc>
          <w:tcPr>
            <w:tcW w:w="4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753DD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головних коліях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91D9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262E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8575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100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B52E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</w:tr>
      <w:tr w:rsidR="00833F8B" w:rsidRPr="0009692D" w14:paraId="000DB221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4ABE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3BE0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5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3D9E62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з'їздах між  головними  коліями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1E3E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0E7A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3467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1F19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</w:tr>
      <w:tr w:rsidR="00833F8B" w:rsidRPr="0009692D" w14:paraId="1D97EC39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75D1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B825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5220C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На бокові приймально - відправні колії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7EE4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D751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2800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7342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</w:tr>
      <w:tr w:rsidR="00833F8B" w:rsidRPr="0009692D" w14:paraId="07FD99AD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E017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A823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1CE2C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колії № 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F3A2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812D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8707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E75E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</w:tr>
      <w:tr w:rsidR="007C3DDF" w:rsidRPr="0009692D" w14:paraId="3FD543E7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D404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65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972FF1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Ароматна - 988 пк 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7161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6DBD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C105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120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B6F3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</w:tr>
      <w:tr w:rsidR="007C3DDF" w:rsidRPr="0009692D" w14:paraId="421BE4AB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AC8F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lastRenderedPageBreak/>
              <w:t> </w:t>
            </w:r>
          </w:p>
        </w:tc>
        <w:tc>
          <w:tcPr>
            <w:tcW w:w="65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1D641C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989  км пк 1 - 990 км пк 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643B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F95A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CCB9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100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A070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</w:tr>
      <w:tr w:rsidR="007C3DDF" w:rsidRPr="0009692D" w14:paraId="4B442ADB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0412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65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701E27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991 км пк 1 - Павлоград-1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1A5B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F5EB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2126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120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A18B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</w:tr>
      <w:tr w:rsidR="007C3DDF" w:rsidRPr="0009692D" w14:paraId="0C84B2B4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CFAB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65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59BDCB6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крім по кривих:   993 пк 4 - 995 пк 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EE07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752B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1BE8A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B929C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60</w:t>
            </w:r>
          </w:p>
        </w:tc>
      </w:tr>
      <w:tr w:rsidR="007C3DDF" w:rsidRPr="0009692D" w14:paraId="280830BF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85D1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65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6A7E995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 xml:space="preserve">                          995 пк 4 - 5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B8FC1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AC5EC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60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C5F9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B19C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</w:tr>
      <w:tr w:rsidR="00833F8B" w:rsidRPr="0009692D" w14:paraId="5E0D2664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2E03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1374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Павлоград-1</w:t>
            </w:r>
          </w:p>
        </w:tc>
        <w:tc>
          <w:tcPr>
            <w:tcW w:w="4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1DA88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головних коліях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9816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618C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60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111AE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90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42DC6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60</w:t>
            </w:r>
          </w:p>
        </w:tc>
      </w:tr>
      <w:tr w:rsidR="00833F8B" w:rsidRPr="0009692D" w14:paraId="1469571C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6AA2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ACCF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5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D548E4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з'їздах між  головними  коліями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A18B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3D03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6D73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B689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</w:tr>
      <w:tr w:rsidR="00833F8B" w:rsidRPr="0009692D" w14:paraId="0C7052A3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F7B4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83B4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75516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На 4, 4а приймально - відправних коліях пас. парку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7E03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28DA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1256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56D5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</w:tr>
      <w:tr w:rsidR="00833F8B" w:rsidRPr="0009692D" w14:paraId="20EE5515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EFB4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99D6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7E8AF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стр пер № 30 по прямому і боковому напрямку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655D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90CC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AF93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6A5A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15</w:t>
            </w:r>
          </w:p>
        </w:tc>
      </w:tr>
      <w:tr w:rsidR="00833F8B" w:rsidRPr="0009692D" w14:paraId="59A7AEE7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2D6E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A3DD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2713D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На бокові приймально - відправні колії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F03B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EFD3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5107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60EE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</w:tr>
      <w:tr w:rsidR="007C3DDF" w:rsidRPr="0009692D" w14:paraId="00CDDAE4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DCA3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65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740C02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Павлоград-1 - Зайцеве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D62A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E3D7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7E84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100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79A0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</w:tr>
      <w:tr w:rsidR="007C3DDF" w:rsidRPr="0009692D" w14:paraId="1929DA4B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2FB1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65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2E77D69C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крім по кривих:  999 пк 3 - 6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0ECA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45FB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48080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90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67EE3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70</w:t>
            </w:r>
          </w:p>
        </w:tc>
      </w:tr>
      <w:tr w:rsidR="007C3DDF" w:rsidRPr="0009692D" w14:paraId="171C0166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838D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65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5198DEBA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 xml:space="preserve">                        1001 пк 3 - 1002 пк 5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A56AF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04BCE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70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FAE7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55FE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</w:tr>
      <w:tr w:rsidR="007C3DDF" w:rsidRPr="0009692D" w14:paraId="57EA9D3B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E648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65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2E141512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 xml:space="preserve">                        1001 пк 3 - 5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90E9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1491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CCC9F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90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6D232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70</w:t>
            </w:r>
          </w:p>
        </w:tc>
      </w:tr>
      <w:tr w:rsidR="007C3DDF" w:rsidRPr="0009692D" w14:paraId="174037FA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EC94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65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C9BC73D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 xml:space="preserve">                        1004 пк 6 - 1006 пк 5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3735F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E378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70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4CDA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2151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</w:tr>
      <w:tr w:rsidR="007C3DDF" w:rsidRPr="0009692D" w14:paraId="3191F1EC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027D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651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21F561E3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 xml:space="preserve">                        1004 пк 6 - 9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901D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7FCF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00F04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90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0F2F3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70</w:t>
            </w:r>
          </w:p>
        </w:tc>
      </w:tr>
      <w:tr w:rsidR="00833F8B" w:rsidRPr="0009692D" w14:paraId="2D574EC3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AA80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CDE5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Зайцеве</w:t>
            </w:r>
          </w:p>
        </w:tc>
        <w:tc>
          <w:tcPr>
            <w:tcW w:w="45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AD2F4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головних коліях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B8D3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5681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60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851B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4AFC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60</w:t>
            </w:r>
          </w:p>
        </w:tc>
      </w:tr>
      <w:tr w:rsidR="00833F8B" w:rsidRPr="0009692D" w14:paraId="7E34E588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56BF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C273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5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3866AE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з'їздах між  головними  коліями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7FFF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4AAD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B8FD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AF85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</w:tr>
      <w:tr w:rsidR="00833F8B" w:rsidRPr="0009692D" w14:paraId="13EF7721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695C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BF6F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5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FF14A3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колії № 4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78B0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E69C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C10D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FE2E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</w:tr>
      <w:tr w:rsidR="00833F8B" w:rsidRPr="0009692D" w14:paraId="24FA3206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9F8F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9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0FC9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7E78E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На бокові приймально - відправні колії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B083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78A8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99D9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F166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</w:tr>
      <w:tr w:rsidR="007C3DDF" w:rsidRPr="0009692D" w14:paraId="41FB1C6A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DDF2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65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46C63F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Зайцеве - Синельникове 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001A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C484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E634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120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3623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</w:tr>
      <w:tr w:rsidR="00833F8B" w:rsidRPr="0009692D" w14:paraId="395D9AB8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DD8D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99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46AC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ст. Синельникове 1</w:t>
            </w:r>
          </w:p>
        </w:tc>
        <w:tc>
          <w:tcPr>
            <w:tcW w:w="4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11062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головних коліях від 3 до 2 стрілочного району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E735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CA90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E31B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5F2B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</w:tr>
      <w:tr w:rsidR="00833F8B" w:rsidRPr="0009692D" w14:paraId="74BC2F28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553D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D640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21D21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1032 км ПК 2 - 1033 км ПК 2 парна (між стр. 96-26)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45F9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51F1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5B3E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60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29D6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60</w:t>
            </w:r>
          </w:p>
        </w:tc>
      </w:tr>
      <w:tr w:rsidR="00833F8B" w:rsidRPr="0009692D" w14:paraId="3DC5ADCC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A161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9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DE38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5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F2316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бокових приймально-відправних коліях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1E9D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5D28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B2A1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A770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</w:tr>
      <w:tr w:rsidR="00833F8B" w:rsidRPr="0009692D" w14:paraId="561A26B5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94BE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243E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48E7F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Пост № 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B8F5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75B2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60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0603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60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7627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60</w:t>
            </w:r>
          </w:p>
        </w:tc>
      </w:tr>
      <w:tr w:rsidR="00833F8B" w:rsidRPr="0009692D" w14:paraId="038E76EE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BCAA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ABE9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E70BB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приймання-відправлення зі ст Синельникове-2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7B9E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2E7F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AF3C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6365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</w:tr>
      <w:tr w:rsidR="00833F8B" w:rsidRPr="0009692D" w14:paraId="0C606E3F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5301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30C4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B7196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 xml:space="preserve">ділянка Пост № 1 -3 й стр. р-он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1674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2E15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B66F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A4A4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</w:tr>
      <w:tr w:rsidR="00833F8B" w:rsidRPr="0009692D" w14:paraId="0991BD7A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2227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0A57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99516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3-й стр. р-он стр.№ 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93D5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21B7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4E2F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53C2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</w:tr>
      <w:tr w:rsidR="00833F8B" w:rsidRPr="0009692D" w14:paraId="05A918B4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E96D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E5B5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2D97F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стр.№ 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E9C2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954C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6B44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FF5E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</w:tr>
      <w:tr w:rsidR="00833F8B" w:rsidRPr="0009692D" w14:paraId="770AEDD1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561F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B4F5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08371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колія № 7 обмінного парку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F6C0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02AA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00D0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165C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</w:tr>
      <w:tr w:rsidR="00833F8B" w:rsidRPr="0009692D" w14:paraId="112A657A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2594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8818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D74C0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ділянка між стр № 60-90 між кол № 12-13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4D4B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28BE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E526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BC3F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15</w:t>
            </w:r>
          </w:p>
        </w:tc>
      </w:tr>
      <w:tr w:rsidR="00833F8B" w:rsidRPr="0009692D" w14:paraId="0F25DCEC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3C56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7B55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5812F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1,3, 4, 5 колії південного парку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9BE1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E664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6772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6DAD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15</w:t>
            </w:r>
          </w:p>
        </w:tc>
      </w:tr>
      <w:tr w:rsidR="00833F8B" w:rsidRPr="0009692D" w14:paraId="3EE1D57F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8FE6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4D03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4D886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стр пер №№ 18,24 півд парку на боковий напрямок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360E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937B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A369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C84D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15</w:t>
            </w:r>
          </w:p>
        </w:tc>
      </w:tr>
      <w:tr w:rsidR="00833F8B" w:rsidRPr="0009692D" w14:paraId="1DF3DA88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8406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C86E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FA4E2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3, 4, 5, 8 колії обмінного парку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5339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8F84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8ABA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D2D6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15</w:t>
            </w:r>
          </w:p>
        </w:tc>
      </w:tr>
      <w:tr w:rsidR="007C3DDF" w:rsidRPr="0009692D" w14:paraId="63FB2412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34E8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65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B85096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Синельникове-1 - Івківка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83F2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C22B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BEAD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120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D34B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</w:tr>
      <w:tr w:rsidR="00833F8B" w:rsidRPr="0009692D" w14:paraId="3084474F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3A21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EAEF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Івківка</w:t>
            </w:r>
          </w:p>
        </w:tc>
        <w:tc>
          <w:tcPr>
            <w:tcW w:w="45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DA11D0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 головних   коліях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A569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8CCC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4B3C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100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0B53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</w:tr>
      <w:tr w:rsidR="00833F8B" w:rsidRPr="0009692D" w14:paraId="06D3151D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07D1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C8C1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5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571DEF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боковій  приймально-відправній  колії № 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4098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F5B1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728C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4FBF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</w:tr>
      <w:tr w:rsidR="007C3DDF" w:rsidRPr="0009692D" w14:paraId="79BDD88C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DC00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65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1D3CE9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Івківка - Славгород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6AB7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882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0730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120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976C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</w:tr>
      <w:tr w:rsidR="00833F8B" w:rsidRPr="0009692D" w14:paraId="4E192D3C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97E8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7CAB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Славгород</w:t>
            </w:r>
          </w:p>
        </w:tc>
        <w:tc>
          <w:tcPr>
            <w:tcW w:w="45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57FDB5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 головних   коліях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D00F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9DE8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A33F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100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74AB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</w:tr>
      <w:tr w:rsidR="00833F8B" w:rsidRPr="0009692D" w14:paraId="29014B79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934D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CA7A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5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D83DBC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з'їздах  між  головними  коліями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5122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5B56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E52A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640D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</w:tr>
      <w:tr w:rsidR="00833F8B" w:rsidRPr="0009692D" w14:paraId="199FC792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9279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196E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5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766F09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На бокові приймально-відправні  колії № 3, 4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E8DA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E04C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A4BD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B5EC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</w:tr>
      <w:tr w:rsidR="007C3DDF" w:rsidRPr="0009692D" w14:paraId="7142AA09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7E64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65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0950FD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Славгород - Новогуполівка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4B9A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3EB6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B9CA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100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657C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</w:tr>
      <w:tr w:rsidR="007C3DDF" w:rsidRPr="0009692D" w14:paraId="70D951BA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20A5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65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D28EA2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крім з 1060 км по 1066 км.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6A21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4F98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5EAE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120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1ED4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</w:tr>
      <w:tr w:rsidR="00833F8B" w:rsidRPr="0009692D" w14:paraId="41FD3FD2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1339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5452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 xml:space="preserve"> Новогуполівка</w:t>
            </w:r>
          </w:p>
        </w:tc>
        <w:tc>
          <w:tcPr>
            <w:tcW w:w="45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F9E6F2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 головних   коліях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D913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9561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7B33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100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384D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</w:tr>
      <w:tr w:rsidR="00833F8B" w:rsidRPr="0009692D" w14:paraId="19CCF0BA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628D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999D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5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F0CAB7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боковій приймально-відправній  колії № 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DABF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BFD2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A83E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2EF2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</w:tr>
      <w:tr w:rsidR="007C3DDF" w:rsidRPr="0009692D" w14:paraId="74ACCD9E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BCF5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65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DDFD3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Новогуполівка - Вільнянськ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0635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0CC1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2580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120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733D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</w:tr>
      <w:tr w:rsidR="00833F8B" w:rsidRPr="0009692D" w14:paraId="4F4140DA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912A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E161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Вільнянськ</w:t>
            </w:r>
          </w:p>
        </w:tc>
        <w:tc>
          <w:tcPr>
            <w:tcW w:w="4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266BD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 головних   коліях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C609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1508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BFBB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100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3F0F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</w:tr>
      <w:tr w:rsidR="00833F8B" w:rsidRPr="0009692D" w14:paraId="6CFC2807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1B95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0501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E5EFF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На 3 головну  через стр.пер. № 15 на ст. Зап.Ліве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F3D2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98C7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60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F350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70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15DE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60</w:t>
            </w:r>
          </w:p>
        </w:tc>
      </w:tr>
      <w:tr w:rsidR="00833F8B" w:rsidRPr="0009692D" w14:paraId="6907D504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88ED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C1F4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8AC7A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з'їздах  між  головними  коліями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D9B5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C217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D483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872C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</w:tr>
      <w:tr w:rsidR="00833F8B" w:rsidRPr="0009692D" w14:paraId="6B47517E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3F86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D949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9FA0F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боковій приймально-відправній  колії № 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AFAC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44CC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28B5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87E0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</w:tr>
      <w:tr w:rsidR="007C3DDF" w:rsidRPr="0009692D" w14:paraId="356CC064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E3A2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65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D98284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Вільнянськ - Янцеве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1036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D680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BCE7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120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DB9C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</w:tr>
      <w:tr w:rsidR="00833F8B" w:rsidRPr="0009692D" w14:paraId="384F6590" w14:textId="77777777" w:rsidTr="0009692D">
        <w:trPr>
          <w:gridAfter w:val="1"/>
          <w:wAfter w:w="171" w:type="dxa"/>
          <w:trHeight w:val="300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D7F8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2A85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Янцеве</w:t>
            </w:r>
          </w:p>
        </w:tc>
        <w:tc>
          <w:tcPr>
            <w:tcW w:w="45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F148A7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 головних   коліях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D253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9238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460C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100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2C79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</w:tr>
      <w:tr w:rsidR="00833F8B" w:rsidRPr="0009692D" w14:paraId="56529AC1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8154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47DE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5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6F33EE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з'їздах  між  головними  коліями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7F49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F61D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8F07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DAEA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</w:tr>
      <w:tr w:rsidR="00833F8B" w:rsidRPr="0009692D" w14:paraId="0456F55B" w14:textId="77777777" w:rsidTr="0009692D">
        <w:trPr>
          <w:gridAfter w:val="1"/>
          <w:wAfter w:w="171" w:type="dxa"/>
          <w:trHeight w:val="28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7C6A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lastRenderedPageBreak/>
              <w:t> 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C43F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5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A83207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бокових пр.-відправних коліях № 3,4,5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3DB1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98D3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BAB8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15D5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</w:tr>
      <w:tr w:rsidR="00833F8B" w:rsidRPr="0009692D" w14:paraId="24C4D169" w14:textId="77777777" w:rsidTr="0009692D">
        <w:trPr>
          <w:gridAfter w:val="1"/>
          <w:wAfter w:w="171" w:type="dxa"/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F454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093F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5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9A7F1F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боковому напрямку стр пер 20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B87C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59E8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ED5A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7BEF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</w:tr>
      <w:tr w:rsidR="007C3DDF" w:rsidRPr="0009692D" w14:paraId="415C309E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262E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65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B98692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Янцеве - Запоріжжя Вантажне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C678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C93B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C908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100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06C6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</w:tr>
      <w:tr w:rsidR="00833F8B" w:rsidRPr="0009692D" w14:paraId="4F038869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1FF0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1A36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Запоріжжя Вантажне</w:t>
            </w:r>
          </w:p>
        </w:tc>
        <w:tc>
          <w:tcPr>
            <w:tcW w:w="45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C5B965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головних  коліях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64CE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030E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FD2B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60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4CD4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60</w:t>
            </w:r>
          </w:p>
        </w:tc>
      </w:tr>
      <w:tr w:rsidR="00833F8B" w:rsidRPr="0009692D" w14:paraId="446D8998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514C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A56E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5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F4C27E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з'їздах  між  головними  коліями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64F2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7CD9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79AF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FA4A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</w:tr>
      <w:tr w:rsidR="00833F8B" w:rsidRPr="0009692D" w14:paraId="3F91AA0C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452A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3B79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5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481845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з'їзду 20-22 на п/в колію №4 (марка хр.1/9)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7C9D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5F39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00A6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C03F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</w:tr>
      <w:tr w:rsidR="00833F8B" w:rsidRPr="0009692D" w14:paraId="6D842EC9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55D7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030B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5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68DD8D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боковій приймально-відправній колії № 4, 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84F9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297A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0607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1B90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</w:tr>
      <w:tr w:rsidR="00833F8B" w:rsidRPr="0009692D" w14:paraId="3C403122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3CEC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0889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5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2458E8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 xml:space="preserve">по бокових приймально-відправних коліях № 3, 8 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37D2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5C00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3909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00EB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</w:tr>
      <w:tr w:rsidR="00833F8B" w:rsidRPr="0009692D" w14:paraId="7E90B543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9ABD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2EDD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5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DB1F8F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з'їзду 28-30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66B3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D0F7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8838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9DC2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</w:tr>
      <w:tr w:rsidR="007C3DDF" w:rsidRPr="0009692D" w14:paraId="68410931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6C28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65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E274C4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Запоріжжя Вант. - Запоріжжя-1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6390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59EE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CC41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BF34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60</w:t>
            </w:r>
          </w:p>
        </w:tc>
      </w:tr>
      <w:tr w:rsidR="00833F8B" w:rsidRPr="0009692D" w14:paraId="0F6BB06E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A81A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CD03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Запоріжжя -1</w:t>
            </w:r>
          </w:p>
        </w:tc>
        <w:tc>
          <w:tcPr>
            <w:tcW w:w="45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6D9591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головних  коліях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FBA9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6D1D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CA61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100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C350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</w:tr>
      <w:tr w:rsidR="00833F8B" w:rsidRPr="0009692D" w14:paraId="16B76F2E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C1FB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A5CD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5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08935F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стр.пер.№ 206 на парній колії в центральній горл.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A999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3669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45B6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2FAA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</w:tr>
      <w:tr w:rsidR="00833F8B" w:rsidRPr="0009692D" w14:paraId="59BEADDA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0F14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437A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5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F726B5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1106 пк 6-10 - 1107 пк 1 парна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4B41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E858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4EFA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A6CD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</w:tr>
      <w:tr w:rsidR="00833F8B" w:rsidRPr="0009692D" w14:paraId="660EEA0B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0692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DBDC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5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173EC3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 xml:space="preserve">з 1107 пк 1 до стр пер 206 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F8EC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5ADF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F49E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70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3CC3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60</w:t>
            </w:r>
          </w:p>
        </w:tc>
      </w:tr>
      <w:tr w:rsidR="00833F8B" w:rsidRPr="0009692D" w14:paraId="7D3B9FCF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5967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93CD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5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003BD4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стр.пер. № 27 на ст.Запоріжжя-2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41C8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7C2E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C2F6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3009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</w:tr>
      <w:tr w:rsidR="00833F8B" w:rsidRPr="0009692D" w14:paraId="4E02520F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ED66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4710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5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120A1D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з'їзду 41-43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AE74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697F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068B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D549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</w:tr>
      <w:tr w:rsidR="00833F8B" w:rsidRPr="0009692D" w14:paraId="5AA3D40B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2EE4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9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CEC8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5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1B71E7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з'їздах між головними  коліями 230-232, 222-224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D89D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E4F5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723C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3B14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</w:tr>
      <w:tr w:rsidR="00833F8B" w:rsidRPr="0009692D" w14:paraId="58C07B65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A842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90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BF9E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5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2EB577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з'їзду 59-61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43F9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867E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635C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8C8E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</w:tr>
      <w:tr w:rsidR="00833F8B" w:rsidRPr="0009692D" w14:paraId="6CD61FD5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AA92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7563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5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C3664F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інших з'їздах між головними коліями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88E8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FF8B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4E55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DF25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</w:tr>
      <w:tr w:rsidR="00833F8B" w:rsidRPr="0009692D" w14:paraId="26C9B6C1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02BE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0608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5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B41CBE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Запоріжжя-2-Запоріжжя-1-стр.№ 5  (бок.напрямок)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F8EF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CBA4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3FFB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56D2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</w:tr>
      <w:tr w:rsidR="00833F8B" w:rsidRPr="0009692D" w14:paraId="5571721C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4E36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90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5BA3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5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05C638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Передаточна-Запоріжжя-1-стр.№ 5 (крива ділянка)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21DF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3B15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6598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649F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</w:tr>
      <w:tr w:rsidR="00833F8B" w:rsidRPr="0009692D" w14:paraId="1B21487C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3780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0BF4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5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06975B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приймально-відправній колії 1Б вант.парку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9370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FFD0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9C87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50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C1A1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</w:tr>
      <w:tr w:rsidR="00833F8B" w:rsidRPr="0009692D" w14:paraId="220F1D39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6810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FF9E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5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52D409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стрілочних переводах на колію № 1Б вантажного  парку: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D0AD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52B4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A087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4077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</w:tr>
      <w:tr w:rsidR="00833F8B" w:rsidRPr="0009692D" w14:paraId="228049B6" w14:textId="77777777" w:rsidTr="0009692D">
        <w:trPr>
          <w:gridAfter w:val="1"/>
          <w:wAfter w:w="171" w:type="dxa"/>
          <w:trHeight w:val="270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0E82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6EED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Запоріжжя -1</w:t>
            </w:r>
          </w:p>
        </w:tc>
        <w:tc>
          <w:tcPr>
            <w:tcW w:w="45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75A3AC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 xml:space="preserve">центральна горл  стр.пер. № 41,196/202, 200, 160,162,164,168 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4B0B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CFF6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FE9D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B2BE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</w:tr>
      <w:tr w:rsidR="00833F8B" w:rsidRPr="0009692D" w14:paraId="52012AF4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88A3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AEAD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5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104746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південна горл.-- стр. № 82,78,68,76,50,48,10,6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B03F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536F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B4A3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B3D0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</w:tr>
      <w:tr w:rsidR="00833F8B" w:rsidRPr="0009692D" w14:paraId="224F5688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9C4A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B329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5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B06322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Пасажирський  парк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7E37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F584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B61A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E423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</w:tr>
      <w:tr w:rsidR="00833F8B" w:rsidRPr="0009692D" w14:paraId="1D990DD9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7605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8E28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5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15EEA4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На  приймально-відправні колії № 3, 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0CE8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F559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4B36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2DC4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</w:tr>
      <w:tr w:rsidR="00833F8B" w:rsidRPr="0009692D" w14:paraId="74CA8CF6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4FC1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90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822C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5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99E729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На приймально-відправну  колію № 6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5C75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D3E5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D0D2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F1B6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</w:tr>
      <w:tr w:rsidR="00833F8B" w:rsidRPr="0009692D" w14:paraId="3EF70C20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EBE1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E600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5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56BBD1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 xml:space="preserve"> По з'їзду 258 - 260 між  головною парною і прийм - відпр кол № 3 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0218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2575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C5EC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D7D9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</w:tr>
      <w:tr w:rsidR="00833F8B" w:rsidRPr="0009692D" w14:paraId="310DF8DD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9098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075EF" w14:textId="538A0E9A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45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893A81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Приміський  парк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610D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03DB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BEE1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8ED8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</w:tr>
      <w:tr w:rsidR="00833F8B" w:rsidRPr="0009692D" w14:paraId="2B4890ED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10A6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9F72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5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1A664F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з"їзду між гол.непарною і п/в к.№ 8-244-242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3CA7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A913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2CDE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2746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</w:tr>
      <w:tr w:rsidR="00833F8B" w:rsidRPr="0009692D" w14:paraId="097472B4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C911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6F3A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5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3E0E69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приймально-відправній колії  № 8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B833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5FA9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A9D3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E093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</w:tr>
      <w:tr w:rsidR="00833F8B" w:rsidRPr="0009692D" w14:paraId="680F453D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1103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73FD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5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1896EA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з'їзду 210-162- з п/в к.№ 8 на п/в к.№1Б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23BE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06C1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FE60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795E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</w:tr>
      <w:tr w:rsidR="00833F8B" w:rsidRPr="0009692D" w14:paraId="6035393C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0327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BE78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5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ECFA28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з'їздах 186-184-200- з п/в к.№ 8 на п/в к.№1Б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5B68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77B5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2569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1F23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</w:tr>
      <w:tr w:rsidR="00833F8B" w:rsidRPr="0009692D" w14:paraId="4E1E18B5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1A12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0B77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5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BAA5E5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На прийм-відправні колії № 9,10,11,12 (тупики)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B2A5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437E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0784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2DE7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</w:tr>
      <w:tr w:rsidR="00833F8B" w:rsidRPr="0009692D" w14:paraId="0B0236E1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6B38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2A28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5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61F660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Вантажний  парк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598D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5536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CCA4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9641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</w:tr>
      <w:tr w:rsidR="00833F8B" w:rsidRPr="0009692D" w14:paraId="05C632B0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0173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7DC7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5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21BDB1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 прийм-відправних  коліях № 2,3,4,5,6,7,8,11,12,13,14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6D78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7915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07A8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9232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</w:tr>
      <w:tr w:rsidR="00833F8B" w:rsidRPr="0009692D" w14:paraId="3FA88AA0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3412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796B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5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9DB5A2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сортувально-відправній  колії № 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DE8E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C088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1235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5FF8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</w:tr>
      <w:tr w:rsidR="00833F8B" w:rsidRPr="0009692D" w14:paraId="7F3DBF72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AF8E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AF15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5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5A288B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сортувально-відправних  коліях № 9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2395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E4DB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9402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FC32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15</w:t>
            </w:r>
          </w:p>
        </w:tc>
      </w:tr>
      <w:tr w:rsidR="00833F8B" w:rsidRPr="0009692D" w14:paraId="668B0CCC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67F4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DEB8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5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32B747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стр.пер. № 98,100 напрямок на п/в к.№ 2,3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DC8A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8834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1A40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F24F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</w:tr>
      <w:tr w:rsidR="00833F8B" w:rsidRPr="0009692D" w14:paraId="7C784004" w14:textId="77777777" w:rsidTr="0009692D">
        <w:trPr>
          <w:gridAfter w:val="1"/>
          <w:wAfter w:w="171" w:type="dxa"/>
          <w:trHeight w:val="510"/>
        </w:trPr>
        <w:tc>
          <w:tcPr>
            <w:tcW w:w="4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6D6D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90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D8D3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5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BF41FC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інших  стр.пер. і з'їздах , які  ведуть на  приймально</w:t>
            </w: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br/>
              <w:t xml:space="preserve">-відправні та сортувально-відправні колії №№ 2,3,4,5 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3339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E256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DD78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3351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</w:tr>
      <w:tr w:rsidR="00833F8B" w:rsidRPr="0009692D" w14:paraId="0B9E0CFB" w14:textId="77777777" w:rsidTr="0009692D">
        <w:trPr>
          <w:gridAfter w:val="1"/>
          <w:wAfter w:w="171" w:type="dxa"/>
          <w:trHeight w:val="510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CCE0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947C0" w14:textId="725F1DA2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45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025CBA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інших  стр.пер. і з'їздах , які  ведуть на  приймально-відправні</w:t>
            </w: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br/>
              <w:t xml:space="preserve">та сортувально-відправні колії №№ </w:t>
            </w: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lastRenderedPageBreak/>
              <w:t xml:space="preserve">6,7,8,9,10,11,12,13,14  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C2C7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lastRenderedPageBreak/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232A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E530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471C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</w:tr>
      <w:tr w:rsidR="00833F8B" w:rsidRPr="0009692D" w14:paraId="3799C478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4AE4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lastRenderedPageBreak/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FDE3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5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7CFC28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центральна  горловина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2875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FC5C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3A97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9980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</w:tr>
      <w:tr w:rsidR="00833F8B" w:rsidRPr="0009692D" w14:paraId="496FE0D7" w14:textId="77777777" w:rsidTr="0009692D">
        <w:trPr>
          <w:gridAfter w:val="1"/>
          <w:wAfter w:w="171" w:type="dxa"/>
          <w:trHeight w:val="25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3027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2650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5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FA7033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південна горловина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EFFE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C6E0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4F1F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391E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15</w:t>
            </w:r>
          </w:p>
        </w:tc>
      </w:tr>
    </w:tbl>
    <w:p w14:paraId="64118739" w14:textId="77777777" w:rsidR="00C916B1" w:rsidRPr="0009692D" w:rsidRDefault="00C916B1">
      <w:pPr>
        <w:rPr>
          <w:sz w:val="20"/>
          <w:lang w:val="uk-UA"/>
        </w:rPr>
      </w:pPr>
    </w:p>
    <w:tbl>
      <w:tblPr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392"/>
        <w:gridCol w:w="2216"/>
        <w:gridCol w:w="4394"/>
        <w:gridCol w:w="434"/>
        <w:gridCol w:w="234"/>
        <w:gridCol w:w="782"/>
        <w:gridCol w:w="613"/>
        <w:gridCol w:w="696"/>
      </w:tblGrid>
      <w:tr w:rsidR="00C916B1" w:rsidRPr="0009692D" w14:paraId="6B077EEE" w14:textId="77777777" w:rsidTr="00C916B1">
        <w:trPr>
          <w:trHeight w:val="360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226D4" w14:textId="6607FAAD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sz w:val="20"/>
                <w:lang w:val="uk-UA"/>
              </w:rPr>
              <w:br w:type="page"/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87EE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9A01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val="uk-UA" w:eastAsia="ru-RU"/>
              </w:rPr>
              <w:t xml:space="preserve"> Красноармійськ - Новомосковськ - Воскобійня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E637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AF4B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C0A6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88C3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</w:tr>
      <w:tr w:rsidR="00C916B1" w:rsidRPr="0009692D" w14:paraId="25D77731" w14:textId="77777777" w:rsidTr="00C916B1">
        <w:trPr>
          <w:trHeight w:val="25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D5AB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DC17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4122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8474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3D0C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D358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BC16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</w:tr>
      <w:tr w:rsidR="00C916B1" w:rsidRPr="0009692D" w14:paraId="42013FF7" w14:textId="77777777" w:rsidTr="00C916B1">
        <w:trPr>
          <w:trHeight w:val="255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4666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2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A0BF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Найменування перегонів,  станцій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A98B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Найменування  колій, стрілок</w:t>
            </w:r>
          </w:p>
        </w:tc>
        <w:tc>
          <w:tcPr>
            <w:tcW w:w="27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179F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Встановлена швидкість</w:t>
            </w:r>
          </w:p>
        </w:tc>
      </w:tr>
      <w:tr w:rsidR="00C916B1" w:rsidRPr="0009692D" w14:paraId="7932F9F4" w14:textId="77777777" w:rsidTr="00C916B1">
        <w:trPr>
          <w:trHeight w:val="255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FBFE5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2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193E1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2D07D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53CA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непарний напрямок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3B1A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парний напрямок</w:t>
            </w:r>
          </w:p>
        </w:tc>
      </w:tr>
      <w:tr w:rsidR="00C916B1" w:rsidRPr="0009692D" w14:paraId="659E4EC9" w14:textId="77777777" w:rsidTr="00C916B1">
        <w:trPr>
          <w:trHeight w:val="255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BFEE0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2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DAD51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EE360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5C9B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пас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95F3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вант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63E4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пас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03BA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вант</w:t>
            </w:r>
          </w:p>
        </w:tc>
      </w:tr>
      <w:tr w:rsidR="00C916B1" w:rsidRPr="0009692D" w14:paraId="3A2B8E43" w14:textId="77777777" w:rsidTr="00C916B1">
        <w:trPr>
          <w:trHeight w:val="255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1677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6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F52D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Межа залізниці - Роз'їзд № 5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F8FC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A686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4255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9401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</w:tr>
      <w:tr w:rsidR="00C916B1" w:rsidRPr="0009692D" w14:paraId="4EC95F7B" w14:textId="77777777" w:rsidTr="00C916B1">
        <w:trPr>
          <w:trHeight w:val="255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D821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6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F75BAAD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крім по кривих   22 пк 4 - 7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87496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90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17C3F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70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6BD5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BA4A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</w:tr>
      <w:tr w:rsidR="00C916B1" w:rsidRPr="0009692D" w14:paraId="35B00972" w14:textId="77777777" w:rsidTr="00C916B1">
        <w:trPr>
          <w:trHeight w:val="315"/>
        </w:trPr>
        <w:tc>
          <w:tcPr>
            <w:tcW w:w="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0DB5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B2A1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Роз'їзд № 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98E05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головних коліях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A000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EE3F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60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BF8C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3F52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60</w:t>
            </w:r>
          </w:p>
        </w:tc>
      </w:tr>
      <w:tr w:rsidR="00C916B1" w:rsidRPr="0009692D" w14:paraId="65B3BF32" w14:textId="77777777" w:rsidTr="00C916B1">
        <w:trPr>
          <w:trHeight w:val="330"/>
        </w:trPr>
        <w:tc>
          <w:tcPr>
            <w:tcW w:w="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72A1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584E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74FC7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1 приймально - відправній колії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C6D4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9B49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185E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ADD9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</w:tr>
      <w:tr w:rsidR="00C916B1" w:rsidRPr="0009692D" w14:paraId="4EDFFF48" w14:textId="77777777" w:rsidTr="00C916B1">
        <w:trPr>
          <w:trHeight w:val="315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ADD1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0CC3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651EA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3 приймально - відправній колії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136E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32A6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EBB8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C615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</w:tr>
      <w:tr w:rsidR="00C916B1" w:rsidRPr="0009692D" w14:paraId="2FBECD84" w14:textId="77777777" w:rsidTr="00C916B1">
        <w:trPr>
          <w:trHeight w:val="315"/>
        </w:trPr>
        <w:tc>
          <w:tcPr>
            <w:tcW w:w="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1468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6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0C3717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Роз'їзд № 5 - Слов'янка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A12C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E0C5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D1BF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6F76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</w:tr>
      <w:tr w:rsidR="00C916B1" w:rsidRPr="0009692D" w14:paraId="515AF0FE" w14:textId="77777777" w:rsidTr="00C916B1">
        <w:trPr>
          <w:trHeight w:val="285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F0E4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3A50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Слов'янка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E6184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головних коліях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007B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45CE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60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C118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8860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60</w:t>
            </w:r>
          </w:p>
        </w:tc>
      </w:tr>
      <w:tr w:rsidR="00C916B1" w:rsidRPr="0009692D" w14:paraId="46868A5E" w14:textId="77777777" w:rsidTr="00C916B1">
        <w:trPr>
          <w:trHeight w:val="300"/>
        </w:trPr>
        <w:tc>
          <w:tcPr>
            <w:tcW w:w="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C256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4A8A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7EC23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На бокові приймально - відправні колії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AB4C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6541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4FBC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CD4A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</w:tr>
      <w:tr w:rsidR="00C916B1" w:rsidRPr="0009692D" w14:paraId="1BDB6F94" w14:textId="77777777" w:rsidTr="00C916B1">
        <w:trPr>
          <w:trHeight w:val="30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71C7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6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8C567B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Слов'янка - Брагинівка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E5E3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119E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C90E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FFF2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</w:tr>
      <w:tr w:rsidR="00C916B1" w:rsidRPr="0009692D" w14:paraId="3FE351BB" w14:textId="77777777" w:rsidTr="00C916B1">
        <w:trPr>
          <w:trHeight w:val="300"/>
        </w:trPr>
        <w:tc>
          <w:tcPr>
            <w:tcW w:w="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44B6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D383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Брагинівка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327C5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головних коліях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97F7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BDC5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60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09C7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0720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60</w:t>
            </w:r>
          </w:p>
        </w:tc>
      </w:tr>
      <w:tr w:rsidR="00C916B1" w:rsidRPr="0009692D" w14:paraId="7969D18E" w14:textId="77777777" w:rsidTr="00C916B1">
        <w:trPr>
          <w:trHeight w:val="315"/>
        </w:trPr>
        <w:tc>
          <w:tcPr>
            <w:tcW w:w="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35A7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1B1F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50F72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На бокові приймально - відправні колії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E639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FE6F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C20F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8928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</w:tr>
      <w:tr w:rsidR="00C916B1" w:rsidRPr="0009692D" w14:paraId="35B508B0" w14:textId="77777777" w:rsidTr="00C916B1">
        <w:trPr>
          <w:trHeight w:val="315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91B3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6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B6C74D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Брагинівка - 65 км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8D49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FF22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8B6F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F75C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</w:tr>
      <w:tr w:rsidR="00C916B1" w:rsidRPr="0009692D" w14:paraId="2613A710" w14:textId="77777777" w:rsidTr="00C916B1">
        <w:trPr>
          <w:trHeight w:val="315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B1BC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6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05AB50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66 км - Миколаївка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9E60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60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A0C0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60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B796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E161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</w:tr>
      <w:tr w:rsidR="00C916B1" w:rsidRPr="0009692D" w14:paraId="0C307D4E" w14:textId="77777777" w:rsidTr="00C916B1">
        <w:trPr>
          <w:trHeight w:val="315"/>
        </w:trPr>
        <w:tc>
          <w:tcPr>
            <w:tcW w:w="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CD7C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E7AE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Миколаївка-Донецька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ED88C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головних коліях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655C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5110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60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BF92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37BC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60</w:t>
            </w:r>
          </w:p>
        </w:tc>
      </w:tr>
      <w:tr w:rsidR="00C916B1" w:rsidRPr="0009692D" w14:paraId="0936D2B7" w14:textId="77777777" w:rsidTr="00C916B1">
        <w:trPr>
          <w:trHeight w:val="285"/>
        </w:trPr>
        <w:tc>
          <w:tcPr>
            <w:tcW w:w="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3BE0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ED2B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66FB9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На бокові приймально - відправні колії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903B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078E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AB4F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C73E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</w:tr>
      <w:tr w:rsidR="00C916B1" w:rsidRPr="0009692D" w14:paraId="47A1C63B" w14:textId="77777777" w:rsidTr="00C916B1">
        <w:trPr>
          <w:trHeight w:val="285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E64B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6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AA76BA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Миколаївка - 76 км пк 1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9AAE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DC73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F7EE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3AD7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</w:tr>
      <w:tr w:rsidR="00C916B1" w:rsidRPr="0009692D" w14:paraId="45DA6CF7" w14:textId="77777777" w:rsidTr="00C916B1">
        <w:trPr>
          <w:trHeight w:val="285"/>
        </w:trPr>
        <w:tc>
          <w:tcPr>
            <w:tcW w:w="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E9AC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6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C499DD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75 км пк 3 - 76 км пк 1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F776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43BC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706B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9226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</w:tr>
      <w:tr w:rsidR="00C916B1" w:rsidRPr="0009692D" w14:paraId="3D17151E" w14:textId="77777777" w:rsidTr="00C916B1">
        <w:trPr>
          <w:trHeight w:val="285"/>
        </w:trPr>
        <w:tc>
          <w:tcPr>
            <w:tcW w:w="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3109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6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EFD73C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76 км  пк 2 - 77 км пк 7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0C7A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7331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60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0F89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E7C6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</w:tr>
      <w:tr w:rsidR="00C916B1" w:rsidRPr="0009692D" w14:paraId="46BF53A5" w14:textId="77777777" w:rsidTr="00C916B1">
        <w:trPr>
          <w:trHeight w:val="285"/>
        </w:trPr>
        <w:tc>
          <w:tcPr>
            <w:tcW w:w="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2055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6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E4254A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77 км пк 8 - 80 км пк 8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7485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E53B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EA33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7777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</w:tr>
      <w:tr w:rsidR="00C916B1" w:rsidRPr="0009692D" w14:paraId="1E1BAF8A" w14:textId="77777777" w:rsidTr="00C916B1">
        <w:trPr>
          <w:trHeight w:val="285"/>
        </w:trPr>
        <w:tc>
          <w:tcPr>
            <w:tcW w:w="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8AFF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6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846EF3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 км пк 9 - 81 км пк 1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14BA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0044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60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21ED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61DA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</w:tr>
      <w:tr w:rsidR="00C916B1" w:rsidRPr="0009692D" w14:paraId="6BD97EEE" w14:textId="77777777" w:rsidTr="00C916B1">
        <w:trPr>
          <w:trHeight w:val="285"/>
        </w:trPr>
        <w:tc>
          <w:tcPr>
            <w:tcW w:w="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9F2E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6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57B952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81 км пк 2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D43E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1ADF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C6C9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DF69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</w:tr>
      <w:tr w:rsidR="00C916B1" w:rsidRPr="0009692D" w14:paraId="0AF10848" w14:textId="77777777" w:rsidTr="00C916B1">
        <w:trPr>
          <w:trHeight w:val="285"/>
        </w:trPr>
        <w:tc>
          <w:tcPr>
            <w:tcW w:w="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7514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6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25919D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81 км пк 3 - 6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0342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DFA1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60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0EF9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56C8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</w:tr>
      <w:tr w:rsidR="00C916B1" w:rsidRPr="0009692D" w14:paraId="4A1386C2" w14:textId="77777777" w:rsidTr="00C916B1">
        <w:trPr>
          <w:trHeight w:val="285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75D1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6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1B2F42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81 км пк 7 - Богуславський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0E7D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A2C0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88A2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899D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</w:tr>
      <w:tr w:rsidR="00C916B1" w:rsidRPr="0009692D" w14:paraId="5C21C882" w14:textId="77777777" w:rsidTr="00DF6AF6">
        <w:trPr>
          <w:trHeight w:val="300"/>
        </w:trPr>
        <w:tc>
          <w:tcPr>
            <w:tcW w:w="39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58CC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221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70E7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Богуславський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34A24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головних коліях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02F8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C2FD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60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38D1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78FB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60</w:t>
            </w:r>
          </w:p>
        </w:tc>
      </w:tr>
      <w:tr w:rsidR="00C916B1" w:rsidRPr="0009692D" w14:paraId="204668A6" w14:textId="77777777" w:rsidTr="00DF6AF6">
        <w:trPr>
          <w:trHeight w:val="285"/>
        </w:trPr>
        <w:tc>
          <w:tcPr>
            <w:tcW w:w="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5F95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221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A8D5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C1DB0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На бокові приймально - відправні колії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BCAC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FB02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4A86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E072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</w:tr>
      <w:tr w:rsidR="00C916B1" w:rsidRPr="0009692D" w14:paraId="2BE2C628" w14:textId="77777777" w:rsidTr="00C916B1">
        <w:trPr>
          <w:trHeight w:val="285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9623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6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AA0E34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Богуславський - Павлоград -2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FD78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B380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60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0EEA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090E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</w:tr>
      <w:tr w:rsidR="00C916B1" w:rsidRPr="0009692D" w14:paraId="44C2A56C" w14:textId="77777777" w:rsidTr="00C916B1">
        <w:trPr>
          <w:trHeight w:val="330"/>
        </w:trPr>
        <w:tc>
          <w:tcPr>
            <w:tcW w:w="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8ABD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569F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Павлоград-2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F032C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головних коліях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96BA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4AAA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60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2DA1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4E0D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60</w:t>
            </w:r>
          </w:p>
        </w:tc>
      </w:tr>
      <w:tr w:rsidR="00C916B1" w:rsidRPr="0009692D" w14:paraId="08E74CBB" w14:textId="77777777" w:rsidTr="00C916B1">
        <w:trPr>
          <w:trHeight w:val="285"/>
        </w:trPr>
        <w:tc>
          <w:tcPr>
            <w:tcW w:w="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0E9B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3D8C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FC0A1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3 приймально - відправній колії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DA9C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6B6C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E72F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E426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15</w:t>
            </w:r>
          </w:p>
        </w:tc>
      </w:tr>
      <w:tr w:rsidR="00C916B1" w:rsidRPr="0009692D" w14:paraId="406AC9CA" w14:textId="77777777" w:rsidTr="00C916B1">
        <w:trPr>
          <w:trHeight w:val="330"/>
        </w:trPr>
        <w:tc>
          <w:tcPr>
            <w:tcW w:w="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7627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8984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81A4B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На бокові приймально - відправні колії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5720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38A7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506F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95A5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</w:tr>
      <w:tr w:rsidR="00C916B1" w:rsidRPr="0009692D" w14:paraId="6073A8C3" w14:textId="77777777" w:rsidTr="00C916B1">
        <w:trPr>
          <w:trHeight w:val="33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C279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6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17CA8F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Павлоград -2 - Павлоград-1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2AFB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B91D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6ABD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B1C9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</w:tr>
      <w:tr w:rsidR="00C916B1" w:rsidRPr="0009692D" w14:paraId="7500B3F9" w14:textId="77777777" w:rsidTr="00C916B1">
        <w:trPr>
          <w:trHeight w:val="315"/>
        </w:trPr>
        <w:tc>
          <w:tcPr>
            <w:tcW w:w="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E229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3092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Павлоград-1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3CDE6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3 головній колії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EE67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60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D460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60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3E3F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60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E474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60</w:t>
            </w:r>
          </w:p>
        </w:tc>
      </w:tr>
      <w:tr w:rsidR="00C916B1" w:rsidRPr="0009692D" w14:paraId="1DA8B3BA" w14:textId="77777777" w:rsidTr="00C916B1">
        <w:trPr>
          <w:trHeight w:val="345"/>
        </w:trPr>
        <w:tc>
          <w:tcPr>
            <w:tcW w:w="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5411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F872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06439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 xml:space="preserve">По 4 приймально - відправній колії Північ. парку 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180A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1450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13C5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57F1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</w:tr>
      <w:tr w:rsidR="00C916B1" w:rsidRPr="0009692D" w14:paraId="65D18FCA" w14:textId="77777777" w:rsidTr="00C916B1">
        <w:trPr>
          <w:trHeight w:val="300"/>
        </w:trPr>
        <w:tc>
          <w:tcPr>
            <w:tcW w:w="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3A67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6BA9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00624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6 приймально - відправній колії Північ. парку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89F7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B8DE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F846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720C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15</w:t>
            </w:r>
          </w:p>
        </w:tc>
      </w:tr>
      <w:tr w:rsidR="00C916B1" w:rsidRPr="0009692D" w14:paraId="1468E953" w14:textId="77777777" w:rsidTr="00C916B1">
        <w:trPr>
          <w:trHeight w:val="330"/>
        </w:trPr>
        <w:tc>
          <w:tcPr>
            <w:tcW w:w="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6313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BF0D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32F5D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На бокові приймально - відправні колії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CD2A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A690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AE30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4DFC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</w:tr>
      <w:tr w:rsidR="00C916B1" w:rsidRPr="0009692D" w14:paraId="7D150D9F" w14:textId="77777777" w:rsidTr="00C916B1">
        <w:trPr>
          <w:trHeight w:val="33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BD27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6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552939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Павлоград-1 - Межеричі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B1FF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5F95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A21F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4F70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</w:tr>
      <w:tr w:rsidR="00C916B1" w:rsidRPr="0009692D" w14:paraId="089021FA" w14:textId="77777777" w:rsidTr="00DD59FF">
        <w:trPr>
          <w:trHeight w:val="285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87D4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6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FABEC94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крім по кривих    118 пк 4 - 119 пк 4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9FE26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90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BD4DD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70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F91A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2E8F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</w:tr>
      <w:tr w:rsidR="00C916B1" w:rsidRPr="0009692D" w14:paraId="1CBC7EF4" w14:textId="77777777" w:rsidTr="00DD59FF">
        <w:trPr>
          <w:trHeight w:val="30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429E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lastRenderedPageBreak/>
              <w:t> 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8FBC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Межеричі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EFDB8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головних коліях</w:t>
            </w:r>
          </w:p>
        </w:tc>
        <w:tc>
          <w:tcPr>
            <w:tcW w:w="6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8572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569A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60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34C1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AE41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60</w:t>
            </w:r>
          </w:p>
        </w:tc>
      </w:tr>
      <w:tr w:rsidR="00C916B1" w:rsidRPr="0009692D" w14:paraId="069C76F2" w14:textId="77777777" w:rsidTr="00C916B1">
        <w:trPr>
          <w:trHeight w:val="255"/>
        </w:trPr>
        <w:tc>
          <w:tcPr>
            <w:tcW w:w="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F062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B996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9B839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3 приймально-відправній колії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D437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10CA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E80B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D9CF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15</w:t>
            </w:r>
          </w:p>
        </w:tc>
      </w:tr>
      <w:tr w:rsidR="00C916B1" w:rsidRPr="0009692D" w14:paraId="514D38C4" w14:textId="77777777" w:rsidTr="007B16F6">
        <w:trPr>
          <w:trHeight w:val="255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BDE0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0C02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77DD2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1 приймально-відправній колії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28DD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980C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E00D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270C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</w:tr>
      <w:tr w:rsidR="00C916B1" w:rsidRPr="0009692D" w14:paraId="7DE526A4" w14:textId="77777777" w:rsidTr="007B16F6">
        <w:trPr>
          <w:trHeight w:val="30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7932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6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24A10C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Межеричі - Мінеральна</w:t>
            </w:r>
          </w:p>
        </w:tc>
        <w:tc>
          <w:tcPr>
            <w:tcW w:w="6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3227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100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D6E7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4B40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AA19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</w:tr>
      <w:tr w:rsidR="00C916B1" w:rsidRPr="0009692D" w14:paraId="16CDF69A" w14:textId="77777777" w:rsidTr="00C916B1">
        <w:trPr>
          <w:trHeight w:val="255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8622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A66A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Мінеральна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20C5D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головних коліях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0F5A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D8F9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60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9947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1EE4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60</w:t>
            </w:r>
          </w:p>
        </w:tc>
      </w:tr>
      <w:tr w:rsidR="00C916B1" w:rsidRPr="0009692D" w14:paraId="7A8D31B2" w14:textId="77777777" w:rsidTr="008E4C11">
        <w:trPr>
          <w:trHeight w:val="255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A346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9580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364F4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На бокові приймально- відправні колії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4BF0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0657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0CFA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C3D6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</w:tr>
      <w:tr w:rsidR="00C916B1" w:rsidRPr="0009692D" w14:paraId="5F910854" w14:textId="77777777" w:rsidTr="008E4C11">
        <w:trPr>
          <w:trHeight w:val="30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8753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6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75D369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Мінеральна - Орлівщина</w:t>
            </w:r>
          </w:p>
        </w:tc>
        <w:tc>
          <w:tcPr>
            <w:tcW w:w="6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C5CD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100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20A4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0464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472B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</w:tr>
      <w:tr w:rsidR="00C916B1" w:rsidRPr="0009692D" w14:paraId="52603122" w14:textId="77777777" w:rsidTr="00C916B1">
        <w:trPr>
          <w:trHeight w:val="255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96D6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7286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Орлівщина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55699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головних коліях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8165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E74A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60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F05F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4849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60</w:t>
            </w:r>
          </w:p>
        </w:tc>
      </w:tr>
      <w:tr w:rsidR="00C916B1" w:rsidRPr="0009692D" w14:paraId="4104F7BC" w14:textId="77777777" w:rsidTr="00C916B1">
        <w:trPr>
          <w:trHeight w:val="255"/>
        </w:trPr>
        <w:tc>
          <w:tcPr>
            <w:tcW w:w="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9C4B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D42E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C7342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1 приймально-відправній колії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E6E9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45E0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7487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30F7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</w:tr>
      <w:tr w:rsidR="00C916B1" w:rsidRPr="0009692D" w14:paraId="683F35F8" w14:textId="77777777" w:rsidTr="00C916B1">
        <w:trPr>
          <w:trHeight w:val="255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0C74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9E2C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DF364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На бокові приймально- відправні колії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F09E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C0D8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FE4B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6E15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</w:tr>
      <w:tr w:rsidR="00C916B1" w:rsidRPr="0009692D" w14:paraId="61F5103B" w14:textId="77777777" w:rsidTr="00C916B1">
        <w:trPr>
          <w:trHeight w:val="255"/>
        </w:trPr>
        <w:tc>
          <w:tcPr>
            <w:tcW w:w="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65ED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6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71E9BF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Орлівщина - Новомосковськ-Дніпровський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13DB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8B28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4B45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821C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</w:tr>
      <w:tr w:rsidR="00C916B1" w:rsidRPr="0009692D" w14:paraId="277660C9" w14:textId="77777777" w:rsidTr="00C916B1">
        <w:trPr>
          <w:trHeight w:val="255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C9D2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57BF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Новомосковськ-Дніпровський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29A2A" w14:textId="77777777" w:rsidR="00C916B1" w:rsidRPr="0009692D" w:rsidRDefault="00C916B1" w:rsidP="00C91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 xml:space="preserve">По головних коліях 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0FD7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100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8D7F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2ADE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611D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80</w:t>
            </w:r>
          </w:p>
        </w:tc>
      </w:tr>
      <w:tr w:rsidR="00C916B1" w:rsidRPr="0009692D" w14:paraId="61560421" w14:textId="77777777" w:rsidTr="00C916B1">
        <w:trPr>
          <w:trHeight w:val="255"/>
        </w:trPr>
        <w:tc>
          <w:tcPr>
            <w:tcW w:w="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BBB0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3351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79D20" w14:textId="77777777" w:rsidR="00C916B1" w:rsidRPr="0009692D" w:rsidRDefault="00C916B1" w:rsidP="00C91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Крім:  IV ( від стр. 84 до стр 37)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3A73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60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2097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60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143E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60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7384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60</w:t>
            </w:r>
          </w:p>
        </w:tc>
      </w:tr>
      <w:tr w:rsidR="00C916B1" w:rsidRPr="0009692D" w14:paraId="369BFC94" w14:textId="77777777" w:rsidTr="00C916B1">
        <w:trPr>
          <w:trHeight w:val="255"/>
        </w:trPr>
        <w:tc>
          <w:tcPr>
            <w:tcW w:w="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9631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C5CC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000D4" w14:textId="77777777" w:rsidR="00C916B1" w:rsidRPr="0009692D" w:rsidRDefault="00C916B1" w:rsidP="00C91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На бокові пр.- відпр. колії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CAA3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BF59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8D53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80CB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25</w:t>
            </w:r>
          </w:p>
        </w:tc>
      </w:tr>
      <w:tr w:rsidR="00C916B1" w:rsidRPr="0009692D" w14:paraId="49527133" w14:textId="77777777" w:rsidTr="00C916B1">
        <w:trPr>
          <w:trHeight w:val="330"/>
        </w:trPr>
        <w:tc>
          <w:tcPr>
            <w:tcW w:w="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5938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9931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D76AE" w14:textId="77777777" w:rsidR="00C916B1" w:rsidRPr="0009692D" w:rsidRDefault="00C916B1" w:rsidP="00C91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крім колії №1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EE56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60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455E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60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F2C9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60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EA23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60</w:t>
            </w:r>
          </w:p>
        </w:tc>
      </w:tr>
      <w:tr w:rsidR="00C916B1" w:rsidRPr="0009692D" w14:paraId="3FEB4CB6" w14:textId="77777777" w:rsidTr="00C916B1">
        <w:trPr>
          <w:trHeight w:val="510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D7B1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8A2E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D9D7A" w14:textId="77777777" w:rsidR="00C916B1" w:rsidRPr="0009692D" w:rsidRDefault="00C916B1" w:rsidP="00C91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Обвідна колія Новомосковська петля (від стр.206 до стр.210)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F484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5C34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09C8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1FA4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40</w:t>
            </w:r>
          </w:p>
        </w:tc>
      </w:tr>
      <w:tr w:rsidR="00C916B1" w:rsidRPr="0009692D" w14:paraId="31A9F115" w14:textId="77777777" w:rsidTr="00C916B1">
        <w:trPr>
          <w:trHeight w:val="480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AB09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48B5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221DC" w14:textId="77777777" w:rsidR="00C916B1" w:rsidRPr="0009692D" w:rsidRDefault="00C916B1" w:rsidP="00C91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по з’їздах 202-204, 210-212 та по стр. переводах 206, 208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9B09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774A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2291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03B9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25</w:t>
            </w:r>
          </w:p>
        </w:tc>
      </w:tr>
      <w:tr w:rsidR="00C916B1" w:rsidRPr="0009692D" w14:paraId="28E80827" w14:textId="77777777" w:rsidTr="00C916B1">
        <w:trPr>
          <w:trHeight w:val="330"/>
        </w:trPr>
        <w:tc>
          <w:tcPr>
            <w:tcW w:w="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2907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6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BC026A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Новомосковськ-Дніпровський - Балівка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55B4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C54B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9DB3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BFA2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</w:tr>
      <w:tr w:rsidR="00C916B1" w:rsidRPr="0009692D" w14:paraId="18C813C4" w14:textId="77777777" w:rsidTr="00C916B1">
        <w:trPr>
          <w:trHeight w:val="255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D882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DEF2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Балівка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D8077" w14:textId="77777777" w:rsidR="00C916B1" w:rsidRPr="0009692D" w:rsidRDefault="00C916B1" w:rsidP="00C916B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>По головній колії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63D6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100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D9E8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6CD3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AED8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80</w:t>
            </w:r>
          </w:p>
        </w:tc>
      </w:tr>
      <w:tr w:rsidR="00C916B1" w:rsidRPr="0009692D" w14:paraId="5CE94B4B" w14:textId="77777777" w:rsidTr="00C916B1">
        <w:trPr>
          <w:trHeight w:val="255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AFC0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275E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0DF1A" w14:textId="77777777" w:rsidR="00C916B1" w:rsidRPr="0009692D" w:rsidRDefault="00C916B1" w:rsidP="00C916B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>На бокові приймально - відправні колії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BC24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93C3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6FD3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C0F0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25</w:t>
            </w:r>
          </w:p>
        </w:tc>
      </w:tr>
      <w:tr w:rsidR="00C916B1" w:rsidRPr="0009692D" w14:paraId="45C79A45" w14:textId="77777777" w:rsidTr="00C916B1">
        <w:trPr>
          <w:trHeight w:val="255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A6E9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6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715160" w14:textId="77777777" w:rsidR="00C916B1" w:rsidRPr="0009692D" w:rsidRDefault="00C916B1" w:rsidP="00C91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Балівка - Дніпродзержинськ-Лівобережний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BA47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16C3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0F43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595F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</w:tr>
      <w:tr w:rsidR="00C916B1" w:rsidRPr="0009692D" w14:paraId="797FE26C" w14:textId="77777777" w:rsidTr="00C916B1">
        <w:trPr>
          <w:trHeight w:val="255"/>
        </w:trPr>
        <w:tc>
          <w:tcPr>
            <w:tcW w:w="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62C0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4A02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Дніпродзержинськ - Лівобережний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1B3B2" w14:textId="77777777" w:rsidR="00C916B1" w:rsidRPr="0009692D" w:rsidRDefault="00C916B1" w:rsidP="00C916B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>По головній колії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762F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100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BA8F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EF24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0D3F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80</w:t>
            </w:r>
          </w:p>
        </w:tc>
      </w:tr>
      <w:tr w:rsidR="00C916B1" w:rsidRPr="0009692D" w14:paraId="615C1EB1" w14:textId="77777777" w:rsidTr="00C916B1">
        <w:trPr>
          <w:trHeight w:val="255"/>
        </w:trPr>
        <w:tc>
          <w:tcPr>
            <w:tcW w:w="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E3EA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6320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B356D" w14:textId="77777777" w:rsidR="00C916B1" w:rsidRPr="0009692D" w:rsidRDefault="00C916B1" w:rsidP="00C916B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>На бокові приймально - відправні колії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D777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D7E3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F668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D60E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15</w:t>
            </w:r>
          </w:p>
        </w:tc>
      </w:tr>
      <w:tr w:rsidR="00C916B1" w:rsidRPr="0009692D" w14:paraId="7115A528" w14:textId="77777777" w:rsidTr="00C916B1">
        <w:trPr>
          <w:trHeight w:val="255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247C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6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58E1E8" w14:textId="77777777" w:rsidR="00C916B1" w:rsidRPr="0009692D" w:rsidRDefault="00C916B1" w:rsidP="00C91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Дніпродзержинськ - Лівобережний - 54 км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F4CB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F9EC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A903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B144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</w:tr>
      <w:tr w:rsidR="00C916B1" w:rsidRPr="0009692D" w14:paraId="4001E4BB" w14:textId="77777777" w:rsidTr="00C916B1">
        <w:trPr>
          <w:trHeight w:val="255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DE6A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6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3700C5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55 км - 57 км пк 1-7 (парк Плотина)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5467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50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CB58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50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C7FF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5051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</w:tr>
      <w:tr w:rsidR="00C916B1" w:rsidRPr="0009692D" w14:paraId="583C1A55" w14:textId="77777777" w:rsidTr="00C916B1">
        <w:trPr>
          <w:trHeight w:val="255"/>
        </w:trPr>
        <w:tc>
          <w:tcPr>
            <w:tcW w:w="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0A09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DA5B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парк Плотина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AFD54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колія № 21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53A8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45EE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8E34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34F0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</w:tr>
      <w:tr w:rsidR="00C916B1" w:rsidRPr="0009692D" w14:paraId="2E87C532" w14:textId="77777777" w:rsidTr="00C916B1">
        <w:trPr>
          <w:trHeight w:val="255"/>
        </w:trPr>
        <w:tc>
          <w:tcPr>
            <w:tcW w:w="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B17B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932A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8F77A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колія № 23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ACFB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0B6B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E6CA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A811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</w:tr>
      <w:tr w:rsidR="00C916B1" w:rsidRPr="0009692D" w14:paraId="0AC470E0" w14:textId="77777777" w:rsidTr="00C916B1">
        <w:trPr>
          <w:trHeight w:val="255"/>
        </w:trPr>
        <w:tc>
          <w:tcPr>
            <w:tcW w:w="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4E7A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7DF5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0C9A0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колія № 22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3ECF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6CAD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1B29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E169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</w:tr>
      <w:tr w:rsidR="00C916B1" w:rsidRPr="0009692D" w14:paraId="565E9823" w14:textId="77777777" w:rsidTr="00C916B1">
        <w:trPr>
          <w:trHeight w:val="255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AFDD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9115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B60EB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стр. пер. по боковому напрямку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1EC3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EDEF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C179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2241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</w:tr>
      <w:tr w:rsidR="00C916B1" w:rsidRPr="0009692D" w14:paraId="1BF4F6D3" w14:textId="77777777" w:rsidTr="00C916B1">
        <w:trPr>
          <w:trHeight w:val="255"/>
        </w:trPr>
        <w:tc>
          <w:tcPr>
            <w:tcW w:w="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F492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6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A59610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58 км - Пост 6 км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AAF3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60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FBA4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60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AEB1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60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9F0B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60</w:t>
            </w:r>
          </w:p>
        </w:tc>
      </w:tr>
      <w:tr w:rsidR="00C916B1" w:rsidRPr="0009692D" w14:paraId="0D77D546" w14:textId="77777777" w:rsidTr="00C916B1">
        <w:trPr>
          <w:trHeight w:val="255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DBBA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55FB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Пост 6 км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6E6F2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головних коліях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6B37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FEF7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27F2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4A34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</w:tr>
      <w:tr w:rsidR="00C916B1" w:rsidRPr="0009692D" w14:paraId="7E87CB62" w14:textId="77777777" w:rsidTr="00C916B1">
        <w:trPr>
          <w:trHeight w:val="255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D9E0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4EE0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B6650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стр. пер. по боковому напрямку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115F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50F0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E7F5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934B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</w:tr>
      <w:tr w:rsidR="00C916B1" w:rsidRPr="0009692D" w14:paraId="54FC6177" w14:textId="77777777" w:rsidTr="00C916B1">
        <w:trPr>
          <w:trHeight w:val="255"/>
        </w:trPr>
        <w:tc>
          <w:tcPr>
            <w:tcW w:w="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2615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6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AC3DDD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Пост 6 км - Воскобійня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E0E2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60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25B0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60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A88A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99DE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</w:tr>
      <w:tr w:rsidR="00C916B1" w:rsidRPr="0009692D" w14:paraId="3A3CC6EA" w14:textId="77777777" w:rsidTr="00C916B1">
        <w:trPr>
          <w:trHeight w:val="255"/>
        </w:trPr>
        <w:tc>
          <w:tcPr>
            <w:tcW w:w="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4004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6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FC5D4A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крім 64 км пк 2-4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3DF7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50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17EC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50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94CE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7B44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</w:tr>
      <w:tr w:rsidR="00C916B1" w:rsidRPr="0009692D" w14:paraId="15D9A665" w14:textId="77777777" w:rsidTr="00C916B1">
        <w:trPr>
          <w:trHeight w:val="255"/>
        </w:trPr>
        <w:tc>
          <w:tcPr>
            <w:tcW w:w="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7C9C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6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F5087F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Пост 6 км - 66 км пк 7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3E03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E071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28DB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289B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</w:tr>
      <w:tr w:rsidR="00C916B1" w:rsidRPr="0009692D" w14:paraId="45D689B6" w14:textId="77777777" w:rsidTr="00C916B1">
        <w:trPr>
          <w:trHeight w:val="255"/>
        </w:trPr>
        <w:tc>
          <w:tcPr>
            <w:tcW w:w="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128A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6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11CF89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66 км пк 8 - Воскобійня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3831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8549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29CF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BB33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</w:tr>
      <w:tr w:rsidR="00C916B1" w:rsidRPr="0009692D" w14:paraId="1F38E4B0" w14:textId="77777777" w:rsidTr="00C916B1">
        <w:trPr>
          <w:trHeight w:val="255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DF15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FA75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Воскобійня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37232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3 та 6 головних коліях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0CDD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59D9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BF76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4DB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</w:tr>
      <w:tr w:rsidR="00C916B1" w:rsidRPr="0009692D" w14:paraId="003AE2CF" w14:textId="77777777" w:rsidTr="00C916B1">
        <w:trPr>
          <w:trHeight w:val="255"/>
        </w:trPr>
        <w:tc>
          <w:tcPr>
            <w:tcW w:w="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A010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6B2F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BF7B5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4  головній колії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AB60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70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59A7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70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26C2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70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B766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70</w:t>
            </w:r>
          </w:p>
        </w:tc>
      </w:tr>
      <w:tr w:rsidR="00C916B1" w:rsidRPr="0009692D" w14:paraId="4F44C357" w14:textId="77777777" w:rsidTr="00C916B1">
        <w:trPr>
          <w:trHeight w:val="255"/>
        </w:trPr>
        <w:tc>
          <w:tcPr>
            <w:tcW w:w="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BBCF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C6E0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5C9CC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 5 головній колії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B8D5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A5B1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526F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4D8F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</w:tr>
      <w:tr w:rsidR="00C916B1" w:rsidRPr="0009692D" w14:paraId="37E21CD3" w14:textId="77777777" w:rsidTr="00C916B1">
        <w:trPr>
          <w:trHeight w:val="255"/>
        </w:trPr>
        <w:tc>
          <w:tcPr>
            <w:tcW w:w="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6B64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A8054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9F082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пр.-відпр. колії № 1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C647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7471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FA5D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AB4A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</w:tr>
      <w:tr w:rsidR="00C916B1" w:rsidRPr="0009692D" w14:paraId="735A0C83" w14:textId="77777777" w:rsidTr="00C916B1">
        <w:trPr>
          <w:trHeight w:val="255"/>
        </w:trPr>
        <w:tc>
          <w:tcPr>
            <w:tcW w:w="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8AB88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97B4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B9B87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пр.-відпр. колії № 2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A552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0604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956D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6071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</w:tr>
      <w:tr w:rsidR="00C916B1" w:rsidRPr="0009692D" w14:paraId="7D2FA1FD" w14:textId="77777777" w:rsidTr="00C916B1">
        <w:trPr>
          <w:trHeight w:val="255"/>
        </w:trPr>
        <w:tc>
          <w:tcPr>
            <w:tcW w:w="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EE8A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08AF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FEAF6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стр. пер. по боковому напрямку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5D94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D40A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601A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9A22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</w:tr>
      <w:tr w:rsidR="00C916B1" w:rsidRPr="0009692D" w14:paraId="6EBB17D4" w14:textId="77777777" w:rsidTr="00C916B1">
        <w:trPr>
          <w:trHeight w:val="255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65A9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E8AC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FD7E6" w14:textId="77777777" w:rsidR="00C916B1" w:rsidRPr="0009692D" w:rsidRDefault="00C916B1" w:rsidP="00C916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з'їздах між головними коліями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A954E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EA9D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5F15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8BA2D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</w:tr>
      <w:tr w:rsidR="00C916B1" w:rsidRPr="0009692D" w14:paraId="2235A04D" w14:textId="77777777" w:rsidTr="00C916B1">
        <w:trPr>
          <w:trHeight w:val="25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E04C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AC56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4ACBC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35C5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B8B91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61875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5381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</w:tr>
      <w:tr w:rsidR="00C916B1" w:rsidRPr="0009692D" w14:paraId="40B0BD1E" w14:textId="77777777" w:rsidTr="00C916B1">
        <w:trPr>
          <w:trHeight w:val="25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36AA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EBFB0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CA012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5CA4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DC34F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A8C69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96267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</w:tr>
    </w:tbl>
    <w:p w14:paraId="57540E79" w14:textId="77777777" w:rsidR="00C916B1" w:rsidRPr="0009692D" w:rsidRDefault="00C916B1">
      <w:pPr>
        <w:rPr>
          <w:sz w:val="20"/>
          <w:lang w:val="uk-UA"/>
        </w:rPr>
      </w:pPr>
      <w:r w:rsidRPr="0009692D">
        <w:rPr>
          <w:sz w:val="20"/>
          <w:lang w:val="uk-UA"/>
        </w:rPr>
        <w:br w:type="page"/>
      </w: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399"/>
        <w:gridCol w:w="523"/>
        <w:gridCol w:w="505"/>
        <w:gridCol w:w="491"/>
        <w:gridCol w:w="481"/>
        <w:gridCol w:w="222"/>
        <w:gridCol w:w="5191"/>
        <w:gridCol w:w="550"/>
        <w:gridCol w:w="537"/>
        <w:gridCol w:w="275"/>
        <w:gridCol w:w="275"/>
        <w:gridCol w:w="439"/>
      </w:tblGrid>
      <w:tr w:rsidR="00C916B1" w:rsidRPr="0009692D" w14:paraId="23D7C4AF" w14:textId="77777777" w:rsidTr="00DD59FF">
        <w:trPr>
          <w:gridAfter w:val="2"/>
          <w:trHeight w:val="675"/>
        </w:trPr>
        <w:tc>
          <w:tcPr>
            <w:tcW w:w="91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BC2B59" w14:textId="77777777" w:rsidR="00C916B1" w:rsidRPr="0009692D" w:rsidRDefault="0039415E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val="uk-UA" w:eastAsia="ru-RU"/>
              </w:rPr>
              <w:lastRenderedPageBreak/>
              <w:t>Новомосковск - Встречный</w:t>
            </w:r>
          </w:p>
        </w:tc>
      </w:tr>
      <w:tr w:rsidR="0039415E" w:rsidRPr="0009692D" w14:paraId="17126346" w14:textId="77777777" w:rsidTr="00DD59FF">
        <w:trPr>
          <w:gridAfter w:val="5"/>
          <w:wAfter w:w="2078" w:type="dxa"/>
          <w:trHeight w:val="255"/>
        </w:trPr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A12EC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8BC9B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C6CB13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695DF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4679D6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CEDEB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5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02EDA" w14:textId="77777777" w:rsidR="00C916B1" w:rsidRPr="0009692D" w:rsidRDefault="00C916B1" w:rsidP="00C916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</w:tr>
      <w:tr w:rsidR="0039415E" w:rsidRPr="0009692D" w14:paraId="10F15DE4" w14:textId="77777777" w:rsidTr="00DD59FF">
        <w:trPr>
          <w:trHeight w:val="285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7347F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25AB39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Новомосковськ-Дніпровський</w:t>
            </w:r>
          </w:p>
        </w:tc>
        <w:tc>
          <w:tcPr>
            <w:tcW w:w="5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6A7AA" w14:textId="77777777" w:rsidR="0039415E" w:rsidRPr="0009692D" w:rsidRDefault="0039415E" w:rsidP="003941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 xml:space="preserve">По головних коліях 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AE545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100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A70F7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C98F6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4D80E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80</w:t>
            </w:r>
          </w:p>
        </w:tc>
      </w:tr>
      <w:tr w:rsidR="0039415E" w:rsidRPr="0009692D" w14:paraId="185AAA87" w14:textId="77777777" w:rsidTr="00DD59FF">
        <w:trPr>
          <w:trHeight w:val="285"/>
        </w:trPr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BAE46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4980FB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4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5F6F3" w14:textId="77777777" w:rsidR="0039415E" w:rsidRPr="0009692D" w:rsidRDefault="0039415E" w:rsidP="003941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 xml:space="preserve">крім кол VI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F92FC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684B1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60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D6E84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58D4E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-</w:t>
            </w:r>
          </w:p>
        </w:tc>
      </w:tr>
      <w:tr w:rsidR="0039415E" w:rsidRPr="0009692D" w14:paraId="58A7C8A5" w14:textId="77777777" w:rsidTr="00DD59FF">
        <w:trPr>
          <w:trHeight w:val="300"/>
        </w:trPr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CB191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44EE2E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4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220C4" w14:textId="77777777" w:rsidR="0039415E" w:rsidRPr="0009692D" w:rsidRDefault="0039415E" w:rsidP="003941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На бокові пр.- відпр. колії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FF90A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1B599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07490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4AB2E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25</w:t>
            </w:r>
          </w:p>
        </w:tc>
      </w:tr>
      <w:tr w:rsidR="0039415E" w:rsidRPr="0009692D" w14:paraId="61C518CD" w14:textId="77777777" w:rsidTr="00DD59FF">
        <w:trPr>
          <w:trHeight w:val="300"/>
        </w:trPr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93FFA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A83216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4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64EC8" w14:textId="77777777" w:rsidR="0039415E" w:rsidRPr="0009692D" w:rsidRDefault="0039415E" w:rsidP="003941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крім колії № 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931DE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AB1A5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60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DCFED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E7E6D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60</w:t>
            </w:r>
          </w:p>
        </w:tc>
      </w:tr>
      <w:tr w:rsidR="0039415E" w:rsidRPr="0009692D" w14:paraId="3446FD5C" w14:textId="77777777" w:rsidTr="00DD59FF">
        <w:trPr>
          <w:trHeight w:val="300"/>
        </w:trPr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55E64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130E14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4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FD063" w14:textId="77777777" w:rsidR="0039415E" w:rsidRPr="0009692D" w:rsidRDefault="0039415E" w:rsidP="003941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колія № 3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A2581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DA0E7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28BFE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17374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40</w:t>
            </w:r>
          </w:p>
        </w:tc>
      </w:tr>
      <w:tr w:rsidR="0039415E" w:rsidRPr="0009692D" w14:paraId="0448D943" w14:textId="77777777" w:rsidTr="00DD59FF">
        <w:trPr>
          <w:trHeight w:val="330"/>
        </w:trPr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2928F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6D2D27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4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9E34C" w14:textId="77777777" w:rsidR="0039415E" w:rsidRPr="0009692D" w:rsidRDefault="0039415E" w:rsidP="003941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Обвідна колія Новомоск. петля (від стр.пер. 206 до стр.пер. 210 )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1A1F1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E7164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0F72B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737EA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40</w:t>
            </w:r>
          </w:p>
        </w:tc>
      </w:tr>
      <w:tr w:rsidR="0039415E" w:rsidRPr="0009692D" w14:paraId="1CB2DEC5" w14:textId="77777777" w:rsidTr="00DD59FF">
        <w:trPr>
          <w:trHeight w:val="315"/>
        </w:trPr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39D3A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73BB9F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4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19ED9" w14:textId="77777777" w:rsidR="0039415E" w:rsidRPr="0009692D" w:rsidRDefault="0039415E" w:rsidP="003941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по з’їздах 202-204, 210-212 та по стр. переводах 206, 208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7CDBD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C9C83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D00B0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05B7F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25</w:t>
            </w:r>
          </w:p>
        </w:tc>
      </w:tr>
      <w:tr w:rsidR="0039415E" w:rsidRPr="0009692D" w14:paraId="376643CE" w14:textId="77777777" w:rsidTr="00DD59FF">
        <w:trPr>
          <w:trHeight w:val="315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8F7EC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74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9EBCFBB" w14:textId="77777777" w:rsidR="0039415E" w:rsidRPr="0009692D" w:rsidRDefault="0039415E" w:rsidP="003941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 xml:space="preserve">Новомосковск Дніпров. – Самарівка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D1F35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100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33235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A020E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DB504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80</w:t>
            </w:r>
          </w:p>
        </w:tc>
      </w:tr>
      <w:tr w:rsidR="0039415E" w:rsidRPr="0009692D" w14:paraId="7E42971C" w14:textId="77777777" w:rsidTr="00DD59FF">
        <w:trPr>
          <w:trHeight w:val="255"/>
        </w:trPr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3F825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39A20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Самарівка</w:t>
            </w:r>
          </w:p>
        </w:tc>
        <w:tc>
          <w:tcPr>
            <w:tcW w:w="5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CB30B" w14:textId="77777777" w:rsidR="0039415E" w:rsidRPr="0009692D" w:rsidRDefault="0039415E" w:rsidP="003941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По головних коліях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D5264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100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E6BF1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FDD70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EBFD8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80</w:t>
            </w:r>
          </w:p>
        </w:tc>
      </w:tr>
      <w:tr w:rsidR="0039415E" w:rsidRPr="0009692D" w14:paraId="42FEF3FA" w14:textId="77777777" w:rsidTr="00DD59FF">
        <w:trPr>
          <w:trHeight w:val="270"/>
        </w:trPr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C159D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61F65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F4D18" w14:textId="77777777" w:rsidR="0039415E" w:rsidRPr="0009692D" w:rsidRDefault="0039415E" w:rsidP="003941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На бокові приймально - відправні колії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D5EAB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5B4DD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86DF5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F2A85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15</w:t>
            </w:r>
          </w:p>
        </w:tc>
      </w:tr>
      <w:tr w:rsidR="0039415E" w:rsidRPr="0009692D" w14:paraId="7580336C" w14:textId="77777777" w:rsidTr="00DD59FF">
        <w:trPr>
          <w:trHeight w:val="270"/>
        </w:trPr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2987C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5009EA6" w14:textId="77777777" w:rsidR="0039415E" w:rsidRPr="0009692D" w:rsidRDefault="0039415E" w:rsidP="003941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 xml:space="preserve">Самарівка-пост 194 км </w:t>
            </w:r>
          </w:p>
        </w:tc>
        <w:tc>
          <w:tcPr>
            <w:tcW w:w="5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2F25D" w14:textId="77777777" w:rsidR="0039415E" w:rsidRPr="0009692D" w:rsidRDefault="0039415E" w:rsidP="003941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8AC21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05FBC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5586F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E6973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</w:tr>
      <w:tr w:rsidR="0039415E" w:rsidRPr="0009692D" w14:paraId="5B664582" w14:textId="77777777" w:rsidTr="00DD59FF">
        <w:trPr>
          <w:trHeight w:val="255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19D7C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38393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пост 194 км (стр.перевід 1П)</w:t>
            </w:r>
          </w:p>
        </w:tc>
        <w:tc>
          <w:tcPr>
            <w:tcW w:w="5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B7CF6" w14:textId="77777777" w:rsidR="0039415E" w:rsidRPr="0009692D" w:rsidRDefault="0039415E" w:rsidP="003941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По прямому напрямку (Мерефа - Херсон неп.)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5CC0B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100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1CAAB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8C197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76B91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</w:tr>
      <w:tr w:rsidR="0039415E" w:rsidRPr="0009692D" w14:paraId="4DF013BA" w14:textId="77777777" w:rsidTr="00DD59FF">
        <w:trPr>
          <w:trHeight w:val="300"/>
        </w:trPr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57007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7BAA7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040C2" w14:textId="77777777" w:rsidR="0039415E" w:rsidRPr="0009692D" w:rsidRDefault="0039415E" w:rsidP="003941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На боковий напрямок (з'єдн.гілка)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10CC6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3DE8D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D79CC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67841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40</w:t>
            </w:r>
          </w:p>
        </w:tc>
      </w:tr>
      <w:tr w:rsidR="0039415E" w:rsidRPr="0009692D" w14:paraId="6F353B0D" w14:textId="77777777" w:rsidTr="00DD59FF">
        <w:trPr>
          <w:trHeight w:val="300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1B6AB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4396769" w14:textId="77777777" w:rsidR="0039415E" w:rsidRPr="0009692D" w:rsidRDefault="0039415E" w:rsidP="003941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Самарівка - Нижньодніпр.-Вузол</w:t>
            </w:r>
          </w:p>
        </w:tc>
        <w:tc>
          <w:tcPr>
            <w:tcW w:w="5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0DDD8" w14:textId="77777777" w:rsidR="0039415E" w:rsidRPr="0009692D" w:rsidRDefault="0039415E" w:rsidP="003941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B71DF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C6002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C316D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0F073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</w:tr>
      <w:tr w:rsidR="0039415E" w:rsidRPr="0009692D" w14:paraId="13ADF63D" w14:textId="77777777" w:rsidTr="00DD59FF">
        <w:trPr>
          <w:trHeight w:val="300"/>
        </w:trPr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7424E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27896C" w14:textId="77777777" w:rsidR="0039415E" w:rsidRPr="0009692D" w:rsidRDefault="0039415E" w:rsidP="003941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 xml:space="preserve">190 пк 9 – 197 пк 2 (стр 307) </w:t>
            </w:r>
          </w:p>
        </w:tc>
        <w:tc>
          <w:tcPr>
            <w:tcW w:w="5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FBAF8" w14:textId="77777777" w:rsidR="0039415E" w:rsidRPr="0009692D" w:rsidRDefault="0039415E" w:rsidP="003941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4818D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AE6AD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366B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469DB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</w:tr>
      <w:tr w:rsidR="0039415E" w:rsidRPr="0009692D" w14:paraId="565AACC6" w14:textId="77777777" w:rsidTr="00DD59FF">
        <w:trPr>
          <w:trHeight w:val="315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C496C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95DBF" w14:textId="38AB6E5F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</w:p>
        </w:tc>
        <w:tc>
          <w:tcPr>
            <w:tcW w:w="5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E33FE" w14:textId="77777777" w:rsidR="0039415E" w:rsidRPr="0009692D" w:rsidRDefault="0039415E" w:rsidP="003941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від стр 307 (197пк 2) – до стр №294 (197ПК7) П'ятихатки - Чаплине парна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D5551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EC731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C5036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DF4F2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</w:tr>
      <w:tr w:rsidR="0039415E" w:rsidRPr="0009692D" w14:paraId="2E7D6252" w14:textId="77777777" w:rsidTr="00DD59FF">
        <w:trPr>
          <w:trHeight w:val="300"/>
        </w:trPr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2FEFE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B1D5906" w14:textId="77777777" w:rsidR="0039415E" w:rsidRPr="0009692D" w:rsidRDefault="0039415E" w:rsidP="003941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D13AC" w14:textId="77777777" w:rsidR="0039415E" w:rsidRPr="0009692D" w:rsidRDefault="0039415E" w:rsidP="003941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від стр. № 1П (пост 194 км ) до стр. №305 непарна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874D2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64CC4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BE90D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85624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</w:tr>
      <w:tr w:rsidR="0039415E" w:rsidRPr="0009692D" w14:paraId="14835BE2" w14:textId="77777777" w:rsidTr="00DD59FF">
        <w:trPr>
          <w:trHeight w:val="300"/>
        </w:trPr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1A2F5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A454933" w14:textId="77777777" w:rsidR="0039415E" w:rsidRPr="0009692D" w:rsidRDefault="0039415E" w:rsidP="003941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60C36" w14:textId="77777777" w:rsidR="0039415E" w:rsidRPr="0009692D" w:rsidRDefault="0039415E" w:rsidP="003941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по з</w:t>
            </w: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′</w:t>
            </w: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 xml:space="preserve">їзду 305 - 307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F2F8E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066C7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3B470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E05DA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</w:tr>
      <w:tr w:rsidR="0039415E" w:rsidRPr="0009692D" w14:paraId="11AA7C51" w14:textId="77777777" w:rsidTr="00DD59FF">
        <w:trPr>
          <w:trHeight w:val="300"/>
        </w:trPr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89EDB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EA30269" w14:textId="77777777" w:rsidR="0039415E" w:rsidRPr="0009692D" w:rsidRDefault="0039415E" w:rsidP="003941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06198" w14:textId="77777777" w:rsidR="0039415E" w:rsidRPr="0009692D" w:rsidRDefault="0039415E" w:rsidP="003941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п.194 км - Нижньодніпровськ-Вузол от стр 1П  до 195 пк 6      з'єднувальна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CC9D3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79A0B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70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D4B2C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9B325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</w:tr>
      <w:tr w:rsidR="0039415E" w:rsidRPr="0009692D" w14:paraId="1045B672" w14:textId="77777777" w:rsidTr="00DD59FF">
        <w:trPr>
          <w:trHeight w:val="300"/>
        </w:trPr>
        <w:tc>
          <w:tcPr>
            <w:tcW w:w="39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FFC27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67293E01" w14:textId="77777777" w:rsidR="0039415E" w:rsidRPr="0009692D" w:rsidRDefault="0039415E" w:rsidP="003941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4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3CA466" w14:textId="77777777" w:rsidR="0039415E" w:rsidRPr="0009692D" w:rsidRDefault="0039415E" w:rsidP="003941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 xml:space="preserve">195 пк6- 196 пк10    з'єднувальна      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BB672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301A4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2BC54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FD4DB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</w:tr>
      <w:tr w:rsidR="0039415E" w:rsidRPr="0009692D" w14:paraId="3C6E84B8" w14:textId="77777777" w:rsidTr="00DD59FF">
        <w:trPr>
          <w:trHeight w:val="300"/>
        </w:trPr>
        <w:tc>
          <w:tcPr>
            <w:tcW w:w="39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4E192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67FE73AE" w14:textId="77777777" w:rsidR="0039415E" w:rsidRPr="0009692D" w:rsidRDefault="0039415E" w:rsidP="003941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4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7A8CBA7" w14:textId="77777777" w:rsidR="0039415E" w:rsidRPr="0009692D" w:rsidRDefault="0039415E" w:rsidP="003941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 xml:space="preserve">197ПК1- до стр №158  (197 ПК7)  з'єднувальна    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99FA9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ECFA4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60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097B9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9898B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</w:tr>
      <w:tr w:rsidR="0039415E" w:rsidRPr="0009692D" w14:paraId="06EF38E3" w14:textId="77777777" w:rsidTr="00DD59FF">
        <w:trPr>
          <w:trHeight w:val="300"/>
        </w:trPr>
        <w:tc>
          <w:tcPr>
            <w:tcW w:w="3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65DE8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gridSpan w:val="4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EAD9007" w14:textId="1B241D70" w:rsidR="0039415E" w:rsidRPr="0009692D" w:rsidRDefault="00DF6AF6" w:rsidP="00DF6A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Нижньодніпровськ-Вузол</w:t>
            </w:r>
          </w:p>
        </w:tc>
        <w:tc>
          <w:tcPr>
            <w:tcW w:w="5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B5B65" w14:textId="77777777" w:rsidR="0039415E" w:rsidRPr="0009692D" w:rsidRDefault="0039415E" w:rsidP="003941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від стр №158 (1697 ПК7) до стр № 38/42 (198ПК1) з'єднувальна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E1F77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9CFAE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10992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90B31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</w:tr>
      <w:tr w:rsidR="0039415E" w:rsidRPr="0009692D" w14:paraId="58717953" w14:textId="77777777" w:rsidTr="00DD59FF">
        <w:trPr>
          <w:trHeight w:val="300"/>
        </w:trPr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60707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F28519D" w14:textId="77777777" w:rsidR="0039415E" w:rsidRPr="0009692D" w:rsidRDefault="0039415E" w:rsidP="003941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FC51C" w14:textId="77777777" w:rsidR="0039415E" w:rsidRPr="0009692D" w:rsidRDefault="0039415E" w:rsidP="003941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стр №38/42  до  198пк9 (9 Л)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98B2E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D2C8B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60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29941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E1467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</w:tr>
      <w:tr w:rsidR="0039415E" w:rsidRPr="0009692D" w14:paraId="260F84B6" w14:textId="77777777" w:rsidTr="00DD59FF">
        <w:trPr>
          <w:trHeight w:val="300"/>
        </w:trPr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8510D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55A28C7" w14:textId="77777777" w:rsidR="0039415E" w:rsidRPr="0009692D" w:rsidRDefault="0039415E" w:rsidP="003941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4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DB37F4" w14:textId="77777777" w:rsidR="0039415E" w:rsidRPr="0009692D" w:rsidRDefault="0039415E" w:rsidP="003941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від 198пк10 до  стр. №2  з'єднувальна (198пк10 -199пк7)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E676E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2ADFF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9CA9B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E7446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</w:tr>
      <w:tr w:rsidR="0039415E" w:rsidRPr="0009692D" w14:paraId="217F9D59" w14:textId="77777777" w:rsidTr="00DD59FF">
        <w:trPr>
          <w:trHeight w:val="300"/>
        </w:trPr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30772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16546" w14:textId="584A14D0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</w:p>
        </w:tc>
        <w:tc>
          <w:tcPr>
            <w:tcW w:w="5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70580" w14:textId="77777777" w:rsidR="0039415E" w:rsidRPr="0009692D" w:rsidRDefault="0039415E" w:rsidP="003941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Північна сторона: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AB586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2AE18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noProof/>
                <w:sz w:val="20"/>
                <w:szCs w:val="20"/>
                <w:lang w:val="uk-UA"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editId="72B34616">
                      <wp:simplePos x="0" y="0"/>
                      <wp:positionH relativeFrom="column">
                        <wp:posOffset>428625</wp:posOffset>
                      </wp:positionH>
                      <wp:positionV relativeFrom="paragraph">
                        <wp:posOffset>123825</wp:posOffset>
                      </wp:positionV>
                      <wp:extent cx="66675" cy="66675"/>
                      <wp:effectExtent l="0" t="0" r="0" b="0"/>
                      <wp:wrapNone/>
                      <wp:docPr id="2" name="Поле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" cy="47625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"/>
                              </a:solidFill>
                              <a:ln w="9525">
                                <a:solidFill>
                                  <a:srgbClr xmlns:a14="http://schemas.microsoft.com/office/drawing/2010/main" val="BCBCBC" mc:Ignorable="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" o:spid="_x0000_s1026" type="#_x0000_t202" style="position:absolute;margin-left:33.75pt;margin-top:9.75pt;width:5.25pt;height: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" strokecolor="#bcbcbc"/>
                  </w:pict>
                </mc:Fallback>
              </mc:AlternateConten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DB573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6B160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 </w:t>
            </w:r>
          </w:p>
        </w:tc>
      </w:tr>
      <w:tr w:rsidR="0039415E" w:rsidRPr="0009692D" w14:paraId="2166A649" w14:textId="77777777" w:rsidTr="00DD59FF">
        <w:trPr>
          <w:trHeight w:val="540"/>
        </w:trPr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42145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D27E8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0F94D" w14:textId="77777777" w:rsidR="0039415E" w:rsidRPr="0009692D" w:rsidRDefault="0039415E" w:rsidP="003941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 xml:space="preserve">Приймання - відправлення зі з”єдн. гілки пост 194 км – Н. Д - Вузол на І гол. rолію по стр. 160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8C8ED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110A7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8A75E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98CAC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40</w:t>
            </w:r>
          </w:p>
        </w:tc>
      </w:tr>
      <w:tr w:rsidR="0039415E" w:rsidRPr="0009692D" w14:paraId="5552DE38" w14:textId="77777777" w:rsidTr="00DD59FF">
        <w:trPr>
          <w:trHeight w:val="300"/>
        </w:trPr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60579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CF3AF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D5CD0" w14:textId="77777777" w:rsidR="0039415E" w:rsidRPr="0009692D" w:rsidRDefault="0039415E" w:rsidP="003941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Приймання-відправл з боку ст. Самарівка на 9 - 2 колії парку “Л”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E620B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4089A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AD628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6B10B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25</w:t>
            </w:r>
          </w:p>
        </w:tc>
      </w:tr>
      <w:tr w:rsidR="0039415E" w:rsidRPr="0009692D" w14:paraId="2888681C" w14:textId="77777777" w:rsidTr="00DD59FF">
        <w:trPr>
          <w:trHeight w:val="555"/>
        </w:trPr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3E169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B5587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D1AD3" w14:textId="77777777" w:rsidR="0039415E" w:rsidRPr="0009692D" w:rsidRDefault="0039415E" w:rsidP="003941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По 9 головній з’єднувальній колії від стр. 158 до сигн."ЧМ" 9 "Л" ( 198 км ПК 1)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AD104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1616A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30CFA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5BB1F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25</w:t>
            </w:r>
          </w:p>
        </w:tc>
      </w:tr>
      <w:tr w:rsidR="0039415E" w:rsidRPr="0009692D" w14:paraId="58C022F3" w14:textId="77777777" w:rsidTr="00DD59FF">
        <w:trPr>
          <w:trHeight w:val="300"/>
        </w:trPr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EB777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11A0A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0A1E3" w14:textId="77777777" w:rsidR="0039415E" w:rsidRPr="0009692D" w:rsidRDefault="0039415E" w:rsidP="003941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Від сигн."ЧМ" 9 Л ( 198 км ПК 1) до 198 км ПК 9  R-300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F5A68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C128F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60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0DC6D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531B2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60</w:t>
            </w:r>
          </w:p>
        </w:tc>
      </w:tr>
      <w:tr w:rsidR="0039415E" w:rsidRPr="0009692D" w14:paraId="5DB44757" w14:textId="77777777" w:rsidTr="00DD59FF">
        <w:trPr>
          <w:trHeight w:val="300"/>
        </w:trPr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9A156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F5103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3A1BA" w14:textId="77777777" w:rsidR="0039415E" w:rsidRPr="0009692D" w:rsidRDefault="0039415E" w:rsidP="003941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від 198км ПК10 до 199 пк 7 стр пер № 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03AE7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0A410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29BE8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3DF8E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80</w:t>
            </w:r>
          </w:p>
        </w:tc>
      </w:tr>
      <w:tr w:rsidR="0039415E" w:rsidRPr="0009692D" w14:paraId="1E52A181" w14:textId="77777777" w:rsidTr="00DD59FF">
        <w:trPr>
          <w:trHeight w:val="300"/>
        </w:trPr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1BF00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96081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81839" w14:textId="77777777" w:rsidR="0039415E" w:rsidRPr="0009692D" w:rsidRDefault="0039415E" w:rsidP="003941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Відправлення з 9, 11 колій парку “Л”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5F0CA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3440F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6C2A6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633EA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-</w:t>
            </w:r>
          </w:p>
        </w:tc>
      </w:tr>
      <w:tr w:rsidR="0039415E" w:rsidRPr="0009692D" w14:paraId="3D3F0A3D" w14:textId="77777777" w:rsidTr="00DD59FF">
        <w:trPr>
          <w:trHeight w:val="540"/>
        </w:trPr>
        <w:tc>
          <w:tcPr>
            <w:tcW w:w="39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A9153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61796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3A7AF" w14:textId="77777777" w:rsidR="0039415E" w:rsidRPr="0009692D" w:rsidRDefault="0039415E" w:rsidP="003941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Приймання та відправ. з  колій парку “Л”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4EEBF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7C6C3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11B94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BD674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25</w:t>
            </w:r>
          </w:p>
        </w:tc>
      </w:tr>
      <w:tr w:rsidR="0039415E" w:rsidRPr="0009692D" w14:paraId="09938D6A" w14:textId="77777777" w:rsidTr="00DD59FF">
        <w:trPr>
          <w:trHeight w:val="360"/>
        </w:trPr>
        <w:tc>
          <w:tcPr>
            <w:tcW w:w="39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8A7CB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gridSpan w:val="4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9E439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53180" w14:textId="77777777" w:rsidR="0039415E" w:rsidRPr="0009692D" w:rsidRDefault="0039415E" w:rsidP="003941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По  приймально – відправних  коліях парку „Л”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8F0B0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66D13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34347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8B850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</w:tr>
      <w:tr w:rsidR="0039415E" w:rsidRPr="0009692D" w14:paraId="5D64F1E2" w14:textId="77777777" w:rsidTr="00DD59FF">
        <w:trPr>
          <w:trHeight w:val="600"/>
        </w:trPr>
        <w:tc>
          <w:tcPr>
            <w:tcW w:w="39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4BF65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gridSpan w:val="4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F861E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913A1" w14:textId="77777777" w:rsidR="0039415E" w:rsidRPr="0009692D" w:rsidRDefault="0039415E" w:rsidP="003941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Крім по коліях № 2,4,5,6,8 парку «Л»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2BC17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68577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AE82B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98D78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</w:tr>
      <w:tr w:rsidR="0039415E" w:rsidRPr="0009692D" w14:paraId="221B7F43" w14:textId="77777777" w:rsidTr="00DD59FF">
        <w:trPr>
          <w:trHeight w:val="300"/>
        </w:trPr>
        <w:tc>
          <w:tcPr>
            <w:tcW w:w="39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05B46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A3CB0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6DE83" w14:textId="77777777" w:rsidR="0039415E" w:rsidRPr="0009692D" w:rsidRDefault="0039415E" w:rsidP="003941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Приймання поїздів в парк «Г»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338BC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4426A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4A63D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A41CE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</w:tr>
      <w:tr w:rsidR="0039415E" w:rsidRPr="0009692D" w14:paraId="153029F2" w14:textId="77777777" w:rsidTr="00DD59FF">
        <w:trPr>
          <w:trHeight w:val="300"/>
        </w:trPr>
        <w:tc>
          <w:tcPr>
            <w:tcW w:w="3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DF7E6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BDBC4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AC44C" w14:textId="77777777" w:rsidR="0039415E" w:rsidRPr="0009692D" w:rsidRDefault="0039415E" w:rsidP="003941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Перестановка складів з парку «Л» в парк «Г»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96623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00DFB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511AC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3FC3A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15</w:t>
            </w:r>
          </w:p>
        </w:tc>
      </w:tr>
      <w:tr w:rsidR="0039415E" w:rsidRPr="0009692D" w14:paraId="7AA380CF" w14:textId="77777777" w:rsidTr="00DD59FF">
        <w:trPr>
          <w:trHeight w:val="300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5D977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lastRenderedPageBreak/>
              <w:t> 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49F0C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649BA" w14:textId="77777777" w:rsidR="0039415E" w:rsidRPr="0009692D" w:rsidRDefault="0039415E" w:rsidP="003941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Південна сторона: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75185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F12D7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28C71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2765C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 </w:t>
            </w:r>
          </w:p>
        </w:tc>
      </w:tr>
      <w:tr w:rsidR="0039415E" w:rsidRPr="0009692D" w14:paraId="271F2DA5" w14:textId="77777777" w:rsidTr="00DD59FF">
        <w:trPr>
          <w:trHeight w:val="300"/>
        </w:trPr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179C9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A0624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A38C5" w14:textId="77777777" w:rsidR="0039415E" w:rsidRPr="0009692D" w:rsidRDefault="0039415E" w:rsidP="003941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По ІІ головній колії: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09F0D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2B7FD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92354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D0CC2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 </w:t>
            </w:r>
          </w:p>
        </w:tc>
      </w:tr>
      <w:tr w:rsidR="0039415E" w:rsidRPr="0009692D" w14:paraId="481B4A3F" w14:textId="77777777" w:rsidTr="00DD59FF">
        <w:trPr>
          <w:trHeight w:val="300"/>
        </w:trPr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6CB23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BE065" w14:textId="12A69248" w:rsidR="0039415E" w:rsidRPr="0009692D" w:rsidRDefault="00DF6AF6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Нижньодніпровськ-Вузол </w:t>
            </w:r>
            <w:r w:rsidR="0039415E"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C6512" w14:textId="77777777" w:rsidR="0039415E" w:rsidRPr="0009692D" w:rsidRDefault="0039415E" w:rsidP="003941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Від стр. 2 ( сигн. ЧЛ ) до стр 6 (201 ПК 9 - 201 ПК 2)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E5056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CC332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9015F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679CB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80</w:t>
            </w:r>
          </w:p>
        </w:tc>
      </w:tr>
      <w:tr w:rsidR="0039415E" w:rsidRPr="0009692D" w14:paraId="2C96C882" w14:textId="77777777" w:rsidTr="00DD59FF">
        <w:trPr>
          <w:trHeight w:val="300"/>
        </w:trPr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C2322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CBDCC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A0AE9" w14:textId="77777777" w:rsidR="0039415E" w:rsidRPr="0009692D" w:rsidRDefault="0039415E" w:rsidP="003941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від стр 6 до стр 38   (201 ПК 2 - 200 ПК 7)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15148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7F952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4812D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C72A4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60</w:t>
            </w:r>
          </w:p>
        </w:tc>
      </w:tr>
      <w:tr w:rsidR="0039415E" w:rsidRPr="0009692D" w14:paraId="27A6E4F3" w14:textId="77777777" w:rsidTr="00DD59FF">
        <w:trPr>
          <w:trHeight w:val="300"/>
        </w:trPr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6EF48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65EA5" w14:textId="26C29A4F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</w:p>
        </w:tc>
        <w:tc>
          <w:tcPr>
            <w:tcW w:w="5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9B058" w14:textId="77777777" w:rsidR="0039415E" w:rsidRPr="0009692D" w:rsidRDefault="0039415E" w:rsidP="003941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По з'їзду 36 - 38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ECFA0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FF4AF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AA2F6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A727D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80</w:t>
            </w:r>
          </w:p>
        </w:tc>
      </w:tr>
      <w:tr w:rsidR="0039415E" w:rsidRPr="0009692D" w14:paraId="5B5038A3" w14:textId="77777777" w:rsidTr="00DD59FF">
        <w:trPr>
          <w:trHeight w:val="300"/>
        </w:trPr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A1951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A0680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840AD" w14:textId="77777777" w:rsidR="0039415E" w:rsidRPr="0009692D" w:rsidRDefault="0039415E" w:rsidP="003941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Від стр. 38 до стр 156 ( 198 пк10 – 199 пк 8 )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6276F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38718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27F49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9C5A6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80</w:t>
            </w:r>
          </w:p>
        </w:tc>
      </w:tr>
      <w:tr w:rsidR="0039415E" w:rsidRPr="0009692D" w14:paraId="3432465F" w14:textId="77777777" w:rsidTr="00DD59FF">
        <w:trPr>
          <w:trHeight w:val="300"/>
        </w:trPr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99C0F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4B2EF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1393D" w14:textId="77777777" w:rsidR="0039415E" w:rsidRPr="0009692D" w:rsidRDefault="0039415E" w:rsidP="003941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Від  стр. 156 до стр. 294 (сигн. Ч ІІ)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DBEC4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C245D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C08B6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6EA96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60</w:t>
            </w:r>
          </w:p>
        </w:tc>
      </w:tr>
      <w:tr w:rsidR="0039415E" w:rsidRPr="0009692D" w14:paraId="43CC94F2" w14:textId="77777777" w:rsidTr="00DD59FF">
        <w:trPr>
          <w:trHeight w:val="255"/>
        </w:trPr>
        <w:tc>
          <w:tcPr>
            <w:tcW w:w="39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2881A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BFBE7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B9813" w14:textId="77777777" w:rsidR="0039415E" w:rsidRPr="0009692D" w:rsidRDefault="0039415E" w:rsidP="003941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По з’їзду 6 - 26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5CB7F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CA2A0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7A5A5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A9CC1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40</w:t>
            </w:r>
          </w:p>
        </w:tc>
      </w:tr>
      <w:tr w:rsidR="0039415E" w:rsidRPr="0009692D" w14:paraId="49CFB3AE" w14:textId="77777777" w:rsidTr="00DD59FF">
        <w:trPr>
          <w:trHeight w:val="480"/>
        </w:trPr>
        <w:tc>
          <w:tcPr>
            <w:tcW w:w="39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AD312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01421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137D7" w14:textId="77777777" w:rsidR="0039415E" w:rsidRPr="0009692D" w:rsidRDefault="0039415E" w:rsidP="003941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Відправлення з ІІ голов. колії від стр. пер. № 294 на станцію Нов-ськ через стр. пер. № 326/328 та № 332/334 у вихідній горловині парку  “Є”  до знаку “Межа станції”(196 км пк 8)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804B3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93FD0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1E0E9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E1605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40</w:t>
            </w:r>
          </w:p>
        </w:tc>
      </w:tr>
      <w:tr w:rsidR="0039415E" w:rsidRPr="0009692D" w14:paraId="75BE4A63" w14:textId="77777777" w:rsidTr="00DD59FF">
        <w:trPr>
          <w:trHeight w:val="315"/>
        </w:trPr>
        <w:tc>
          <w:tcPr>
            <w:tcW w:w="3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CE969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gridSpan w:val="4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33AC3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2079C" w14:textId="77777777" w:rsidR="0039415E" w:rsidRPr="0009692D" w:rsidRDefault="0039415E" w:rsidP="003941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приймання та відправлення з 3 колії, та по 3 колії парку «Є»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AAB10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151EA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05453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FD795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15</w:t>
            </w:r>
          </w:p>
        </w:tc>
      </w:tr>
      <w:tr w:rsidR="0039415E" w:rsidRPr="0009692D" w14:paraId="3879B6B5" w14:textId="77777777" w:rsidTr="00DD59FF">
        <w:trPr>
          <w:trHeight w:val="255"/>
        </w:trPr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8C150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CCB97" w14:textId="41D0109A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</w:p>
        </w:tc>
        <w:tc>
          <w:tcPr>
            <w:tcW w:w="5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B3C2B" w14:textId="77777777" w:rsidR="0039415E" w:rsidRPr="0009692D" w:rsidRDefault="0039415E" w:rsidP="003941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по коліям 4,5 парку «Є»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00F12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EEA07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4C2C4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0CA32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40</w:t>
            </w:r>
          </w:p>
        </w:tc>
      </w:tr>
      <w:tr w:rsidR="0039415E" w:rsidRPr="0009692D" w14:paraId="40EB17F3" w14:textId="77777777" w:rsidTr="00DD59FF">
        <w:trPr>
          <w:trHeight w:val="345"/>
        </w:trPr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30FBA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F2178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3DCB2" w14:textId="77777777" w:rsidR="0039415E" w:rsidRPr="0009692D" w:rsidRDefault="0039415E" w:rsidP="003941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Приймання та відправлення з інших колій парку «Є»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68C47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0640C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AFB8C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105DF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25</w:t>
            </w:r>
          </w:p>
        </w:tc>
      </w:tr>
      <w:tr w:rsidR="0039415E" w:rsidRPr="0009692D" w14:paraId="454694DD" w14:textId="77777777" w:rsidTr="00DD59FF">
        <w:trPr>
          <w:trHeight w:val="270"/>
        </w:trPr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29A40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43BF9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DBE89" w14:textId="77777777" w:rsidR="0039415E" w:rsidRPr="0009692D" w:rsidRDefault="0039415E" w:rsidP="003941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Приймання в парк «З» та «Є»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36A03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69935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04EDD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E2823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25</w:t>
            </w:r>
          </w:p>
        </w:tc>
      </w:tr>
      <w:tr w:rsidR="0039415E" w:rsidRPr="0009692D" w14:paraId="41B26523" w14:textId="77777777" w:rsidTr="00DD59FF">
        <w:trPr>
          <w:trHeight w:val="255"/>
        </w:trPr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9CD6F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AEB6C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66EBE" w14:textId="77777777" w:rsidR="0039415E" w:rsidRPr="0009692D" w:rsidRDefault="0039415E" w:rsidP="003941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По стр. пер № 286 парку «Є»  з поруш. ТУ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34711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A1B0F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CFE04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9CB21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15</w:t>
            </w:r>
          </w:p>
        </w:tc>
      </w:tr>
      <w:tr w:rsidR="0039415E" w:rsidRPr="0009692D" w14:paraId="226EBAFF" w14:textId="77777777" w:rsidTr="00DD59FF">
        <w:trPr>
          <w:trHeight w:val="255"/>
        </w:trPr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ED9BC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74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540253" w14:textId="77777777" w:rsidR="0039415E" w:rsidRPr="0009692D" w:rsidRDefault="0039415E" w:rsidP="003941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Нижньодніпровськ-Вузол - Дніпропетровськ Південний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9FBE5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186EA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70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18944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BA967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-</w:t>
            </w:r>
          </w:p>
        </w:tc>
      </w:tr>
      <w:tr w:rsidR="0039415E" w:rsidRPr="0009692D" w14:paraId="6033ABBF" w14:textId="77777777" w:rsidTr="00DD59FF">
        <w:trPr>
          <w:trHeight w:val="255"/>
        </w:trPr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895AB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74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D626A1C" w14:textId="77777777" w:rsidR="0039415E" w:rsidRPr="0009692D" w:rsidRDefault="0039415E" w:rsidP="003941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крім    201км пк 10- 203км пк 6 ( міст № 4)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D755C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50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C254F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02E33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946F3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-</w:t>
            </w:r>
          </w:p>
        </w:tc>
      </w:tr>
      <w:tr w:rsidR="0039415E" w:rsidRPr="0009692D" w14:paraId="046CCC7B" w14:textId="77777777" w:rsidTr="00DD59FF">
        <w:trPr>
          <w:trHeight w:val="240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0A590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C63B8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Дніпропетровськ     Південний</w:t>
            </w:r>
          </w:p>
        </w:tc>
        <w:tc>
          <w:tcPr>
            <w:tcW w:w="5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A84F4" w14:textId="77777777" w:rsidR="0039415E" w:rsidRPr="0009692D" w:rsidRDefault="0039415E" w:rsidP="003941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По V головній колії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B48D3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5ABBC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60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A000C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0A168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60</w:t>
            </w:r>
          </w:p>
        </w:tc>
      </w:tr>
      <w:tr w:rsidR="0039415E" w:rsidRPr="0009692D" w14:paraId="556445A2" w14:textId="77777777" w:rsidTr="00DD59FF">
        <w:trPr>
          <w:trHeight w:val="255"/>
        </w:trPr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D38EA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D459F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4ABB7" w14:textId="77777777" w:rsidR="0039415E" w:rsidRPr="0009692D" w:rsidRDefault="0039415E" w:rsidP="003941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 xml:space="preserve">По стр.№ 1,9, що на головній колії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C8C35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BA97D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21140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CB338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40</w:t>
            </w:r>
          </w:p>
        </w:tc>
      </w:tr>
      <w:tr w:rsidR="0039415E" w:rsidRPr="0009692D" w14:paraId="26993C1A" w14:textId="77777777" w:rsidTr="00DD59FF">
        <w:trPr>
          <w:trHeight w:val="240"/>
        </w:trPr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2CF9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A0D20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62EBD" w14:textId="77777777" w:rsidR="0039415E" w:rsidRPr="0009692D" w:rsidRDefault="0039415E" w:rsidP="003941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На бокові приймально - відправні колії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BD646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83347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405FA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64A32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25</w:t>
            </w:r>
          </w:p>
        </w:tc>
      </w:tr>
      <w:tr w:rsidR="0039415E" w:rsidRPr="0009692D" w14:paraId="70DB3964" w14:textId="77777777" w:rsidTr="00DD59FF">
        <w:trPr>
          <w:trHeight w:val="240"/>
        </w:trPr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3866A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8699A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7EB4D" w14:textId="77777777" w:rsidR="0039415E" w:rsidRPr="0009692D" w:rsidRDefault="0039415E" w:rsidP="003941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крім по колії № 1,2,3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A9ED8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CB550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486AB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F2856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40</w:t>
            </w:r>
          </w:p>
        </w:tc>
      </w:tr>
      <w:tr w:rsidR="0039415E" w:rsidRPr="0009692D" w14:paraId="00FD78F1" w14:textId="77777777" w:rsidTr="00DD59FF">
        <w:trPr>
          <w:trHeight w:val="240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59C7A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74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C0C492" w14:textId="77777777" w:rsidR="0039415E" w:rsidRPr="0009692D" w:rsidRDefault="0039415E" w:rsidP="003941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Дніпропетровськ     Південний - Зустрічний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1DD1F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CBE0F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70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43073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36DF1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-</w:t>
            </w:r>
          </w:p>
        </w:tc>
      </w:tr>
      <w:tr w:rsidR="0039415E" w:rsidRPr="0009692D" w14:paraId="1796E7A1" w14:textId="77777777" w:rsidTr="00DD59FF">
        <w:trPr>
          <w:trHeight w:val="240"/>
        </w:trPr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5667B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74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B09479D" w14:textId="77777777" w:rsidR="0039415E" w:rsidRPr="0009692D" w:rsidRDefault="0039415E" w:rsidP="003941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 xml:space="preserve">           210 км пк 2-10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D2997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155FD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CC216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E88E7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-</w:t>
            </w:r>
          </w:p>
        </w:tc>
      </w:tr>
      <w:tr w:rsidR="0039415E" w:rsidRPr="0009692D" w14:paraId="57456E34" w14:textId="77777777" w:rsidTr="00DD59FF">
        <w:trPr>
          <w:trHeight w:val="240"/>
        </w:trPr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40B992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BE4B7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Зустрічний</w:t>
            </w:r>
          </w:p>
        </w:tc>
        <w:tc>
          <w:tcPr>
            <w:tcW w:w="5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20FAF" w14:textId="77777777" w:rsidR="0039415E" w:rsidRPr="0009692D" w:rsidRDefault="0039415E" w:rsidP="003941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По III, IV головних  коліях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05FD3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904C9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60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95268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B5340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60</w:t>
            </w:r>
          </w:p>
        </w:tc>
      </w:tr>
      <w:tr w:rsidR="0039415E" w:rsidRPr="0009692D" w14:paraId="7F4809E6" w14:textId="77777777" w:rsidTr="00DD59FF">
        <w:trPr>
          <w:trHeight w:val="240"/>
        </w:trPr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A1A453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9B90D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D0AB4" w14:textId="77777777" w:rsidR="0039415E" w:rsidRPr="0009692D" w:rsidRDefault="0039415E" w:rsidP="003941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на приймально – відправній  колії № 1, 5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07336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08D98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4FC26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A2847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40</w:t>
            </w:r>
          </w:p>
        </w:tc>
      </w:tr>
      <w:tr w:rsidR="0039415E" w:rsidRPr="0009692D" w14:paraId="3A2CE9F0" w14:textId="77777777" w:rsidTr="00DD59FF">
        <w:trPr>
          <w:trHeight w:val="255"/>
        </w:trPr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B0C228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526E9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2A332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на колії № 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B73E2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959DA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8D53E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96538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15</w:t>
            </w:r>
          </w:p>
        </w:tc>
      </w:tr>
    </w:tbl>
    <w:p w14:paraId="681778CC" w14:textId="77777777" w:rsidR="0039415E" w:rsidRPr="0009692D" w:rsidRDefault="0039415E">
      <w:pPr>
        <w:rPr>
          <w:sz w:val="20"/>
          <w:lang w:val="uk-UA"/>
        </w:rPr>
      </w:pPr>
    </w:p>
    <w:tbl>
      <w:tblPr>
        <w:tblW w:w="0" w:type="auto"/>
        <w:tblInd w:w="78" w:type="dxa"/>
        <w:tblLook w:val="04A0" w:firstRow="1" w:lastRow="0" w:firstColumn="1" w:lastColumn="0" w:noHBand="0" w:noVBand="1"/>
      </w:tblPr>
      <w:tblGrid>
        <w:gridCol w:w="400"/>
        <w:gridCol w:w="20"/>
        <w:gridCol w:w="2325"/>
        <w:gridCol w:w="3473"/>
        <w:gridCol w:w="219"/>
        <w:gridCol w:w="219"/>
        <w:gridCol w:w="704"/>
        <w:gridCol w:w="802"/>
        <w:gridCol w:w="635"/>
        <w:gridCol w:w="723"/>
        <w:gridCol w:w="64"/>
        <w:gridCol w:w="64"/>
        <w:gridCol w:w="64"/>
        <w:gridCol w:w="64"/>
      </w:tblGrid>
      <w:tr w:rsidR="0039415E" w:rsidRPr="0009692D" w14:paraId="0587671D" w14:textId="77777777" w:rsidTr="0039415E">
        <w:trPr>
          <w:gridAfter w:val="4"/>
          <w:trHeight w:val="33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2176D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9B154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4993D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val="uk-UA" w:eastAsia="ru-RU"/>
              </w:rPr>
              <w:t>Вітки та інші підходи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79C10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B0905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604B9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FE315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</w:tr>
      <w:tr w:rsidR="0039415E" w:rsidRPr="0009692D" w14:paraId="69858156" w14:textId="77777777" w:rsidTr="0039415E">
        <w:trPr>
          <w:gridAfter w:val="4"/>
          <w:trHeight w:val="10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B65C7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C5D82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C1260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9D806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12E46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93A4C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E7403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</w:tr>
      <w:tr w:rsidR="0039415E" w:rsidRPr="0009692D" w14:paraId="6B36610B" w14:textId="77777777" w:rsidTr="0039415E">
        <w:trPr>
          <w:gridAfter w:val="4"/>
          <w:trHeight w:val="120"/>
        </w:trPr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BFAFF6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lang w:val="uk-UA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CE4389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lang w:val="uk-UA"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01D070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lang w:val="uk-UA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A6214C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lang w:val="uk-UA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581476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lang w:val="uk-UA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15C105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lang w:val="uk-UA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9AA199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lang w:val="uk-UA" w:eastAsia="ru-RU"/>
              </w:rPr>
              <w:t> </w:t>
            </w:r>
          </w:p>
        </w:tc>
      </w:tr>
      <w:tr w:rsidR="0039415E" w:rsidRPr="0009692D" w14:paraId="650709CF" w14:textId="77777777" w:rsidTr="0039415E">
        <w:trPr>
          <w:gridAfter w:val="4"/>
          <w:trHeight w:val="255"/>
        </w:trPr>
        <w:tc>
          <w:tcPr>
            <w:tcW w:w="0" w:type="auto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5DA82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ПЧ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C7C47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Найменування перегонів,  станцій</w:t>
            </w:r>
          </w:p>
        </w:tc>
        <w:tc>
          <w:tcPr>
            <w:tcW w:w="0" w:type="auto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87B78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Найменування  колій, стрілок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595F8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Встановлена швидкість</w:t>
            </w:r>
          </w:p>
        </w:tc>
      </w:tr>
      <w:tr w:rsidR="0039415E" w:rsidRPr="0009692D" w14:paraId="705B1BAB" w14:textId="77777777" w:rsidTr="0039415E">
        <w:trPr>
          <w:gridAfter w:val="4"/>
          <w:trHeight w:val="255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02550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4431B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F42DD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5133F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непарний напрямок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00E23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парний напрямок</w:t>
            </w:r>
          </w:p>
        </w:tc>
      </w:tr>
      <w:tr w:rsidR="0039415E" w:rsidRPr="0009692D" w14:paraId="2B2669F8" w14:textId="77777777" w:rsidTr="0039415E">
        <w:trPr>
          <w:gridAfter w:val="4"/>
          <w:trHeight w:val="255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16FD8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CB411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4E119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C254B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пас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F8457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вант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4CC21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пас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7F59D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вант</w:t>
            </w:r>
          </w:p>
        </w:tc>
      </w:tr>
      <w:tr w:rsidR="0039415E" w:rsidRPr="0009692D" w14:paraId="44514E92" w14:textId="77777777" w:rsidTr="0039415E">
        <w:trPr>
          <w:gridAfter w:val="4"/>
          <w:trHeight w:val="39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C1227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151CF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C64EB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b/>
                <w:bCs/>
                <w:lang w:val="uk-UA" w:eastAsia="ru-RU"/>
              </w:rPr>
              <w:t>Вільнянськ - Запоріжжя Мале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84271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9D64C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EF502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A0792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</w:tr>
      <w:tr w:rsidR="0039415E" w:rsidRPr="0009692D" w14:paraId="5B75C9C0" w14:textId="77777777" w:rsidTr="0039415E">
        <w:trPr>
          <w:gridAfter w:val="4"/>
          <w:trHeight w:val="255"/>
        </w:trPr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00B68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282D9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Вільнянськ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2B897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головних  коліях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05923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87D37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8773B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2DA85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</w:tr>
      <w:tr w:rsidR="0039415E" w:rsidRPr="0009692D" w14:paraId="53CAF62F" w14:textId="77777777" w:rsidTr="0039415E">
        <w:trPr>
          <w:gridAfter w:val="4"/>
          <w:trHeight w:val="25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C9B5BF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E48E9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FFB66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На 3-тю головну  через стр.пер. № 15 на ст.Зап.Ліве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C28FC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D167A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41260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1AE5D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60</w:t>
            </w:r>
          </w:p>
        </w:tc>
      </w:tr>
      <w:tr w:rsidR="0039415E" w:rsidRPr="0009692D" w14:paraId="294B6D86" w14:textId="77777777" w:rsidTr="0039415E">
        <w:trPr>
          <w:gridAfter w:val="4"/>
          <w:trHeight w:val="25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533F18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84347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9C02E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з"їздах  між  головними  коліями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E5FD5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F2DEB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16B6A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6938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</w:tr>
      <w:tr w:rsidR="0039415E" w:rsidRPr="0009692D" w14:paraId="508EAD15" w14:textId="77777777" w:rsidTr="0039415E">
        <w:trPr>
          <w:gridAfter w:val="4"/>
          <w:trHeight w:val="25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B581E6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534B0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31F80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боковій приймально-відправній  колії №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C49FE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F5C9B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07D26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E08A7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</w:tr>
      <w:tr w:rsidR="0039415E" w:rsidRPr="0009692D" w14:paraId="4EB6249E" w14:textId="77777777" w:rsidTr="0039415E">
        <w:trPr>
          <w:gridAfter w:val="4"/>
          <w:trHeight w:val="255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2E43C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4A90F5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Вільнянськ-Запоріжжя Ліве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80BEE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E65ED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92558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A5831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</w:tr>
      <w:tr w:rsidR="0039415E" w:rsidRPr="0009692D" w14:paraId="17713BBA" w14:textId="77777777" w:rsidTr="00DF6AF6">
        <w:trPr>
          <w:gridAfter w:val="4"/>
          <w:trHeight w:val="255"/>
        </w:trPr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7B2EA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79BF8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 xml:space="preserve">Роз"їзд 11 км 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72E38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головній колії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4EBDD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96F1B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80EE9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0F202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</w:tr>
      <w:tr w:rsidR="0039415E" w:rsidRPr="0009692D" w14:paraId="1709260D" w14:textId="77777777" w:rsidTr="00DF6AF6">
        <w:trPr>
          <w:gridAfter w:val="4"/>
          <w:trHeight w:val="25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0D11EE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5BC9E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1B544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приймально-відправній колії № 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3D091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4FCA6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D726D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B9ED4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</w:tr>
      <w:tr w:rsidR="0039415E" w:rsidRPr="0009692D" w14:paraId="7AD39C70" w14:textId="77777777" w:rsidTr="0039415E">
        <w:trPr>
          <w:gridAfter w:val="4"/>
          <w:trHeight w:val="255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57E17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30921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Запоріжжя Ліве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2097C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головній колії  VII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2B35D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7BE0C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27BDE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6E59D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60</w:t>
            </w:r>
          </w:p>
        </w:tc>
      </w:tr>
      <w:tr w:rsidR="0039415E" w:rsidRPr="0009692D" w14:paraId="7A8F82AF" w14:textId="77777777" w:rsidTr="0039415E">
        <w:trPr>
          <w:gridAfter w:val="4"/>
          <w:trHeight w:val="255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55DD0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CC868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12170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гол колях I, 41 (між стр.1-77)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C8FA4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F6B21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DC80E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06640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</w:tr>
      <w:tr w:rsidR="0039415E" w:rsidRPr="0009692D" w14:paraId="6422AAA3" w14:textId="77777777" w:rsidTr="0039415E">
        <w:trPr>
          <w:gridAfter w:val="4"/>
          <w:trHeight w:val="255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560D1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02BD5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E7899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прийм-відправній  колії № 12,14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566EB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9F6F8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491BD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7CD10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</w:tr>
      <w:tr w:rsidR="0039415E" w:rsidRPr="0009692D" w14:paraId="52E0F142" w14:textId="77777777" w:rsidTr="0039415E">
        <w:trPr>
          <w:gridAfter w:val="4"/>
          <w:trHeight w:val="255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92887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47972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3B8F3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дільниця між стр.1-51-5 п."В"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AEE0A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AAC1C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963AC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18B7D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</w:tr>
      <w:tr w:rsidR="0039415E" w:rsidRPr="0009692D" w14:paraId="4F774D16" w14:textId="77777777" w:rsidTr="008E4C11">
        <w:trPr>
          <w:gridAfter w:val="4"/>
          <w:trHeight w:val="255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944952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D882F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Запоріжжя Ліве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E5228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приймально-відправних коліях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2B5A0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EA6F2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77A5E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E2392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</w:tr>
      <w:tr w:rsidR="0039415E" w:rsidRPr="0009692D" w14:paraId="4C4B7C32" w14:textId="77777777" w:rsidTr="008E4C11">
        <w:trPr>
          <w:gridAfter w:val="4"/>
          <w:trHeight w:val="255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D535E9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1FB38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F6970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 xml:space="preserve">по коліях 1,2,4,5 парку "Л"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CBC37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D4B3E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C6B61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04A9F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</w:tr>
      <w:tr w:rsidR="0039415E" w:rsidRPr="0009692D" w14:paraId="174D4662" w14:textId="77777777" w:rsidTr="008E4C11">
        <w:trPr>
          <w:gridAfter w:val="4"/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85A1E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5DD1C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03518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стр пер 51,301,303,305,307,311,313,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19CDB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B4DCE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4C648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7881A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</w:tr>
      <w:tr w:rsidR="0039415E" w:rsidRPr="0009692D" w14:paraId="42CEF148" w14:textId="77777777" w:rsidTr="00DD59FF">
        <w:trPr>
          <w:gridAfter w:val="4"/>
          <w:trHeight w:val="255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91D7AD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BB28F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DDFF5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з"єднув.кол.№ 17,18,19,22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582D5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9147F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43449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6C0CB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</w:tr>
      <w:tr w:rsidR="0039415E" w:rsidRPr="0009692D" w14:paraId="16593C78" w14:textId="77777777" w:rsidTr="00DD59FF">
        <w:trPr>
          <w:gridAfter w:val="4"/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B2037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DF9546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Запоріжжя Ліве - ім А. Алімова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EA096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33B3D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45518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173ED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</w:tr>
      <w:tr w:rsidR="0039415E" w:rsidRPr="0009692D" w14:paraId="35FD72B2" w14:textId="77777777" w:rsidTr="0039415E">
        <w:trPr>
          <w:gridAfter w:val="4"/>
          <w:trHeight w:val="255"/>
        </w:trPr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17453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87EDA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ім. А Алімова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73DDA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I, II головних коліях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C80B3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24F2F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49729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7FEFA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60</w:t>
            </w:r>
          </w:p>
        </w:tc>
      </w:tr>
      <w:tr w:rsidR="0039415E" w:rsidRPr="0009692D" w14:paraId="06838DF5" w14:textId="77777777" w:rsidTr="0039415E">
        <w:trPr>
          <w:gridAfter w:val="4"/>
          <w:trHeight w:val="25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25E124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B110C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9D392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прийм.відправніій колії №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67C8D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51872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7A47C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DDF13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</w:tr>
      <w:tr w:rsidR="0039415E" w:rsidRPr="0009692D" w14:paraId="61624015" w14:textId="77777777" w:rsidTr="0039415E">
        <w:trPr>
          <w:gridAfter w:val="4"/>
          <w:trHeight w:val="25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E9B05D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FE11D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BDCCB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прийм-відправній  колії №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2279F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6CA5E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E3630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1B890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15</w:t>
            </w:r>
          </w:p>
        </w:tc>
      </w:tr>
      <w:tr w:rsidR="0039415E" w:rsidRPr="0009692D" w14:paraId="7F341553" w14:textId="77777777" w:rsidTr="0039415E">
        <w:trPr>
          <w:gridAfter w:val="4"/>
          <w:trHeight w:val="25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414252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9EB5B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6B1F1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з"їзду 2 - 4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520A7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25FB0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DC58C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040D6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15</w:t>
            </w:r>
          </w:p>
        </w:tc>
      </w:tr>
      <w:tr w:rsidR="0039415E" w:rsidRPr="0009692D" w14:paraId="5BBB0B54" w14:textId="77777777" w:rsidTr="0039415E">
        <w:trPr>
          <w:gridAfter w:val="4"/>
          <w:trHeight w:val="25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230B37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1EC69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75129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з"їздах головних колій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163A4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86AEF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B434B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16060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</w:tr>
      <w:tr w:rsidR="0039415E" w:rsidRPr="0009692D" w14:paraId="0FAA3CED" w14:textId="77777777" w:rsidTr="0039415E">
        <w:trPr>
          <w:gridAfter w:val="4"/>
          <w:trHeight w:val="330"/>
        </w:trPr>
        <w:tc>
          <w:tcPr>
            <w:tcW w:w="0" w:type="auto"/>
            <w:gridSpan w:val="10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AE8828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b/>
                <w:bCs/>
                <w:lang w:val="uk-UA" w:eastAsia="ru-RU"/>
              </w:rPr>
              <w:t>Ігрень-ГРЕС</w:t>
            </w:r>
          </w:p>
        </w:tc>
      </w:tr>
      <w:tr w:rsidR="0039415E" w:rsidRPr="0009692D" w14:paraId="1673B3BD" w14:textId="77777777" w:rsidTr="0039415E">
        <w:trPr>
          <w:gridAfter w:val="4"/>
          <w:trHeight w:val="300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01423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b/>
                <w:bCs/>
                <w:lang w:val="uk-UA" w:eastAsia="ru-RU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41337E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Ігрень-ГРЕС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14C22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26248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14B42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0FA6C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</w:tr>
      <w:tr w:rsidR="0039415E" w:rsidRPr="0009692D" w14:paraId="73F33643" w14:textId="77777777" w:rsidTr="0039415E">
        <w:trPr>
          <w:gridAfter w:val="4"/>
          <w:trHeight w:val="300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31D78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val="uk-UA" w:eastAsia="ru-RU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4E6D32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крім 5,6 км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FE084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5217D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283DC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98BC2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</w:tr>
      <w:tr w:rsidR="0039415E" w:rsidRPr="0009692D" w14:paraId="15F8424F" w14:textId="77777777" w:rsidTr="0039415E">
        <w:trPr>
          <w:gridAfter w:val="4"/>
          <w:trHeight w:val="300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5AFA9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val="uk-UA" w:eastAsia="ru-RU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E0C208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Під'їзна колія  Рибальське - Придніпровськ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08C5D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5B55B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B61A3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D948A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</w:tr>
      <w:tr w:rsidR="0039415E" w:rsidRPr="0009692D" w14:paraId="775721EF" w14:textId="77777777" w:rsidTr="0039415E">
        <w:trPr>
          <w:gridAfter w:val="4"/>
          <w:trHeight w:val="255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491CF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AAC7B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Рибальське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7D54E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головній колії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EFD61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B6F97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4EFB6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CFCB2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</w:tr>
      <w:tr w:rsidR="0039415E" w:rsidRPr="0009692D" w14:paraId="1C0429E9" w14:textId="77777777" w:rsidTr="0039415E">
        <w:trPr>
          <w:gridAfter w:val="4"/>
          <w:trHeight w:val="255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DD5E4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386A2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0E9E4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На бокові приймально - відправні колії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99F08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6A928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446AA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7A725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15</w:t>
            </w:r>
          </w:p>
        </w:tc>
      </w:tr>
      <w:tr w:rsidR="0039415E" w:rsidRPr="0009692D" w14:paraId="6778C0B6" w14:textId="77777777" w:rsidTr="0039415E">
        <w:trPr>
          <w:gridAfter w:val="4"/>
          <w:trHeight w:val="255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87F99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3F403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4F25A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 xml:space="preserve">Під"їзна колія Рибальське - Придніпровськ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249AC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149AA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3D419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CBF03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</w:tr>
      <w:tr w:rsidR="0039415E" w:rsidRPr="0009692D" w14:paraId="22694BD2" w14:textId="77777777" w:rsidTr="0039415E">
        <w:trPr>
          <w:gridAfter w:val="4"/>
          <w:trHeight w:val="39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5F22B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80C41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AC8AB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b/>
                <w:bCs/>
                <w:lang w:val="uk-UA" w:eastAsia="ru-RU"/>
              </w:rPr>
              <w:t>Сухачівка - Правда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124A9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82763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BB917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85CB4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</w:tr>
      <w:tr w:rsidR="0039415E" w:rsidRPr="0009692D" w14:paraId="79E4CD24" w14:textId="77777777" w:rsidTr="0039415E">
        <w:trPr>
          <w:gridAfter w:val="4"/>
          <w:trHeight w:val="30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E7661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603ED4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Сухачівка - Правда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731D1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F00DB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0BAE8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F3F1B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</w:tr>
      <w:tr w:rsidR="0039415E" w:rsidRPr="0009692D" w14:paraId="27DE6101" w14:textId="77777777" w:rsidTr="0039415E">
        <w:trPr>
          <w:gridAfter w:val="4"/>
          <w:trHeight w:val="255"/>
        </w:trPr>
        <w:tc>
          <w:tcPr>
            <w:tcW w:w="0" w:type="auto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ED237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376CD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Сухачівка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162BF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6 гол колії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63625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7ED7A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E3876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8EA3A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</w:tr>
      <w:tr w:rsidR="0039415E" w:rsidRPr="0009692D" w14:paraId="28D68F66" w14:textId="77777777" w:rsidTr="0039415E">
        <w:trPr>
          <w:gridAfter w:val="4"/>
          <w:trHeight w:val="300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3C241B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1D0E3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76D54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на бокові приймально-відправні колії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A19B0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85D9C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C2070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5186B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</w:tr>
      <w:tr w:rsidR="0039415E" w:rsidRPr="0009692D" w14:paraId="240BD528" w14:textId="77777777" w:rsidTr="0039415E">
        <w:trPr>
          <w:gridAfter w:val="4"/>
          <w:trHeight w:val="390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47FD51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DEE48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Карнаухівка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B2289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головній колії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8CE91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9609F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CACB2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A0919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</w:tr>
      <w:tr w:rsidR="0039415E" w:rsidRPr="0009692D" w14:paraId="35576F93" w14:textId="77777777" w:rsidTr="0039415E">
        <w:trPr>
          <w:gridAfter w:val="4"/>
          <w:trHeight w:val="255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FD2789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2A1F7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C497C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на бокові приймально-відправні колії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C0233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D2470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BA238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B2DC2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</w:tr>
      <w:tr w:rsidR="0039415E" w:rsidRPr="0009692D" w14:paraId="0D192D15" w14:textId="77777777" w:rsidTr="0039415E">
        <w:trPr>
          <w:gridAfter w:val="4"/>
          <w:trHeight w:val="255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603D3B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9F0AD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Правда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2FA96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головній колії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408E2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5AF60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5D795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C4393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</w:tr>
      <w:tr w:rsidR="0039415E" w:rsidRPr="0009692D" w14:paraId="53D7B39D" w14:textId="77777777" w:rsidTr="0039415E">
        <w:trPr>
          <w:gridAfter w:val="4"/>
          <w:trHeight w:val="255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E32778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DD9D8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B169A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колія 8 а (ділянка 16-29), колія 9а (ділянка 16-25)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ED156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19D58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E0F49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D46F4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</w:tr>
      <w:tr w:rsidR="0039415E" w:rsidRPr="0009692D" w14:paraId="1BDF9CAE" w14:textId="77777777" w:rsidTr="0039415E">
        <w:trPr>
          <w:gridAfter w:val="4"/>
          <w:trHeight w:val="255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1277FD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1D23F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B6A3D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на бокові приймально-відправні колії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79E93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B2886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E5C38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4AB62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</w:tr>
      <w:tr w:rsidR="0039415E" w:rsidRPr="0009692D" w14:paraId="79231D3A" w14:textId="77777777" w:rsidTr="0039415E">
        <w:trPr>
          <w:gridAfter w:val="4"/>
          <w:trHeight w:val="39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A7D06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B49C4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99DF9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b/>
                <w:bCs/>
                <w:lang w:val="uk-UA" w:eastAsia="ru-RU"/>
              </w:rPr>
              <w:t>Баглій - Дніпродзержинськ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E3505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4D94F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17308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6D0BF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</w:tr>
      <w:tr w:rsidR="0039415E" w:rsidRPr="0009692D" w14:paraId="0891F2DA" w14:textId="77777777" w:rsidTr="0039415E">
        <w:trPr>
          <w:gridAfter w:val="4"/>
          <w:trHeight w:val="30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5455C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E2CE09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Баглій - Парк Романкове (Дніпродз)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71386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4D6DE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3DEA9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1D554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</w:tr>
      <w:tr w:rsidR="0039415E" w:rsidRPr="0009692D" w14:paraId="485BD021" w14:textId="77777777" w:rsidTr="0039415E">
        <w:trPr>
          <w:gridAfter w:val="4"/>
          <w:trHeight w:val="255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E4812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FC131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Баглій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348CB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 5 гол колії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C8556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41C2B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974FD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9DFCE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</w:tr>
      <w:tr w:rsidR="0039415E" w:rsidRPr="0009692D" w14:paraId="034BD309" w14:textId="77777777" w:rsidTr="0039415E">
        <w:trPr>
          <w:gridAfter w:val="4"/>
          <w:trHeight w:val="255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C6A38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38CDB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Дніпродзержинськ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F9556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31 гол коліїї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0CDAC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F199F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6D64E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85D9B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</w:tr>
      <w:tr w:rsidR="0039415E" w:rsidRPr="0009692D" w14:paraId="7C804718" w14:textId="77777777" w:rsidTr="0039415E">
        <w:trPr>
          <w:gridAfter w:val="4"/>
          <w:trHeight w:val="255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BBDF0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2667A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208F8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32 гол колії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F0A35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74D53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E3A39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C8B13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</w:tr>
      <w:tr w:rsidR="0039415E" w:rsidRPr="0009692D" w14:paraId="4F7D41A7" w14:textId="77777777" w:rsidTr="0039415E">
        <w:trPr>
          <w:gridAfter w:val="4"/>
          <w:trHeight w:val="255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452D6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AC3F7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CCDF7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приймання і відправлення на 1 колію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68ADF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A5684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5E70F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E13E0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</w:tr>
      <w:tr w:rsidR="0039415E" w:rsidRPr="0009692D" w14:paraId="65C75710" w14:textId="77777777" w:rsidTr="00DF6AF6">
        <w:trPr>
          <w:gridAfter w:val="4"/>
          <w:trHeight w:val="510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C963D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C4B38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парк Романкове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E91DD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 xml:space="preserve">по з'єднувальній колії № 41 між парком Романкове і </w:t>
            </w: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br/>
              <w:t>вантажним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EA221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E9378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C475E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AED1E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</w:tr>
      <w:tr w:rsidR="0039415E" w:rsidRPr="0009692D" w14:paraId="44F63443" w14:textId="77777777" w:rsidTr="00DF6AF6">
        <w:trPr>
          <w:gridAfter w:val="4"/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3DF60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D2232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Дніпродзержинськ  Вантажний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5941C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4,5,6 головних коліях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FB5A4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80249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C7CB8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95C4A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</w:tr>
      <w:tr w:rsidR="0039415E" w:rsidRPr="0009692D" w14:paraId="79FA4993" w14:textId="77777777" w:rsidTr="00DF6AF6">
        <w:trPr>
          <w:gridAfter w:val="4"/>
          <w:trHeight w:val="255"/>
        </w:trPr>
        <w:tc>
          <w:tcPr>
            <w:tcW w:w="0" w:type="auto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FBCB8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79DA3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731EF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на бокові приймально-відправні колії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36EBF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C75D1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0CA5E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019CA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15</w:t>
            </w:r>
          </w:p>
        </w:tc>
      </w:tr>
      <w:tr w:rsidR="0039415E" w:rsidRPr="0009692D" w14:paraId="38A35520" w14:textId="77777777" w:rsidTr="0039415E">
        <w:trPr>
          <w:gridAfter w:val="4"/>
          <w:trHeight w:val="30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5929A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5DDB6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758B2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b/>
                <w:bCs/>
                <w:lang w:val="uk-UA" w:eastAsia="ru-RU"/>
              </w:rPr>
              <w:t>Парк Романкове - Тритузна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28CBE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E13F7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0B463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502A5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</w:tr>
      <w:tr w:rsidR="0039415E" w:rsidRPr="0009692D" w14:paraId="12FA3085" w14:textId="77777777" w:rsidTr="0039415E">
        <w:trPr>
          <w:gridAfter w:val="4"/>
          <w:trHeight w:val="30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576A7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A5D032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парк Романкове (ДГЗ) - Тритузна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0B474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79902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5DDE3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E0031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</w:tr>
      <w:tr w:rsidR="0039415E" w:rsidRPr="0009692D" w14:paraId="27D8E599" w14:textId="77777777" w:rsidTr="0039415E">
        <w:trPr>
          <w:gridAfter w:val="4"/>
          <w:trHeight w:val="255"/>
        </w:trPr>
        <w:tc>
          <w:tcPr>
            <w:tcW w:w="0" w:type="auto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41431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76648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Парк Романкове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BA0C4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32 гол колії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3330E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A6E3C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3DEF3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CBA03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</w:tr>
      <w:tr w:rsidR="0039415E" w:rsidRPr="0009692D" w14:paraId="4491AC1C" w14:textId="77777777" w:rsidTr="0039415E">
        <w:trPr>
          <w:gridAfter w:val="4"/>
          <w:trHeight w:val="255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ECF69F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E1C03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5684C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на бокові приймально-відправні колії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EF0D7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A6204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EFB3D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90716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</w:tr>
      <w:tr w:rsidR="0039415E" w:rsidRPr="0009692D" w14:paraId="410F251E" w14:textId="77777777" w:rsidTr="0039415E">
        <w:trPr>
          <w:gridAfter w:val="4"/>
          <w:trHeight w:val="255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849533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C9600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Тритузна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35AFC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головних коліях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65F59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49F17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81352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9DBB8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</w:tr>
      <w:tr w:rsidR="0039415E" w:rsidRPr="0009692D" w14:paraId="5F22A17E" w14:textId="77777777" w:rsidTr="0039415E">
        <w:trPr>
          <w:gridAfter w:val="4"/>
          <w:trHeight w:val="255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FD2BA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419D0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F1E4D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на бокові приймально-відправні колії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A2C5D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4D50F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E8228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40CF9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</w:tr>
      <w:tr w:rsidR="0039415E" w:rsidRPr="0009692D" w14:paraId="64A5F85B" w14:textId="77777777" w:rsidTr="0039415E">
        <w:trPr>
          <w:gridAfter w:val="4"/>
          <w:trHeight w:val="30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A5456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240DC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EF4B1" w14:textId="77777777" w:rsidR="007B16F6" w:rsidRPr="0009692D" w:rsidRDefault="007B16F6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val="uk-UA" w:eastAsia="ru-RU"/>
              </w:rPr>
            </w:pPr>
          </w:p>
          <w:p w14:paraId="251DE9B1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b/>
                <w:bCs/>
                <w:lang w:val="uk-UA" w:eastAsia="ru-RU"/>
              </w:rPr>
              <w:t>Нижньодніпровськ - Нижньодніпровськ Пристань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AF868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85DBC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0D8BB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732D5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</w:tr>
      <w:tr w:rsidR="0039415E" w:rsidRPr="0009692D" w14:paraId="3075DDC4" w14:textId="77777777" w:rsidTr="0039415E">
        <w:trPr>
          <w:gridAfter w:val="4"/>
          <w:trHeight w:val="31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5B93D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02E80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Нижньодніпровськ - Нижньодніпровськ Пристань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4E06E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2C695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92E2D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D4B7D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</w:tr>
      <w:tr w:rsidR="0039415E" w:rsidRPr="0009692D" w14:paraId="73914112" w14:textId="77777777" w:rsidTr="00DF6AF6">
        <w:trPr>
          <w:gridAfter w:val="4"/>
          <w:trHeight w:val="255"/>
        </w:trPr>
        <w:tc>
          <w:tcPr>
            <w:tcW w:w="0" w:type="auto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97C80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9FB3D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Нижньодніпровськ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82A99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головних коліях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72ED0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BA560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4161C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11FE4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</w:tr>
      <w:tr w:rsidR="0039415E" w:rsidRPr="0009692D" w14:paraId="668EA111" w14:textId="77777777" w:rsidTr="00DF6AF6">
        <w:trPr>
          <w:gridAfter w:val="4"/>
          <w:trHeight w:val="255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A482D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FAAE8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C67D7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на бокові приймально-відправні колії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8699D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882F4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49917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1E804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</w:tr>
      <w:tr w:rsidR="0039415E" w:rsidRPr="0009692D" w14:paraId="3EE9894C" w14:textId="77777777" w:rsidTr="0039415E">
        <w:trPr>
          <w:gridAfter w:val="4"/>
          <w:trHeight w:val="34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5EB30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C3408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4D519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b/>
                <w:bCs/>
                <w:lang w:val="uk-UA" w:eastAsia="ru-RU"/>
              </w:rPr>
              <w:t>Дніпропетровськ - Кайдакська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FF0C7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4F42E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88C82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3448C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</w:tr>
      <w:tr w:rsidR="0039415E" w:rsidRPr="0009692D" w14:paraId="71450879" w14:textId="77777777" w:rsidTr="0039415E">
        <w:trPr>
          <w:gridAfter w:val="4"/>
          <w:trHeight w:val="30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50BAB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D578C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Дніпропетровськ - Кайдакська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440B8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3A8C9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F0DF9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7D2F7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</w:tr>
      <w:tr w:rsidR="0039415E" w:rsidRPr="0009692D" w14:paraId="68CB9825" w14:textId="77777777" w:rsidTr="0039415E">
        <w:trPr>
          <w:gridAfter w:val="4"/>
          <w:trHeight w:val="255"/>
        </w:trPr>
        <w:tc>
          <w:tcPr>
            <w:tcW w:w="0" w:type="auto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2F363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FBFF4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Дніпропетровськ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3ED2D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18 головній колії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EB10A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A905F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147C9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B9122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</w:tr>
      <w:tr w:rsidR="0039415E" w:rsidRPr="0009692D" w14:paraId="795AB91D" w14:textId="77777777" w:rsidTr="008E4C11">
        <w:trPr>
          <w:gridAfter w:val="4"/>
          <w:trHeight w:val="255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98B8A1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FD5A0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32C7F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на бокові приймально-відправні колії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EE804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7C029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3D582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2DCBB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</w:tr>
      <w:tr w:rsidR="0039415E" w:rsidRPr="0009692D" w14:paraId="76A33871" w14:textId="77777777" w:rsidTr="008E4C11">
        <w:trPr>
          <w:gridAfter w:val="4"/>
          <w:trHeight w:val="255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7C7CCE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CBAA2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Кайдакська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0C3DA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головних коліях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6445C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93FCF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1BF7E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C0FB4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</w:tr>
      <w:tr w:rsidR="0039415E" w:rsidRPr="0009692D" w14:paraId="1FE1F05A" w14:textId="77777777" w:rsidTr="007B16F6">
        <w:trPr>
          <w:gridAfter w:val="4"/>
          <w:trHeight w:val="255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B92EE6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92477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8CD42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на бокові приймально-відправні колії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749A0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0414A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57646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70C5D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</w:tr>
      <w:tr w:rsidR="00DD59FF" w:rsidRPr="0009692D" w14:paraId="15A133CC" w14:textId="77777777" w:rsidTr="007B16F6">
        <w:trPr>
          <w:gridAfter w:val="7"/>
          <w:trHeight w:val="30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E78C0" w14:textId="77777777" w:rsidR="00DD59FF" w:rsidRPr="0009692D" w:rsidRDefault="00DD59FF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B1F3D" w14:textId="77777777" w:rsidR="00DD59FF" w:rsidRPr="0009692D" w:rsidRDefault="00DD59FF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A378E" w14:textId="77777777" w:rsidR="00DD59FF" w:rsidRPr="0009692D" w:rsidRDefault="00DD59FF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b/>
                <w:bCs/>
                <w:lang w:val="uk-UA" w:eastAsia="ru-RU"/>
              </w:rPr>
              <w:t>Верхньодніпровськ - Дніпровська (під. колія)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23EF8" w14:textId="77777777" w:rsidR="00DD59FF" w:rsidRPr="0009692D" w:rsidRDefault="00DD59FF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</w:tr>
      <w:tr w:rsidR="0039415E" w:rsidRPr="0009692D" w14:paraId="64133591" w14:textId="77777777" w:rsidTr="007B16F6">
        <w:trPr>
          <w:gridAfter w:val="4"/>
          <w:trHeight w:val="30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CCDC8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7F6618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Верхньодніпровськ - Дніпровська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C8AE6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96DDA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804EF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21C44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</w:tr>
      <w:tr w:rsidR="0039415E" w:rsidRPr="0009692D" w14:paraId="22C0AE79" w14:textId="77777777" w:rsidTr="0039415E">
        <w:trPr>
          <w:gridAfter w:val="4"/>
          <w:trHeight w:val="255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AE5D9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09E6E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Верхньодніпровськ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AD1AE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 головна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AD361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C21E7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D89CF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CC3CF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</w:tr>
      <w:tr w:rsidR="0039415E" w:rsidRPr="0009692D" w14:paraId="45A90722" w14:textId="77777777" w:rsidTr="0039415E">
        <w:trPr>
          <w:gridAfter w:val="4"/>
          <w:trHeight w:val="255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21C5E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715C4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AF551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 головна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1FA98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76EB6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F1FA0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CF8FF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</w:tr>
      <w:tr w:rsidR="0039415E" w:rsidRPr="0009692D" w14:paraId="6CA36C92" w14:textId="77777777" w:rsidTr="0039415E">
        <w:trPr>
          <w:gridAfter w:val="4"/>
          <w:trHeight w:val="255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37B8C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75551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0EBC1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пр.-відпр. коліях № 3, 4, 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11C8F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184CC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060B3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A7DA9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</w:tr>
      <w:tr w:rsidR="0039415E" w:rsidRPr="0009692D" w14:paraId="52F148E0" w14:textId="77777777" w:rsidTr="0039415E">
        <w:trPr>
          <w:gridAfter w:val="4"/>
          <w:trHeight w:val="300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9155F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5D2ED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999C7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стр. пер. по боковому напрямку на колії № 3, 4,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D2C4E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96AFA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9CCF7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8F8E6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</w:tr>
      <w:tr w:rsidR="0039415E" w:rsidRPr="0009692D" w14:paraId="5A6D90A1" w14:textId="77777777" w:rsidTr="0039415E">
        <w:trPr>
          <w:gridAfter w:val="4"/>
          <w:trHeight w:val="255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5917E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B59A0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A3A93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з'їздах між головними коліями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5DF04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9461C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3A012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0D524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</w:tr>
      <w:tr w:rsidR="0039415E" w:rsidRPr="0009692D" w14:paraId="72E2D0A9" w14:textId="77777777" w:rsidTr="0039415E">
        <w:trPr>
          <w:gridAfter w:val="4"/>
          <w:trHeight w:val="345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52666D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039B1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2209D3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b/>
                <w:bCs/>
                <w:lang w:val="uk-UA" w:eastAsia="ru-RU"/>
              </w:rPr>
              <w:t xml:space="preserve">Плотина - Дніпродзержинськ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DFCB47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8644B9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07568E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06E43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</w:tr>
      <w:tr w:rsidR="0039415E" w:rsidRPr="0009692D" w14:paraId="4050544F" w14:textId="77777777" w:rsidTr="0039415E">
        <w:trPr>
          <w:gridAfter w:val="4"/>
          <w:trHeight w:val="345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BD8D0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948F3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 xml:space="preserve">Плотина - Дніпродзержинськ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0849F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C995D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430D7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2A0D1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</w:tr>
      <w:tr w:rsidR="0039415E" w:rsidRPr="0009692D" w14:paraId="10466FD9" w14:textId="77777777" w:rsidTr="0039415E">
        <w:trPr>
          <w:gridAfter w:val="4"/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F2121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6E54E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парк Плотина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78D8B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колія № 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DEDC8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7D4DE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E1FDE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94B9D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</w:tr>
      <w:tr w:rsidR="0039415E" w:rsidRPr="0009692D" w14:paraId="759EEBE3" w14:textId="77777777" w:rsidTr="00DF6AF6">
        <w:trPr>
          <w:gridAfter w:val="4"/>
          <w:trHeight w:val="255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D98F1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14FD5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08900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колія № 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4B10C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8F05B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9821E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16F12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</w:tr>
      <w:tr w:rsidR="0039415E" w:rsidRPr="0009692D" w14:paraId="09DDDB19" w14:textId="77777777" w:rsidTr="00DF6AF6">
        <w:trPr>
          <w:gridAfter w:val="4"/>
          <w:trHeight w:val="255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C684F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AA0D9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9924E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колія № 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E7C5A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53D26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793F9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4A801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</w:tr>
      <w:tr w:rsidR="0039415E" w:rsidRPr="0009692D" w14:paraId="46CC24EE" w14:textId="77777777" w:rsidTr="00DF6AF6">
        <w:trPr>
          <w:gridAfter w:val="4"/>
          <w:trHeight w:val="255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B126B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E5F86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36A8C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стр. пер. по боковому напрямку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B7903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E678C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71849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B8BBA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</w:tr>
      <w:tr w:rsidR="0039415E" w:rsidRPr="0009692D" w14:paraId="35C746F5" w14:textId="77777777" w:rsidTr="0039415E">
        <w:trPr>
          <w:gridAfter w:val="4"/>
          <w:trHeight w:val="300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B18771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A5D0BE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45E8EE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b/>
                <w:bCs/>
                <w:lang w:val="uk-UA" w:eastAsia="ru-RU"/>
              </w:rPr>
              <w:t>Пост 6 км - Дніпродзержинськ Вант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05DF7B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5B5689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13B27D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354C0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</w:tr>
      <w:tr w:rsidR="0039415E" w:rsidRPr="0009692D" w14:paraId="11BD45CE" w14:textId="77777777" w:rsidTr="0039415E">
        <w:trPr>
          <w:gridAfter w:val="4"/>
          <w:trHeight w:val="315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9EC90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F515B2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 xml:space="preserve">Пост 6 км - Дніпродзержинськ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E2F25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38458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8FF01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BBDCD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</w:tr>
      <w:tr w:rsidR="0039415E" w:rsidRPr="0009692D" w14:paraId="269F960A" w14:textId="77777777" w:rsidTr="0039415E">
        <w:trPr>
          <w:gridAfter w:val="4"/>
          <w:trHeight w:val="300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BABA1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641762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 xml:space="preserve">1 км, 5 км пк 5-10,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1C08C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4B2AB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7350A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AC8A2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</w:tr>
      <w:tr w:rsidR="0039415E" w:rsidRPr="0009692D" w14:paraId="3E5EECAB" w14:textId="77777777" w:rsidTr="0039415E">
        <w:trPr>
          <w:gridAfter w:val="4"/>
          <w:trHeight w:val="300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BD765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932EC3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2, 3, 4, 5 км пк 1-4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5A5FC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DA8C2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01031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9E911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</w:tr>
      <w:tr w:rsidR="0039415E" w:rsidRPr="0009692D" w14:paraId="1E8885D2" w14:textId="77777777" w:rsidTr="0039415E">
        <w:trPr>
          <w:gridAfter w:val="4"/>
          <w:trHeight w:val="255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A3E80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CA14C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Пост 6 км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4B08E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головних коліях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63086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03E99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E5D15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5BEE1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</w:tr>
      <w:tr w:rsidR="0039415E" w:rsidRPr="0009692D" w14:paraId="672944B6" w14:textId="77777777" w:rsidTr="0039415E">
        <w:trPr>
          <w:gridAfter w:val="4"/>
          <w:trHeight w:val="255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29916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7CBFE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9916F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стр. пер. по боковому напрямку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D3812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D0859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5F0E8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7E56C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</w:tr>
      <w:tr w:rsidR="0039415E" w:rsidRPr="0009692D" w14:paraId="191AC9AB" w14:textId="77777777" w:rsidTr="0039415E">
        <w:trPr>
          <w:gridAfter w:val="4"/>
          <w:trHeight w:val="30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DEA36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EE945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7B2C4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b/>
                <w:bCs/>
                <w:lang w:val="uk-UA" w:eastAsia="ru-RU"/>
              </w:rPr>
              <w:t>Рядова - Терни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1D39C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FC950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ABA08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FB90C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</w:tr>
      <w:tr w:rsidR="0039415E" w:rsidRPr="0009692D" w14:paraId="5AF4D595" w14:textId="77777777" w:rsidTr="0039415E">
        <w:trPr>
          <w:gridAfter w:val="4"/>
          <w:trHeight w:val="30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76376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6F8481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Рядова - Терни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B0C26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DEBFE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32F1D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33C15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</w:tr>
      <w:tr w:rsidR="0039415E" w:rsidRPr="0009692D" w14:paraId="724D0942" w14:textId="77777777" w:rsidTr="0039415E">
        <w:trPr>
          <w:gridAfter w:val="4"/>
          <w:trHeight w:val="255"/>
        </w:trPr>
        <w:tc>
          <w:tcPr>
            <w:tcW w:w="0" w:type="auto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29AF4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F7D13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Терни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E1440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головній колії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BA6A1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43DFD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AE209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E45EA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</w:tr>
      <w:tr w:rsidR="0039415E" w:rsidRPr="0009692D" w14:paraId="1E6EADDD" w14:textId="77777777" w:rsidTr="0039415E">
        <w:trPr>
          <w:gridAfter w:val="4"/>
          <w:trHeight w:val="255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0690E5C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889C2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9A301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бокові прийм.-відправні колії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F3ACD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F915B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82374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4F959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25</w:t>
            </w:r>
          </w:p>
        </w:tc>
      </w:tr>
      <w:tr w:rsidR="0039415E" w:rsidRPr="0009692D" w14:paraId="0C5EBA25" w14:textId="77777777" w:rsidTr="0039415E">
        <w:trPr>
          <w:gridAfter w:val="4"/>
          <w:trHeight w:val="255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0CBBB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4939B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F96DE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 xml:space="preserve">по коліях 5, 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BC2B3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93734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78820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E2359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40</w:t>
            </w:r>
          </w:p>
        </w:tc>
      </w:tr>
      <w:tr w:rsidR="0039415E" w:rsidRPr="0009692D" w14:paraId="3742347E" w14:textId="77777777" w:rsidTr="0039415E">
        <w:trPr>
          <w:gridAfter w:val="4"/>
          <w:trHeight w:val="255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7C262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8F223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DD59A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 колії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820DA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135F8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03ECA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5A11B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15</w:t>
            </w:r>
          </w:p>
        </w:tc>
      </w:tr>
      <w:tr w:rsidR="0039415E" w:rsidRPr="0009692D" w14:paraId="71AED20B" w14:textId="77777777" w:rsidTr="0039415E">
        <w:trPr>
          <w:gridAfter w:val="4"/>
          <w:trHeight w:val="510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E49BA5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3C290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BDBF0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 xml:space="preserve">по стр.переводах № 40,44,6,28,32 </w:t>
            </w: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br/>
              <w:t>по боковому напрямку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17DEC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8AAC3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BE77D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C686B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15</w:t>
            </w:r>
          </w:p>
        </w:tc>
      </w:tr>
      <w:tr w:rsidR="0039415E" w:rsidRPr="0009692D" w14:paraId="21CBB4E7" w14:textId="77777777" w:rsidTr="0039415E">
        <w:trPr>
          <w:gridAfter w:val="4"/>
          <w:trHeight w:val="15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CF5E4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21C73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A1B7B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CFDE5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52D95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27C7A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E3BDF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</w:tr>
      <w:tr w:rsidR="0039415E" w:rsidRPr="0009692D" w14:paraId="6E01A936" w14:textId="77777777" w:rsidTr="0039415E">
        <w:trPr>
          <w:gridAfter w:val="4"/>
          <w:trHeight w:val="30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7C20F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C7F82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Синельникове 2 - Синельникове 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471B2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AA0D7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93684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D3AB2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</w:tr>
      <w:tr w:rsidR="0039415E" w:rsidRPr="0009692D" w14:paraId="72AF63BE" w14:textId="77777777" w:rsidTr="0039415E">
        <w:trPr>
          <w:gridAfter w:val="4"/>
          <w:trHeight w:val="300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561B2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41C4DA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крім 2 км пк 3-8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9BB35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FBC31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378C5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CF6A7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 </w:t>
            </w:r>
          </w:p>
        </w:tc>
      </w:tr>
      <w:tr w:rsidR="0039415E" w:rsidRPr="0009692D" w14:paraId="6D2731F8" w14:textId="77777777" w:rsidTr="0039415E">
        <w:trPr>
          <w:gridAfter w:val="4"/>
          <w:trHeight w:val="300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2729F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42EAF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Синельникове1 - Пост 239 км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F98CA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52D1D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08010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DB28A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</w:tr>
      <w:tr w:rsidR="0039415E" w:rsidRPr="0009692D" w14:paraId="4328ED68" w14:textId="77777777" w:rsidTr="0039415E">
        <w:trPr>
          <w:gridAfter w:val="4"/>
          <w:trHeight w:val="300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4EF22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69E88" w14:textId="77777777" w:rsidR="0039415E" w:rsidRPr="0009692D" w:rsidRDefault="0039415E" w:rsidP="0039415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Синельникове 2 - Пост №1  Синельникове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C7D34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C1DC3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EB501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2C83F" w14:textId="77777777" w:rsidR="0039415E" w:rsidRPr="0009692D" w:rsidRDefault="0039415E" w:rsidP="003941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9692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-</w:t>
            </w:r>
          </w:p>
        </w:tc>
      </w:tr>
      <w:tr w:rsidR="0039415E" w:rsidRPr="0009692D" w14:paraId="7BC5C5AB" w14:textId="77777777" w:rsidTr="007B16F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426"/>
        </w:trPr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</w:tcPr>
          <w:p w14:paraId="1428846D" w14:textId="77777777" w:rsidR="0039415E" w:rsidRPr="0009692D" w:rsidRDefault="00394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14:paraId="716D14AC" w14:textId="77777777" w:rsidR="0039415E" w:rsidRPr="0009692D" w:rsidRDefault="00394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</w:tcBorders>
          </w:tcPr>
          <w:p w14:paraId="00BF0AD7" w14:textId="77777777" w:rsidR="0039415E" w:rsidRPr="0009692D" w:rsidRDefault="00394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gridSpan w:val="4"/>
          </w:tcPr>
          <w:p w14:paraId="3C0F936D" w14:textId="77777777" w:rsidR="0039415E" w:rsidRPr="0009692D" w:rsidRDefault="007B16F6" w:rsidP="007B16F6">
            <w:pPr>
              <w:tabs>
                <w:tab w:val="left" w:pos="30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uk-UA"/>
              </w:rPr>
            </w:pPr>
            <w:r w:rsidRPr="0009692D">
              <w:rPr>
                <w:rFonts w:ascii="Arial" w:hAnsi="Arial" w:cs="Arial"/>
                <w:color w:val="000000"/>
                <w:sz w:val="20"/>
                <w:szCs w:val="20"/>
                <w:lang w:val="uk-UA"/>
              </w:rPr>
              <w:tab/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14:paraId="3C9794B7" w14:textId="77777777" w:rsidR="0039415E" w:rsidRPr="0009692D" w:rsidRDefault="00394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14:paraId="1E3106CD" w14:textId="77777777" w:rsidR="0039415E" w:rsidRPr="0009692D" w:rsidRDefault="00394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14:paraId="59DEA38A" w14:textId="77777777" w:rsidR="0039415E" w:rsidRPr="0009692D" w:rsidRDefault="00394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14:paraId="4D34C065" w14:textId="77777777" w:rsidR="0039415E" w:rsidRPr="0009692D" w:rsidRDefault="00394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uk-UA"/>
              </w:rPr>
            </w:pPr>
          </w:p>
        </w:tc>
      </w:tr>
      <w:tr w:rsidR="007B16F6" w:rsidRPr="0009692D" w14:paraId="6928D4A5" w14:textId="77777777" w:rsidTr="007B16F6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8"/>
          <w:trHeight w:val="226"/>
        </w:trPr>
        <w:tc>
          <w:tcPr>
            <w:tcW w:w="400" w:type="dxa"/>
          </w:tcPr>
          <w:p w14:paraId="6D3D2F4C" w14:textId="77777777" w:rsidR="007B16F6" w:rsidRPr="0009692D" w:rsidRDefault="007B1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345" w:type="dxa"/>
            <w:gridSpan w:val="2"/>
          </w:tcPr>
          <w:p w14:paraId="5F4C7250" w14:textId="77777777" w:rsidR="007B16F6" w:rsidRPr="0009692D" w:rsidRDefault="007B1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4"/>
                <w:szCs w:val="24"/>
                <w:lang w:val="uk-UA"/>
              </w:rPr>
            </w:pPr>
            <w:r w:rsidRPr="0009692D">
              <w:rPr>
                <w:rFonts w:ascii="Arial CYR" w:hAnsi="Arial CYR" w:cs="Arial CYR"/>
                <w:color w:val="000000"/>
                <w:sz w:val="24"/>
                <w:szCs w:val="24"/>
                <w:lang w:val="uk-UA"/>
              </w:rPr>
              <w:t>Начальник служби колії</w:t>
            </w:r>
          </w:p>
        </w:tc>
        <w:tc>
          <w:tcPr>
            <w:tcW w:w="0" w:type="auto"/>
          </w:tcPr>
          <w:p w14:paraId="12CA6312" w14:textId="77777777" w:rsidR="007B16F6" w:rsidRPr="0009692D" w:rsidRDefault="007B16F6" w:rsidP="008E4C1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  <w:lang w:val="uk-UA"/>
              </w:rPr>
            </w:pPr>
            <w:r w:rsidRPr="0009692D">
              <w:rPr>
                <w:rFonts w:ascii="Arial CYR" w:hAnsi="Arial CYR" w:cs="Arial CYR"/>
                <w:color w:val="000000"/>
                <w:sz w:val="24"/>
                <w:szCs w:val="24"/>
                <w:lang w:val="uk-UA"/>
              </w:rPr>
              <w:t>В.М. Коблик</w:t>
            </w:r>
          </w:p>
        </w:tc>
        <w:tc>
          <w:tcPr>
            <w:tcW w:w="0" w:type="auto"/>
          </w:tcPr>
          <w:p w14:paraId="7947749D" w14:textId="77777777" w:rsidR="007B16F6" w:rsidRPr="0009692D" w:rsidRDefault="007B1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551AB63" w14:textId="77777777" w:rsidR="007B16F6" w:rsidRPr="0009692D" w:rsidRDefault="007B1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uk-UA"/>
              </w:rPr>
            </w:pPr>
          </w:p>
        </w:tc>
      </w:tr>
    </w:tbl>
    <w:p w14:paraId="5E72BC6B" w14:textId="6C0744DD" w:rsidR="00047534" w:rsidRDefault="00047534">
      <w:pPr>
        <w:rPr>
          <w:sz w:val="20"/>
          <w:lang w:val="uk-UA"/>
        </w:rPr>
      </w:pPr>
    </w:p>
    <w:p w14:paraId="6DE9BCC1" w14:textId="77777777" w:rsidR="00047534" w:rsidRDefault="00047534">
      <w:pPr>
        <w:rPr>
          <w:sz w:val="20"/>
          <w:lang w:val="uk-UA"/>
        </w:rPr>
      </w:pPr>
      <w:r>
        <w:rPr>
          <w:sz w:val="20"/>
          <w:lang w:val="uk-UA"/>
        </w:rPr>
        <w:br w:type="page"/>
      </w:r>
    </w:p>
    <w:p w14:paraId="278D1FBC" w14:textId="77777777" w:rsidR="0039415E" w:rsidRPr="0009692D" w:rsidRDefault="0039415E">
      <w:pPr>
        <w:rPr>
          <w:sz w:val="20"/>
          <w:lang w:val="uk-UA"/>
        </w:rPr>
      </w:pPr>
      <w:bookmarkStart w:id="0" w:name="_GoBack"/>
      <w:bookmarkEnd w:id="0"/>
    </w:p>
    <w:sectPr w:rsidR="0039415E" w:rsidRPr="0009692D" w:rsidSect="007C3DDF">
      <w:headerReference w:type="default" r:id="rId7"/>
      <w:footerReference w:type="default" r:id="rId8"/>
      <w:pgSz w:w="11906" w:h="16838"/>
      <w:pgMar w:top="-426" w:right="1134" w:bottom="1134" w:left="1134" w:header="284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4B6DED" w14:textId="77777777" w:rsidR="00ED0A82" w:rsidRDefault="00ED0A82" w:rsidP="008E4C11">
      <w:pPr>
        <w:spacing w:after="0" w:line="240" w:lineRule="auto"/>
      </w:pPr>
      <w:r>
        <w:separator/>
      </w:r>
    </w:p>
  </w:endnote>
  <w:endnote w:type="continuationSeparator" w:id="0">
    <w:p w14:paraId="373780ED" w14:textId="77777777" w:rsidR="00ED0A82" w:rsidRDefault="00ED0A82" w:rsidP="008E4C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481909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34427E2" w14:textId="344ACD1A" w:rsidR="00047534" w:rsidRDefault="00047534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D2567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569E3C" w14:textId="77777777" w:rsidR="00ED0A82" w:rsidRDefault="00ED0A82" w:rsidP="008E4C11">
      <w:pPr>
        <w:spacing w:after="0" w:line="240" w:lineRule="auto"/>
      </w:pPr>
      <w:r>
        <w:separator/>
      </w:r>
    </w:p>
  </w:footnote>
  <w:footnote w:type="continuationSeparator" w:id="0">
    <w:p w14:paraId="62A5E55B" w14:textId="77777777" w:rsidR="00ED0A82" w:rsidRDefault="00ED0A82" w:rsidP="008E4C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hideGrammaticalErrors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6B1"/>
    <w:rsid w:val="00047534"/>
    <w:rsid w:val="0009692D"/>
    <w:rsid w:val="000D2567"/>
    <w:rsid w:val="001268AB"/>
    <w:rsid w:val="003278E7"/>
    <w:rsid w:val="0039415E"/>
    <w:rsid w:val="006310B4"/>
    <w:rsid w:val="0077791C"/>
    <w:rsid w:val="007B16F6"/>
    <w:rsid w:val="007C3DDF"/>
    <w:rsid w:val="00833F8B"/>
    <w:rsid w:val="008B0B7C"/>
    <w:rsid w:val="008E4C11"/>
    <w:rsid w:val="0099005D"/>
    <w:rsid w:val="009A79C6"/>
    <w:rsid w:val="00C916B1"/>
    <w:rsid w:val="00DD59FF"/>
    <w:rsid w:val="00DF6AF6"/>
    <w:rsid w:val="00ED0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BA5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4C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4C11"/>
  </w:style>
  <w:style w:type="paragraph" w:styleId="a5">
    <w:name w:val="footer"/>
    <w:basedOn w:val="a"/>
    <w:link w:val="a6"/>
    <w:uiPriority w:val="99"/>
    <w:unhideWhenUsed/>
    <w:rsid w:val="008E4C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4C11"/>
  </w:style>
  <w:style w:type="paragraph" w:styleId="a7">
    <w:name w:val="Balloon Text"/>
    <w:basedOn w:val="a"/>
    <w:link w:val="a8"/>
    <w:uiPriority w:val="99"/>
    <w:semiHidden/>
    <w:unhideWhenUsed/>
    <w:rsid w:val="00047534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7534"/>
    <w:rPr>
      <w:rFonts w:ascii="Arial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4C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4C11"/>
  </w:style>
  <w:style w:type="paragraph" w:styleId="a5">
    <w:name w:val="footer"/>
    <w:basedOn w:val="a"/>
    <w:link w:val="a6"/>
    <w:uiPriority w:val="99"/>
    <w:unhideWhenUsed/>
    <w:rsid w:val="008E4C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4C11"/>
  </w:style>
  <w:style w:type="paragraph" w:styleId="a7">
    <w:name w:val="Balloon Text"/>
    <w:basedOn w:val="a"/>
    <w:link w:val="a8"/>
    <w:uiPriority w:val="99"/>
    <w:semiHidden/>
    <w:unhideWhenUsed/>
    <w:rsid w:val="00047534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7534"/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7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2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1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4903</Words>
  <Characters>27948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10</cp:revision>
  <cp:lastPrinted>2010-04-17T08:57:00Z</cp:lastPrinted>
  <dcterms:created xsi:type="dcterms:W3CDTF">2010-04-16T16:52:00Z</dcterms:created>
  <dcterms:modified xsi:type="dcterms:W3CDTF">2010-04-17T09:22:00Z</dcterms:modified>
</cp:coreProperties>
</file>